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BBD90" w14:textId="05D278C5" w:rsidR="00C943A7" w:rsidRPr="0066139A" w:rsidRDefault="00C21FEF" w:rsidP="00BE354F">
      <w:pPr>
        <w:pStyle w:val="ae"/>
      </w:pPr>
      <w:r>
        <w:rPr>
          <w:lang w:val="en-US"/>
        </w:rPr>
        <w:t>Course Statistics</w:t>
      </w:r>
      <w:r w:rsidR="0066139A" w:rsidRPr="0066139A">
        <w:t xml:space="preserve"> </w:t>
      </w:r>
      <w:r>
        <w:t>–</w:t>
      </w:r>
      <w:r w:rsidR="0066139A" w:rsidRPr="0066139A">
        <w:t xml:space="preserve"> </w:t>
      </w:r>
      <w:r>
        <w:t>Στατιστικά μαθήματος</w:t>
      </w:r>
    </w:p>
    <w:p w14:paraId="41F9AA73" w14:textId="025DD4A7" w:rsidR="0066139A" w:rsidRDefault="006F3817" w:rsidP="0066139A">
      <w:pPr>
        <w:pStyle w:val="2"/>
      </w:pPr>
      <w:proofErr w:type="spellStart"/>
      <w:r>
        <w:t>Εισ</w:t>
      </w:r>
      <w:proofErr w:type="spellEnd"/>
      <w:r>
        <w:t>α</w:t>
      </w:r>
      <w:proofErr w:type="spellStart"/>
      <w:r>
        <w:t>γωγή</w:t>
      </w:r>
      <w:proofErr w:type="spellEnd"/>
    </w:p>
    <w:p w14:paraId="39437539" w14:textId="685FD160" w:rsidR="00C21FEF" w:rsidRPr="00C21FEF" w:rsidRDefault="00C21FEF" w:rsidP="00C21FEF">
      <w:r>
        <w:t>Σκοπός του πρόσθετου είναι να μπορεί ο διαχειριστής(</w:t>
      </w:r>
      <w:r>
        <w:rPr>
          <w:lang w:val="en-US"/>
        </w:rPr>
        <w:t>admin</w:t>
      </w:r>
      <w:r>
        <w:t>)</w:t>
      </w:r>
      <w:r w:rsidRPr="00C21FEF">
        <w:t xml:space="preserve"> </w:t>
      </w:r>
      <w:r>
        <w:t>και οι καθηγητές (</w:t>
      </w:r>
      <w:r>
        <w:rPr>
          <w:lang w:val="en-US"/>
        </w:rPr>
        <w:t>teachers</w:t>
      </w:r>
      <w:r w:rsidRPr="00C21FEF">
        <w:t xml:space="preserve"> , </w:t>
      </w:r>
      <w:proofErr w:type="spellStart"/>
      <w:r>
        <w:rPr>
          <w:lang w:val="en-US"/>
        </w:rPr>
        <w:t>noneditingteacher</w:t>
      </w:r>
      <w:proofErr w:type="spellEnd"/>
      <w:r>
        <w:t>) να βλέπουν στατιστικά που σχετίζονται με τον συνολικό χρόνο των μαθητών σε μάθημα , πόσες ενέργειες (</w:t>
      </w:r>
      <w:r>
        <w:rPr>
          <w:lang w:val="en-US"/>
        </w:rPr>
        <w:t>actions</w:t>
      </w:r>
      <w:r>
        <w:t>)</w:t>
      </w:r>
      <w:r w:rsidRPr="00C21FEF">
        <w:t xml:space="preserve"> </w:t>
      </w:r>
      <w:r>
        <w:t xml:space="preserve">έπραξαν , σε τι </w:t>
      </w:r>
      <w:r>
        <w:rPr>
          <w:lang w:val="en-US"/>
        </w:rPr>
        <w:t>activities</w:t>
      </w:r>
      <w:r w:rsidRPr="00C21FEF">
        <w:t xml:space="preserve"> </w:t>
      </w:r>
      <w:r>
        <w:t xml:space="preserve">μπήκαν και ποιος ήταν ο χρόνος τους , τι ενέργειας έπραξαν σε </w:t>
      </w:r>
      <w:r>
        <w:rPr>
          <w:lang w:val="en-US"/>
        </w:rPr>
        <w:t>forums</w:t>
      </w:r>
      <w:r w:rsidRPr="00C21FEF">
        <w:t xml:space="preserve"> </w:t>
      </w:r>
      <w:r>
        <w:t xml:space="preserve">και σε </w:t>
      </w:r>
      <w:r>
        <w:rPr>
          <w:lang w:val="en-US"/>
        </w:rPr>
        <w:t>quizzes</w:t>
      </w:r>
      <w:r>
        <w:t>.</w:t>
      </w:r>
    </w:p>
    <w:p w14:paraId="4013B0B7" w14:textId="0F348910" w:rsidR="00306EB1" w:rsidRDefault="00306EB1" w:rsidP="00BE354F">
      <w:r>
        <w:t xml:space="preserve">Εάν ο χρήστης έχει το </w:t>
      </w:r>
      <w:r>
        <w:rPr>
          <w:lang w:val="en-US"/>
        </w:rPr>
        <w:t>capability</w:t>
      </w:r>
      <w:r w:rsidRPr="00306EB1">
        <w:t xml:space="preserve"> </w:t>
      </w:r>
      <w:r w:rsidR="00C21FEF" w:rsidRPr="00C21FEF">
        <w:rPr>
          <w:b/>
          <w:bCs/>
          <w:lang w:val="en-US"/>
        </w:rPr>
        <w:t>block</w:t>
      </w:r>
      <w:r w:rsidR="00C21FEF" w:rsidRPr="00C21FEF">
        <w:rPr>
          <w:b/>
          <w:bCs/>
        </w:rPr>
        <w:t>/</w:t>
      </w:r>
      <w:r w:rsidR="00C21FEF" w:rsidRPr="00C21FEF">
        <w:rPr>
          <w:b/>
          <w:bCs/>
          <w:lang w:val="en-US"/>
        </w:rPr>
        <w:t>course</w:t>
      </w:r>
      <w:r w:rsidR="00C21FEF" w:rsidRPr="00C21FEF">
        <w:rPr>
          <w:b/>
          <w:bCs/>
        </w:rPr>
        <w:t>_</w:t>
      </w:r>
      <w:r w:rsidR="00C21FEF" w:rsidRPr="00C21FEF">
        <w:rPr>
          <w:b/>
          <w:bCs/>
          <w:lang w:val="en-US"/>
        </w:rPr>
        <w:t>statistics</w:t>
      </w:r>
      <w:r w:rsidR="00C21FEF" w:rsidRPr="00C21FEF">
        <w:rPr>
          <w:b/>
          <w:bCs/>
        </w:rPr>
        <w:t>:</w:t>
      </w:r>
      <w:r w:rsidR="00C21FEF" w:rsidRPr="00C21FEF">
        <w:rPr>
          <w:b/>
          <w:bCs/>
          <w:lang w:val="en-US"/>
        </w:rPr>
        <w:t>admin</w:t>
      </w:r>
      <w:r w:rsidRPr="00C21FEF">
        <w:t xml:space="preserve"> </w:t>
      </w:r>
      <w:r>
        <w:t>μπορε</w:t>
      </w:r>
      <w:r w:rsidR="00C21FEF">
        <w:t>ί</w:t>
      </w:r>
      <w:r>
        <w:t xml:space="preserve"> να δει τα </w:t>
      </w:r>
      <w:r w:rsidR="00C21FEF">
        <w:t>στατιστικά</w:t>
      </w:r>
      <w:r w:rsidRPr="00306EB1">
        <w:t xml:space="preserve"> </w:t>
      </w:r>
      <w:r>
        <w:t xml:space="preserve">όλων των </w:t>
      </w:r>
      <w:r w:rsidR="00C21FEF">
        <w:t>μαθημάτων στην πλατφόρμα</w:t>
      </w:r>
      <w:r>
        <w:t>.</w:t>
      </w:r>
    </w:p>
    <w:p w14:paraId="696898D3" w14:textId="48658539" w:rsidR="00A8681B" w:rsidRPr="00306EB1" w:rsidRDefault="00C21FEF" w:rsidP="00BE354F">
      <w:r>
        <w:t xml:space="preserve">Εάν ο χρήστης έχει το </w:t>
      </w:r>
      <w:r>
        <w:rPr>
          <w:lang w:val="en-US"/>
        </w:rPr>
        <w:t>capability</w:t>
      </w:r>
      <w:r w:rsidRPr="00306EB1">
        <w:t xml:space="preserve"> </w:t>
      </w:r>
      <w:r>
        <w:rPr>
          <w:lang w:val="en-US"/>
        </w:rPr>
        <w:t>block</w:t>
      </w:r>
      <w:r w:rsidRPr="00C21FEF">
        <w:t>/</w:t>
      </w:r>
      <w:r>
        <w:rPr>
          <w:lang w:val="en-US"/>
        </w:rPr>
        <w:t>course</w:t>
      </w:r>
      <w:r w:rsidRPr="00C21FEF">
        <w:t>_</w:t>
      </w:r>
      <w:r>
        <w:rPr>
          <w:lang w:val="en-US"/>
        </w:rPr>
        <w:t>statistics</w:t>
      </w:r>
      <w:r w:rsidRPr="00C21FEF">
        <w:t>:</w:t>
      </w:r>
      <w:r>
        <w:rPr>
          <w:lang w:val="en-US"/>
        </w:rPr>
        <w:t>teacher</w:t>
      </w:r>
      <w:r w:rsidRPr="00C21FEF">
        <w:t xml:space="preserve"> </w:t>
      </w:r>
      <w:r w:rsidRPr="00C21FEF">
        <w:rPr>
          <w:b/>
          <w:bCs/>
        </w:rPr>
        <w:t xml:space="preserve">μπορεί να δει τα στατιστικά όλων των μαθημάτων στα οποία ο χρήστης έχει τον ρόλο </w:t>
      </w:r>
      <w:r w:rsidRPr="00C21FEF">
        <w:rPr>
          <w:b/>
          <w:bCs/>
          <w:lang w:val="en-US"/>
        </w:rPr>
        <w:t>teacher</w:t>
      </w:r>
      <w:r w:rsidRPr="00C21FEF">
        <w:t>.</w:t>
      </w:r>
    </w:p>
    <w:p w14:paraId="77C0B057" w14:textId="4C6E43E5" w:rsidR="00094159" w:rsidRPr="00094159" w:rsidRDefault="00094159" w:rsidP="00BC75B0">
      <w:pPr>
        <w:pStyle w:val="2"/>
      </w:pPr>
      <w:proofErr w:type="spellStart"/>
      <w:r>
        <w:t>Περιγρ</w:t>
      </w:r>
      <w:proofErr w:type="spellEnd"/>
      <w:r>
        <w:t>αφή Plugin</w:t>
      </w:r>
    </w:p>
    <w:p w14:paraId="6EDDF6F3" w14:textId="05786B80" w:rsidR="005C7437" w:rsidRPr="00094159" w:rsidRDefault="005C7437" w:rsidP="00635EB3">
      <w:pPr>
        <w:pStyle w:val="4"/>
        <w:numPr>
          <w:ilvl w:val="0"/>
          <w:numId w:val="5"/>
        </w:numPr>
      </w:pPr>
      <w:r>
        <w:rPr>
          <w:lang w:val="en-US"/>
        </w:rPr>
        <w:t>Views</w:t>
      </w:r>
    </w:p>
    <w:p w14:paraId="2C99C82F" w14:textId="56FB340C" w:rsidR="003A7B63" w:rsidRPr="00C21FEF" w:rsidRDefault="002C740A" w:rsidP="00776764">
      <w:pPr>
        <w:pStyle w:val="bullet"/>
        <w:rPr>
          <w:rStyle w:val="task-class"/>
          <w:lang w:eastAsia="el-GR"/>
        </w:rPr>
      </w:pPr>
      <w:r w:rsidRPr="00C0686C">
        <w:rPr>
          <w:rStyle w:val="task-class"/>
          <w:rFonts w:eastAsiaTheme="majorEastAsia"/>
        </w:rPr>
        <w:t>/blocks/</w:t>
      </w:r>
      <w:proofErr w:type="spellStart"/>
      <w:r w:rsidR="00C21FEF">
        <w:rPr>
          <w:rStyle w:val="task-class"/>
          <w:rFonts w:eastAsiaTheme="majorEastAsia"/>
        </w:rPr>
        <w:t>course_statistics</w:t>
      </w:r>
      <w:proofErr w:type="spellEnd"/>
      <w:r w:rsidRPr="00C0686C">
        <w:rPr>
          <w:rStyle w:val="task-class"/>
          <w:rFonts w:eastAsiaTheme="majorEastAsia"/>
        </w:rPr>
        <w:t>/</w:t>
      </w:r>
      <w:proofErr w:type="spellStart"/>
      <w:r w:rsidR="00C21FEF">
        <w:rPr>
          <w:rStyle w:val="task-class"/>
          <w:rFonts w:eastAsiaTheme="majorEastAsia"/>
        </w:rPr>
        <w:t>block_course_statistics.php</w:t>
      </w:r>
      <w:proofErr w:type="spellEnd"/>
      <w:r w:rsidR="00776764" w:rsidRPr="00C0686C">
        <w:rPr>
          <w:rStyle w:val="task-class"/>
          <w:rFonts w:eastAsiaTheme="majorEastAsia"/>
        </w:rPr>
        <w:t>:</w:t>
      </w:r>
    </w:p>
    <w:p w14:paraId="635531E4" w14:textId="77777777" w:rsidR="00643354" w:rsidRDefault="00C21FEF" w:rsidP="00643354">
      <w:pPr>
        <w:pStyle w:val="bullet"/>
        <w:numPr>
          <w:ilvl w:val="0"/>
          <w:numId w:val="0"/>
        </w:numPr>
        <w:ind w:left="717" w:hanging="36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 xml:space="preserve">Αρχικό </w:t>
      </w:r>
      <w:r w:rsidR="00010982">
        <w:rPr>
          <w:rStyle w:val="task-class"/>
          <w:rFonts w:eastAsiaTheme="majorEastAsia"/>
        </w:rPr>
        <w:t>view</w:t>
      </w:r>
      <w:r w:rsidR="00010982" w:rsidRPr="00010982">
        <w:rPr>
          <w:rStyle w:val="task-class"/>
          <w:rFonts w:eastAsiaTheme="majorEastAsia"/>
          <w:lang w:val="el-GR"/>
        </w:rPr>
        <w:t xml:space="preserve"> </w:t>
      </w:r>
      <w:r w:rsidR="00010982">
        <w:rPr>
          <w:rStyle w:val="task-class"/>
          <w:rFonts w:eastAsiaTheme="majorEastAsia"/>
          <w:lang w:val="el-GR"/>
        </w:rPr>
        <w:t xml:space="preserve">που θα εμφανίσει στο μάθημα το </w:t>
      </w:r>
      <w:r w:rsidR="00010982">
        <w:rPr>
          <w:rStyle w:val="task-class"/>
          <w:rFonts w:eastAsiaTheme="majorEastAsia"/>
        </w:rPr>
        <w:t>block</w:t>
      </w:r>
      <w:r w:rsidR="00010982" w:rsidRPr="00010982">
        <w:rPr>
          <w:rStyle w:val="task-class"/>
          <w:rFonts w:eastAsiaTheme="majorEastAsia"/>
          <w:lang w:val="el-GR"/>
        </w:rPr>
        <w:t xml:space="preserve">. </w:t>
      </w:r>
      <w:r w:rsidR="00010982">
        <w:rPr>
          <w:rStyle w:val="task-class"/>
          <w:rFonts w:eastAsiaTheme="majorEastAsia"/>
          <w:lang w:val="el-GR"/>
        </w:rPr>
        <w:t xml:space="preserve">Οι χρήστες </w:t>
      </w:r>
      <w:r w:rsidR="00010982">
        <w:rPr>
          <w:rStyle w:val="task-class"/>
          <w:rFonts w:eastAsiaTheme="majorEastAsia"/>
        </w:rPr>
        <w:t>admin</w:t>
      </w:r>
      <w:r w:rsidR="00010982" w:rsidRPr="00010982">
        <w:rPr>
          <w:rStyle w:val="task-class"/>
          <w:rFonts w:eastAsiaTheme="majorEastAsia"/>
          <w:lang w:val="el-GR"/>
        </w:rPr>
        <w:t>/</w:t>
      </w:r>
      <w:r w:rsidR="00010982">
        <w:rPr>
          <w:rStyle w:val="task-class"/>
          <w:rFonts w:eastAsiaTheme="majorEastAsia"/>
        </w:rPr>
        <w:t>teacher</w:t>
      </w:r>
      <w:r w:rsidR="00010982" w:rsidRPr="00010982">
        <w:rPr>
          <w:rStyle w:val="task-class"/>
          <w:rFonts w:eastAsiaTheme="majorEastAsia"/>
          <w:lang w:val="el-GR"/>
        </w:rPr>
        <w:t xml:space="preserve"> </w:t>
      </w:r>
      <w:r w:rsidR="00010982">
        <w:rPr>
          <w:rStyle w:val="task-class"/>
          <w:rFonts w:eastAsiaTheme="majorEastAsia"/>
          <w:lang w:val="el-GR"/>
        </w:rPr>
        <w:t>έχουν την δυνατότητα να επιλέ</w:t>
      </w:r>
      <w:r w:rsidR="00643354">
        <w:rPr>
          <w:rStyle w:val="task-class"/>
          <w:rFonts w:eastAsiaTheme="majorEastAsia"/>
          <w:lang w:val="el-GR"/>
        </w:rPr>
        <w:t>ξουν το κουμπί ‘</w:t>
      </w:r>
      <w:r w:rsidR="00643354">
        <w:rPr>
          <w:rStyle w:val="task-class"/>
          <w:rFonts w:eastAsiaTheme="majorEastAsia"/>
        </w:rPr>
        <w:t>Statistics</w:t>
      </w:r>
      <w:r w:rsidR="00643354" w:rsidRPr="00643354">
        <w:rPr>
          <w:rStyle w:val="task-class"/>
          <w:rFonts w:eastAsiaTheme="majorEastAsia"/>
          <w:lang w:val="el-GR"/>
        </w:rPr>
        <w:t xml:space="preserve">’ </w:t>
      </w:r>
      <w:r w:rsidR="00643354">
        <w:rPr>
          <w:rStyle w:val="task-class"/>
          <w:rFonts w:eastAsiaTheme="majorEastAsia"/>
          <w:lang w:val="el-GR"/>
        </w:rPr>
        <w:t xml:space="preserve">και να δουν το </w:t>
      </w:r>
      <w:r w:rsidR="00643354">
        <w:rPr>
          <w:rStyle w:val="task-class"/>
          <w:rFonts w:eastAsiaTheme="majorEastAsia"/>
        </w:rPr>
        <w:t>content</w:t>
      </w:r>
      <w:r w:rsidR="00643354">
        <w:rPr>
          <w:rStyle w:val="task-class"/>
          <w:rFonts w:eastAsiaTheme="majorEastAsia"/>
          <w:lang w:val="el-GR"/>
        </w:rPr>
        <w:t>.</w:t>
      </w:r>
    </w:p>
    <w:p w14:paraId="143077D3" w14:textId="0AF34CE7" w:rsidR="00643354" w:rsidRPr="00643354" w:rsidRDefault="00643354" w:rsidP="00635EB3">
      <w:pPr>
        <w:pStyle w:val="bullet"/>
        <w:numPr>
          <w:ilvl w:val="0"/>
          <w:numId w:val="14"/>
        </w:numPr>
        <w:rPr>
          <w:rStyle w:val="task-class"/>
          <w:rFonts w:eastAsiaTheme="majorEastAsia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Κουμπί</w:t>
      </w:r>
      <w:r w:rsidRPr="00643354">
        <w:rPr>
          <w:lang w:eastAsia="el-GR"/>
        </w:rPr>
        <w:t xml:space="preserve"> </w:t>
      </w:r>
      <w:r w:rsidRPr="00643354">
        <w:rPr>
          <w:rStyle w:val="task-class"/>
          <w:rFonts w:eastAsiaTheme="majorEastAsia"/>
        </w:rPr>
        <w:t>‘</w:t>
      </w:r>
      <w:r>
        <w:rPr>
          <w:rStyle w:val="task-class"/>
          <w:rFonts w:eastAsiaTheme="majorEastAsia"/>
        </w:rPr>
        <w:t>Statistics</w:t>
      </w:r>
      <w:r w:rsidRPr="00643354">
        <w:rPr>
          <w:rStyle w:val="task-class"/>
          <w:rFonts w:eastAsiaTheme="majorEastAsia"/>
        </w:rPr>
        <w:t>’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Είσοδος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content</w:t>
      </w:r>
      <w:r w:rsidRPr="00643354">
        <w:rPr>
          <w:lang w:eastAsia="el-GR"/>
        </w:rPr>
        <w:t>.</w:t>
      </w:r>
    </w:p>
    <w:p w14:paraId="06F13F09" w14:textId="2080C79B" w:rsidR="00A9460B" w:rsidRDefault="00643354" w:rsidP="00635EB3">
      <w:pPr>
        <w:pStyle w:val="bullet"/>
        <w:numPr>
          <w:ilvl w:val="0"/>
          <w:numId w:val="13"/>
        </w:numPr>
        <w:rPr>
          <w:rStyle w:val="task-class"/>
          <w:rFonts w:eastAsiaTheme="majorEastAsia"/>
        </w:rPr>
      </w:pPr>
      <w:r w:rsidRPr="00643354">
        <w:rPr>
          <w:rStyle w:val="task-class"/>
          <w:rFonts w:eastAsiaTheme="majorEastAsia"/>
        </w:rPr>
        <w:t>/blocks/</w:t>
      </w:r>
      <w:proofErr w:type="spellStart"/>
      <w:r w:rsidRPr="00643354">
        <w:rPr>
          <w:rStyle w:val="task-class"/>
          <w:rFonts w:eastAsiaTheme="majorEastAsia"/>
        </w:rPr>
        <w:t>course_statistics</w:t>
      </w:r>
      <w:proofErr w:type="spellEnd"/>
      <w:r w:rsidRPr="00643354">
        <w:rPr>
          <w:rStyle w:val="task-class"/>
          <w:rFonts w:eastAsiaTheme="majorEastAsia"/>
        </w:rPr>
        <w:t>/pages/admin/</w:t>
      </w:r>
      <w:proofErr w:type="spellStart"/>
      <w:r w:rsidRPr="00643354">
        <w:rPr>
          <w:rStyle w:val="task-class"/>
          <w:rFonts w:eastAsiaTheme="majorEastAsia"/>
        </w:rPr>
        <w:t>generalmeasures</w:t>
      </w:r>
      <w:proofErr w:type="spellEnd"/>
      <w:r w:rsidRPr="00643354">
        <w:rPr>
          <w:rStyle w:val="task-class"/>
          <w:rFonts w:eastAsiaTheme="majorEastAsia"/>
        </w:rPr>
        <w:t>/</w:t>
      </w:r>
      <w:proofErr w:type="spellStart"/>
      <w:r w:rsidRPr="00643354">
        <w:rPr>
          <w:rStyle w:val="task-class"/>
          <w:rFonts w:eastAsiaTheme="majorEastAsia"/>
        </w:rPr>
        <w:t>index.php</w:t>
      </w:r>
      <w:proofErr w:type="spellEnd"/>
      <w:r w:rsidR="00A9460B" w:rsidRPr="00A9460B">
        <w:rPr>
          <w:rStyle w:val="task-class"/>
          <w:rFonts w:eastAsiaTheme="majorEastAsia"/>
        </w:rPr>
        <w:t>:</w:t>
      </w:r>
    </w:p>
    <w:p w14:paraId="3C00E397" w14:textId="77777777" w:rsidR="002037B4" w:rsidRDefault="00643354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 xml:space="preserve">Το πρώτο </w:t>
      </w:r>
      <w:r>
        <w:rPr>
          <w:rStyle w:val="task-class"/>
          <w:rFonts w:eastAsiaTheme="majorEastAsia"/>
        </w:rPr>
        <w:t>view</w:t>
      </w:r>
      <w:r w:rsidRPr="0064335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του </w:t>
      </w:r>
      <w:r>
        <w:rPr>
          <w:rStyle w:val="task-class"/>
          <w:rFonts w:eastAsiaTheme="majorEastAsia"/>
        </w:rPr>
        <w:t>content</w:t>
      </w:r>
      <w:r w:rsidRPr="0064335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που βλέπουν οι χρήστες.</w:t>
      </w:r>
    </w:p>
    <w:p w14:paraId="269481EB" w14:textId="064FD93D" w:rsidR="002037B4" w:rsidRDefault="002037B4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 xml:space="preserve">Εμφανίζει </w:t>
      </w:r>
      <w:r w:rsidRPr="007F006B">
        <w:rPr>
          <w:rStyle w:val="task-class"/>
          <w:rFonts w:eastAsiaTheme="majorEastAsia"/>
          <w:b/>
          <w:bCs/>
          <w:lang w:val="el-GR"/>
        </w:rPr>
        <w:t>συνολικά στατιστικά των μαθημάτων</w:t>
      </w:r>
      <w:r>
        <w:rPr>
          <w:rStyle w:val="task-class"/>
          <w:rFonts w:eastAsiaTheme="majorEastAsia"/>
          <w:lang w:val="el-GR"/>
        </w:rPr>
        <w:t xml:space="preserve"> </w:t>
      </w:r>
      <w:r w:rsidR="007F006B" w:rsidRPr="007F006B">
        <w:rPr>
          <w:rStyle w:val="task-class"/>
          <w:rFonts w:eastAsiaTheme="majorEastAsia"/>
          <w:lang w:val="el-GR"/>
        </w:rPr>
        <w:t xml:space="preserve">, </w:t>
      </w:r>
      <w:r>
        <w:rPr>
          <w:rStyle w:val="task-class"/>
          <w:rFonts w:eastAsiaTheme="majorEastAsia"/>
          <w:lang w:val="el-GR"/>
        </w:rPr>
        <w:t>σε μετρήσεις όπως :</w:t>
      </w:r>
    </w:p>
    <w:p w14:paraId="2E127E00" w14:textId="027DB812" w:rsidR="00635EB3" w:rsidRPr="00635EB3" w:rsidRDefault="00635EB3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 w:rsidRPr="00F77AAE">
        <w:rPr>
          <w:rStyle w:val="task-class"/>
          <w:rFonts w:eastAsiaTheme="majorEastAsia"/>
          <w:b/>
          <w:bCs/>
        </w:rPr>
        <w:t>Course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635EB3">
        <w:rPr>
          <w:rStyle w:val="task-class"/>
          <w:rFonts w:eastAsiaTheme="majorEastAsia"/>
          <w:lang w:val="el-GR"/>
        </w:rPr>
        <w:t xml:space="preserve">-&gt; </w:t>
      </w:r>
      <w:r>
        <w:rPr>
          <w:rStyle w:val="task-class"/>
          <w:rFonts w:eastAsiaTheme="majorEastAsia"/>
          <w:lang w:val="el-GR"/>
        </w:rPr>
        <w:t>τίτλος του μαθήματος (</w:t>
      </w:r>
      <w:r>
        <w:rPr>
          <w:rStyle w:val="task-class"/>
          <w:rFonts w:eastAsiaTheme="majorEastAsia"/>
        </w:rPr>
        <w:t>link</w:t>
      </w:r>
      <w:r>
        <w:rPr>
          <w:rStyle w:val="task-class"/>
          <w:rFonts w:eastAsiaTheme="majorEastAsia"/>
          <w:lang w:val="el-GR"/>
        </w:rPr>
        <w:t xml:space="preserve"> που μεταφέρει των χρήστη να δει στατιστικά των μαθητών στο συγκεκριμένο μάθημα)</w:t>
      </w:r>
    </w:p>
    <w:p w14:paraId="40AC4FD8" w14:textId="12209F5E" w:rsidR="002037B4" w:rsidRDefault="002037B4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Sessions</w:t>
      </w:r>
      <w:r w:rsidRPr="002037B4">
        <w:rPr>
          <w:rStyle w:val="task-class"/>
          <w:rFonts w:eastAsiaTheme="majorEastAsia"/>
          <w:lang w:val="el-GR"/>
        </w:rPr>
        <w:t xml:space="preserve"> -&gt; </w:t>
      </w:r>
      <w:r>
        <w:rPr>
          <w:rStyle w:val="task-class"/>
          <w:rFonts w:eastAsiaTheme="majorEastAsia"/>
          <w:lang w:val="el-GR"/>
        </w:rPr>
        <w:t xml:space="preserve">τα συνολικά </w:t>
      </w:r>
      <w:r>
        <w:rPr>
          <w:rStyle w:val="task-class"/>
          <w:rFonts w:eastAsiaTheme="majorEastAsia"/>
        </w:rPr>
        <w:t>sessions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των </w:t>
      </w:r>
      <w:proofErr w:type="gramStart"/>
      <w:r>
        <w:rPr>
          <w:rStyle w:val="task-class"/>
          <w:rFonts w:eastAsiaTheme="majorEastAsia"/>
          <w:lang w:val="el-GR"/>
        </w:rPr>
        <w:t xml:space="preserve">εγγεγραμμένων </w:t>
      </w:r>
      <w:r w:rsidR="0064335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χρηστών</w:t>
      </w:r>
      <w:proofErr w:type="gramEnd"/>
      <w:r w:rsidR="00635EB3">
        <w:rPr>
          <w:rStyle w:val="task-class"/>
          <w:rFonts w:eastAsiaTheme="majorEastAsia"/>
          <w:lang w:val="el-GR"/>
        </w:rPr>
        <w:t xml:space="preserve"> (μαθητών)</w:t>
      </w:r>
      <w:r>
        <w:rPr>
          <w:rStyle w:val="task-class"/>
          <w:rFonts w:eastAsiaTheme="majorEastAsia"/>
          <w:lang w:val="el-GR"/>
        </w:rPr>
        <w:t xml:space="preserve"> στο κάθε μάθημα</w:t>
      </w:r>
      <w:r w:rsidR="00635EB3">
        <w:rPr>
          <w:rStyle w:val="task-class"/>
          <w:rFonts w:eastAsiaTheme="majorEastAsia"/>
          <w:lang w:val="el-GR"/>
        </w:rPr>
        <w:t>.</w:t>
      </w:r>
    </w:p>
    <w:p w14:paraId="4C19C85E" w14:textId="52ED924D" w:rsidR="002037B4" w:rsidRDefault="002037B4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 w:rsidRPr="00F77AAE">
        <w:rPr>
          <w:rStyle w:val="task-class"/>
          <w:rFonts w:eastAsiaTheme="majorEastAsia"/>
          <w:b/>
          <w:bCs/>
          <w:lang w:val="el-GR"/>
        </w:rPr>
        <w:t>Α</w:t>
      </w:r>
      <w:proofErr w:type="spellStart"/>
      <w:r w:rsidRPr="00F77AAE">
        <w:rPr>
          <w:rStyle w:val="task-class"/>
          <w:rFonts w:eastAsiaTheme="majorEastAsia"/>
          <w:b/>
          <w:bCs/>
        </w:rPr>
        <w:t>verage</w:t>
      </w:r>
      <w:proofErr w:type="spellEnd"/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time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per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session</w:t>
      </w:r>
      <w:r w:rsidRPr="002037B4">
        <w:rPr>
          <w:rStyle w:val="task-class"/>
          <w:rFonts w:eastAsiaTheme="majorEastAsia"/>
          <w:lang w:val="el-GR"/>
        </w:rPr>
        <w:t xml:space="preserve"> -&gt; </w:t>
      </w:r>
      <w:r>
        <w:rPr>
          <w:rStyle w:val="task-class"/>
          <w:rFonts w:eastAsiaTheme="majorEastAsia"/>
          <w:lang w:val="el-GR"/>
        </w:rPr>
        <w:t>ο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μέσος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όρος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χρόνου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των χρηστών</w:t>
      </w:r>
      <w:r w:rsidR="00635EB3">
        <w:rPr>
          <w:rStyle w:val="task-class"/>
          <w:rFonts w:eastAsiaTheme="majorEastAsia"/>
          <w:lang w:val="el-GR"/>
        </w:rPr>
        <w:t xml:space="preserve"> (μαθητών) </w:t>
      </w:r>
      <w:r>
        <w:rPr>
          <w:rStyle w:val="task-class"/>
          <w:rFonts w:eastAsiaTheme="majorEastAsia"/>
          <w:lang w:val="el-GR"/>
        </w:rPr>
        <w:t xml:space="preserve"> για κάθε </w:t>
      </w:r>
      <w:r>
        <w:rPr>
          <w:rStyle w:val="task-class"/>
          <w:rFonts w:eastAsiaTheme="majorEastAsia"/>
        </w:rPr>
        <w:t>session</w:t>
      </w:r>
      <w:r w:rsidRPr="002037B4">
        <w:rPr>
          <w:rStyle w:val="task-class"/>
          <w:rFonts w:eastAsiaTheme="majorEastAsia"/>
          <w:lang w:val="el-GR"/>
        </w:rPr>
        <w:t>.</w:t>
      </w:r>
    </w:p>
    <w:p w14:paraId="0F1242E4" w14:textId="025BE71B" w:rsidR="002037B4" w:rsidRDefault="002037B4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 w:rsidRPr="00F77AAE">
        <w:rPr>
          <w:rStyle w:val="task-class"/>
          <w:rFonts w:eastAsiaTheme="majorEastAsia"/>
          <w:b/>
          <w:bCs/>
        </w:rPr>
        <w:t>Total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time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in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the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subject</w:t>
      </w:r>
      <w:r w:rsidRPr="002037B4">
        <w:rPr>
          <w:rStyle w:val="task-class"/>
          <w:rFonts w:eastAsiaTheme="majorEastAsia"/>
          <w:lang w:val="el-GR"/>
        </w:rPr>
        <w:t xml:space="preserve"> -</w:t>
      </w:r>
      <w:proofErr w:type="gramStart"/>
      <w:r w:rsidRPr="002037B4">
        <w:rPr>
          <w:rStyle w:val="task-class"/>
          <w:rFonts w:eastAsiaTheme="majorEastAsia"/>
          <w:lang w:val="el-GR"/>
        </w:rPr>
        <w:t xml:space="preserve">&gt;  </w:t>
      </w:r>
      <w:r>
        <w:rPr>
          <w:rStyle w:val="task-class"/>
          <w:rFonts w:eastAsiaTheme="majorEastAsia"/>
          <w:lang w:val="el-GR"/>
        </w:rPr>
        <w:t>Ο</w:t>
      </w:r>
      <w:proofErr w:type="gramEnd"/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συνολικός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χρόνος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όλων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των χρηστών</w:t>
      </w:r>
      <w:r w:rsidR="00635EB3">
        <w:rPr>
          <w:rStyle w:val="task-class"/>
          <w:rFonts w:eastAsiaTheme="majorEastAsia"/>
          <w:lang w:val="el-GR"/>
        </w:rPr>
        <w:t xml:space="preserve"> (μαθητών) </w:t>
      </w:r>
      <w:r>
        <w:rPr>
          <w:rStyle w:val="task-class"/>
          <w:rFonts w:eastAsiaTheme="majorEastAsia"/>
          <w:lang w:val="el-GR"/>
        </w:rPr>
        <w:t xml:space="preserve"> στα </w:t>
      </w:r>
      <w:r w:rsidR="00635EB3">
        <w:rPr>
          <w:rStyle w:val="task-class"/>
          <w:rFonts w:eastAsiaTheme="majorEastAsia"/>
          <w:lang w:val="el-GR"/>
        </w:rPr>
        <w:t>μαθήματα</w:t>
      </w:r>
    </w:p>
    <w:p w14:paraId="76AA5416" w14:textId="7BA76842" w:rsidR="002037B4" w:rsidRDefault="002037B4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 w:rsidRPr="00F77AAE">
        <w:rPr>
          <w:rStyle w:val="task-class"/>
          <w:rFonts w:eastAsiaTheme="majorEastAsia"/>
          <w:b/>
          <w:bCs/>
        </w:rPr>
        <w:t>Number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of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actions</w:t>
      </w:r>
      <w:r w:rsidRPr="00635EB3">
        <w:rPr>
          <w:rStyle w:val="task-class"/>
          <w:rFonts w:eastAsiaTheme="majorEastAsia"/>
          <w:lang w:val="el-GR"/>
        </w:rPr>
        <w:t xml:space="preserve"> -&gt;</w:t>
      </w:r>
      <w:r w:rsidR="00635EB3" w:rsidRPr="00635EB3">
        <w:rPr>
          <w:rStyle w:val="task-class"/>
          <w:rFonts w:eastAsiaTheme="majorEastAsia"/>
          <w:lang w:val="el-GR"/>
        </w:rPr>
        <w:t xml:space="preserve"> </w:t>
      </w:r>
      <w:r w:rsidR="00635EB3">
        <w:rPr>
          <w:rStyle w:val="task-class"/>
          <w:rFonts w:eastAsiaTheme="majorEastAsia"/>
          <w:lang w:val="el-GR"/>
        </w:rPr>
        <w:t>Το</w:t>
      </w:r>
      <w:r w:rsidR="00635EB3" w:rsidRPr="00635EB3">
        <w:rPr>
          <w:rStyle w:val="task-class"/>
          <w:rFonts w:eastAsiaTheme="majorEastAsia"/>
          <w:lang w:val="el-GR"/>
        </w:rPr>
        <w:t xml:space="preserve"> </w:t>
      </w:r>
      <w:r w:rsidR="00635EB3">
        <w:rPr>
          <w:rStyle w:val="task-class"/>
          <w:rFonts w:eastAsiaTheme="majorEastAsia"/>
          <w:lang w:val="el-GR"/>
        </w:rPr>
        <w:t>σύνολο</w:t>
      </w:r>
      <w:r w:rsidR="00635EB3" w:rsidRPr="00635EB3">
        <w:rPr>
          <w:rStyle w:val="task-class"/>
          <w:rFonts w:eastAsiaTheme="majorEastAsia"/>
          <w:lang w:val="el-GR"/>
        </w:rPr>
        <w:t xml:space="preserve"> </w:t>
      </w:r>
      <w:r w:rsidR="00635EB3">
        <w:rPr>
          <w:rStyle w:val="task-class"/>
          <w:rFonts w:eastAsiaTheme="majorEastAsia"/>
          <w:lang w:val="el-GR"/>
        </w:rPr>
        <w:t>των</w:t>
      </w:r>
      <w:r w:rsidR="00635EB3" w:rsidRPr="00635EB3">
        <w:rPr>
          <w:rStyle w:val="task-class"/>
          <w:rFonts w:eastAsiaTheme="majorEastAsia"/>
          <w:lang w:val="el-GR"/>
        </w:rPr>
        <w:t xml:space="preserve"> </w:t>
      </w:r>
      <w:r w:rsidR="00635EB3">
        <w:rPr>
          <w:rStyle w:val="task-class"/>
          <w:rFonts w:eastAsiaTheme="majorEastAsia"/>
          <w:lang w:val="el-GR"/>
        </w:rPr>
        <w:t>ενεργειών των χρηστών (</w:t>
      </w:r>
      <w:proofErr w:type="gramStart"/>
      <w:r w:rsidR="00635EB3">
        <w:rPr>
          <w:rStyle w:val="task-class"/>
          <w:rFonts w:eastAsiaTheme="majorEastAsia"/>
          <w:lang w:val="el-GR"/>
        </w:rPr>
        <w:t>μαθητών)  στα</w:t>
      </w:r>
      <w:proofErr w:type="gramEnd"/>
      <w:r w:rsidR="00635EB3">
        <w:rPr>
          <w:rStyle w:val="task-class"/>
          <w:rFonts w:eastAsiaTheme="majorEastAsia"/>
          <w:lang w:val="el-GR"/>
        </w:rPr>
        <w:t xml:space="preserve"> μαθήματα.</w:t>
      </w:r>
    </w:p>
    <w:p w14:paraId="4E238BCE" w14:textId="0A4E675D" w:rsidR="00635EB3" w:rsidRPr="00635EB3" w:rsidRDefault="00635EB3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 w:rsidRPr="00F77AAE">
        <w:rPr>
          <w:rStyle w:val="task-class"/>
          <w:rFonts w:eastAsiaTheme="majorEastAsia"/>
          <w:b/>
          <w:bCs/>
        </w:rPr>
        <w:t>Average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number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of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actions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pers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session</w:t>
      </w:r>
      <w:r w:rsidRPr="00635EB3">
        <w:rPr>
          <w:rStyle w:val="task-class"/>
          <w:rFonts w:eastAsiaTheme="majorEastAsia"/>
          <w:lang w:val="el-GR"/>
        </w:rPr>
        <w:t xml:space="preserve"> -&gt; </w:t>
      </w:r>
      <w:r>
        <w:rPr>
          <w:rStyle w:val="task-class"/>
          <w:rFonts w:eastAsiaTheme="majorEastAsia"/>
          <w:lang w:val="el-GR"/>
        </w:rPr>
        <w:t>ο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μέσος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όρος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ενεργειών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των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χρηστών(μαθητών) στα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μαθήματα,</w:t>
      </w:r>
    </w:p>
    <w:p w14:paraId="1D34213D" w14:textId="77777777" w:rsidR="002037B4" w:rsidRPr="00635EB3" w:rsidRDefault="002037B4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</w:p>
    <w:p w14:paraId="6E6C423D" w14:textId="2D7FDC53" w:rsidR="00643354" w:rsidRDefault="00643354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Αποτελείται από τρείς περιοχές</w:t>
      </w:r>
      <w:r w:rsidRPr="00643354">
        <w:rPr>
          <w:rStyle w:val="task-class"/>
          <w:rFonts w:eastAsiaTheme="majorEastAsia"/>
          <w:lang w:val="el-GR"/>
        </w:rPr>
        <w:t xml:space="preserve"> (</w:t>
      </w:r>
      <w:r>
        <w:rPr>
          <w:rStyle w:val="task-class"/>
          <w:rFonts w:eastAsiaTheme="majorEastAsia"/>
        </w:rPr>
        <w:t>areas</w:t>
      </w:r>
      <w:r w:rsidRPr="00643354">
        <w:rPr>
          <w:rStyle w:val="task-class"/>
          <w:rFonts w:eastAsiaTheme="majorEastAsia"/>
          <w:lang w:val="el-GR"/>
        </w:rPr>
        <w:t>)</w:t>
      </w:r>
      <w:r>
        <w:rPr>
          <w:rStyle w:val="task-class"/>
          <w:rFonts w:eastAsiaTheme="majorEastAsia"/>
          <w:lang w:val="el-GR"/>
        </w:rPr>
        <w:t>.</w:t>
      </w:r>
    </w:p>
    <w:p w14:paraId="013585F2" w14:textId="56437777" w:rsidR="00643354" w:rsidRPr="00643354" w:rsidRDefault="00643354" w:rsidP="0064335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Η πρώτη περιοχή (</w:t>
      </w:r>
      <w:r>
        <w:rPr>
          <w:rStyle w:val="task-class"/>
          <w:rFonts w:eastAsiaTheme="majorEastAsia"/>
        </w:rPr>
        <w:t>area</w:t>
      </w:r>
      <w:r>
        <w:rPr>
          <w:rStyle w:val="task-class"/>
          <w:rFonts w:eastAsiaTheme="majorEastAsia"/>
          <w:lang w:val="el-GR"/>
        </w:rPr>
        <w:t>)</w:t>
      </w:r>
      <w:r w:rsidRPr="0064335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είναι η πλοήγηση (</w:t>
      </w:r>
      <w:r>
        <w:rPr>
          <w:rStyle w:val="task-class"/>
          <w:rFonts w:eastAsiaTheme="majorEastAsia"/>
        </w:rPr>
        <w:t>navigation</w:t>
      </w:r>
      <w:r>
        <w:rPr>
          <w:rStyle w:val="task-class"/>
          <w:rFonts w:eastAsiaTheme="majorEastAsia"/>
          <w:lang w:val="el-GR"/>
        </w:rPr>
        <w:t>)</w:t>
      </w:r>
    </w:p>
    <w:p w14:paraId="700BE5DA" w14:textId="686478EC" w:rsidR="00A9460B" w:rsidRPr="00643354" w:rsidRDefault="00A9460B" w:rsidP="00635EB3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 w:rsidR="00643354">
        <w:rPr>
          <w:lang w:val="el-GR" w:eastAsia="el-GR"/>
        </w:rPr>
        <w:t>Σύνδεσμος</w:t>
      </w:r>
      <w:r w:rsidR="00643354" w:rsidRPr="00643354">
        <w:rPr>
          <w:lang w:eastAsia="el-GR"/>
        </w:rPr>
        <w:t xml:space="preserve"> (</w:t>
      </w:r>
      <w:r w:rsidR="00643354">
        <w:rPr>
          <w:lang w:eastAsia="el-GR"/>
        </w:rPr>
        <w:t>link</w:t>
      </w:r>
      <w:r w:rsidR="00643354" w:rsidRPr="00643354">
        <w:rPr>
          <w:lang w:eastAsia="el-GR"/>
        </w:rPr>
        <w:t>)</w:t>
      </w:r>
      <w:r w:rsidRPr="00643354">
        <w:rPr>
          <w:lang w:eastAsia="el-GR"/>
        </w:rPr>
        <w:t xml:space="preserve"> </w:t>
      </w:r>
      <w:r w:rsidR="00643354" w:rsidRPr="007F006B">
        <w:rPr>
          <w:b/>
          <w:bCs/>
          <w:lang w:eastAsia="el-GR"/>
        </w:rPr>
        <w:t>General measures</w:t>
      </w:r>
      <w:r w:rsidRPr="00643354">
        <w:rPr>
          <w:lang w:eastAsia="el-GR"/>
        </w:rPr>
        <w:t xml:space="preserve"> -&gt;</w:t>
      </w:r>
      <w:r w:rsidR="00643354" w:rsidRPr="00643354">
        <w:rPr>
          <w:lang w:eastAsia="el-GR"/>
        </w:rPr>
        <w:t xml:space="preserve"> </w:t>
      </w:r>
      <w:r w:rsidR="00643354">
        <w:rPr>
          <w:lang w:val="el-GR" w:eastAsia="el-GR"/>
        </w:rPr>
        <w:t>Μεταφέρει</w:t>
      </w:r>
      <w:r w:rsidR="00643354" w:rsidRPr="00643354">
        <w:rPr>
          <w:lang w:eastAsia="el-GR"/>
        </w:rPr>
        <w:t xml:space="preserve"> </w:t>
      </w:r>
      <w:r w:rsidR="00643354">
        <w:rPr>
          <w:lang w:val="el-GR" w:eastAsia="el-GR"/>
        </w:rPr>
        <w:t>τον</w:t>
      </w:r>
      <w:r w:rsidR="00643354" w:rsidRPr="00643354">
        <w:rPr>
          <w:lang w:eastAsia="el-GR"/>
        </w:rPr>
        <w:t xml:space="preserve"> </w:t>
      </w:r>
      <w:r w:rsidR="00643354">
        <w:rPr>
          <w:lang w:val="el-GR" w:eastAsia="el-GR"/>
        </w:rPr>
        <w:t>χρήστη</w:t>
      </w:r>
      <w:r w:rsidR="00643354" w:rsidRPr="00643354">
        <w:rPr>
          <w:lang w:eastAsia="el-GR"/>
        </w:rPr>
        <w:t xml:space="preserve"> </w:t>
      </w:r>
      <w:r w:rsidR="00643354">
        <w:rPr>
          <w:lang w:val="el-GR" w:eastAsia="el-GR"/>
        </w:rPr>
        <w:t>στο</w:t>
      </w:r>
      <w:r w:rsidR="00643354" w:rsidRPr="00643354">
        <w:rPr>
          <w:lang w:eastAsia="el-GR"/>
        </w:rPr>
        <w:t xml:space="preserve"> </w:t>
      </w:r>
      <w:r w:rsidR="00643354">
        <w:rPr>
          <w:lang w:eastAsia="el-GR"/>
        </w:rPr>
        <w:t xml:space="preserve">General </w:t>
      </w:r>
      <w:proofErr w:type="gramStart"/>
      <w:r w:rsidR="00643354">
        <w:rPr>
          <w:lang w:eastAsia="el-GR"/>
        </w:rPr>
        <w:t>measures</w:t>
      </w:r>
      <w:proofErr w:type="gramEnd"/>
      <w:r w:rsidR="00643354">
        <w:rPr>
          <w:lang w:eastAsia="el-GR"/>
        </w:rPr>
        <w:t xml:space="preserve"> view</w:t>
      </w:r>
      <w:r w:rsidRPr="00643354">
        <w:rPr>
          <w:lang w:eastAsia="el-GR"/>
        </w:rPr>
        <w:t>.</w:t>
      </w:r>
    </w:p>
    <w:p w14:paraId="25F3C04E" w14:textId="54629E51" w:rsidR="00643354" w:rsidRDefault="00643354" w:rsidP="00635EB3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 w:rsidR="002037B4">
        <w:rPr>
          <w:lang w:eastAsia="el-GR"/>
        </w:rPr>
        <w:t>Measures per tool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 w:rsidR="002037B4">
        <w:rPr>
          <w:lang w:eastAsia="el-GR"/>
        </w:rPr>
        <w:t>Measures per tool</w:t>
      </w:r>
      <w:r w:rsidR="002037B4"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3250B798" w14:textId="5A9D9475" w:rsidR="00643354" w:rsidRPr="00643354" w:rsidRDefault="00643354" w:rsidP="00635EB3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lastRenderedPageBreak/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>
        <w:rPr>
          <w:lang w:eastAsia="el-GR"/>
        </w:rPr>
        <w:t>Measures for the forum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 w:rsidR="002037B4">
        <w:rPr>
          <w:lang w:eastAsia="el-GR"/>
        </w:rPr>
        <w:t>Measures for the forum</w:t>
      </w:r>
      <w:r w:rsidR="002037B4"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5DA01337" w14:textId="721532F7" w:rsidR="00643354" w:rsidRDefault="00643354" w:rsidP="00635EB3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>
        <w:rPr>
          <w:lang w:eastAsia="el-GR"/>
        </w:rPr>
        <w:t>Measures in Quizzes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in Quizzes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1E64CFFE" w14:textId="6602FF8E" w:rsidR="002037B4" w:rsidRDefault="002037B4" w:rsidP="002037B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>Η δεύτερη περιοχή (</w:t>
      </w:r>
      <w:r>
        <w:rPr>
          <w:lang w:eastAsia="el-GR"/>
        </w:rPr>
        <w:t>area</w:t>
      </w:r>
      <w:r w:rsidRPr="002037B4">
        <w:rPr>
          <w:lang w:val="el-GR" w:eastAsia="el-GR"/>
        </w:rPr>
        <w:t xml:space="preserve">) </w:t>
      </w:r>
      <w:r>
        <w:rPr>
          <w:lang w:val="el-GR" w:eastAsia="el-GR"/>
        </w:rPr>
        <w:t xml:space="preserve">είναι η φόρμα αναζήτησης </w:t>
      </w:r>
      <w:proofErr w:type="spellStart"/>
      <w:r>
        <w:rPr>
          <w:lang w:val="el-GR" w:eastAsia="el-GR"/>
        </w:rPr>
        <w:t>ανα</w:t>
      </w:r>
      <w:proofErr w:type="spellEnd"/>
      <w:r>
        <w:rPr>
          <w:lang w:val="el-GR" w:eastAsia="el-GR"/>
        </w:rPr>
        <w:t xml:space="preserve"> περιόδους.</w:t>
      </w:r>
    </w:p>
    <w:p w14:paraId="0E77BF45" w14:textId="3C3F8D06" w:rsidR="002037B4" w:rsidRDefault="002037B4" w:rsidP="00635EB3">
      <w:pPr>
        <w:pStyle w:val="bullet"/>
        <w:numPr>
          <w:ilvl w:val="1"/>
          <w:numId w:val="6"/>
        </w:numPr>
        <w:rPr>
          <w:lang w:val="el-GR" w:eastAsia="el-GR"/>
        </w:rPr>
      </w:pPr>
      <w:r>
        <w:rPr>
          <w:lang w:eastAsia="el-GR"/>
        </w:rPr>
        <w:t>Action</w:t>
      </w:r>
      <w:r w:rsidRPr="002037B4">
        <w:rPr>
          <w:lang w:val="el-GR" w:eastAsia="el-GR"/>
        </w:rPr>
        <w:t xml:space="preserve">: </w:t>
      </w:r>
      <w:r>
        <w:rPr>
          <w:lang w:val="el-GR" w:eastAsia="el-GR"/>
        </w:rPr>
        <w:t>κουμπί</w:t>
      </w:r>
      <w:r w:rsidRPr="002037B4">
        <w:rPr>
          <w:lang w:val="el-GR" w:eastAsia="el-GR"/>
        </w:rPr>
        <w:t xml:space="preserve"> (</w:t>
      </w:r>
      <w:r>
        <w:rPr>
          <w:lang w:eastAsia="el-GR"/>
        </w:rPr>
        <w:t>button</w:t>
      </w:r>
      <w:r w:rsidRPr="002037B4">
        <w:rPr>
          <w:lang w:val="el-GR" w:eastAsia="el-GR"/>
        </w:rPr>
        <w:t xml:space="preserve">) </w:t>
      </w:r>
      <w:r>
        <w:rPr>
          <w:lang w:eastAsia="el-GR"/>
        </w:rPr>
        <w:t>Search</w:t>
      </w:r>
      <w:r w:rsidRPr="002037B4">
        <w:rPr>
          <w:lang w:val="el-GR" w:eastAsia="el-GR"/>
        </w:rPr>
        <w:t xml:space="preserve"> -&gt; </w:t>
      </w:r>
      <w:r>
        <w:rPr>
          <w:lang w:val="el-GR" w:eastAsia="el-GR"/>
        </w:rPr>
        <w:t>Αναζήτηση</w:t>
      </w:r>
      <w:r w:rsidRPr="002037B4">
        <w:rPr>
          <w:lang w:val="el-GR" w:eastAsia="el-GR"/>
        </w:rPr>
        <w:t xml:space="preserve"> </w:t>
      </w:r>
      <w:r>
        <w:rPr>
          <w:lang w:val="el-GR" w:eastAsia="el-GR"/>
        </w:rPr>
        <w:t>στατιστικών με βάση τις επιλεγμένες ημερομηνίες (περίοδο)</w:t>
      </w:r>
    </w:p>
    <w:p w14:paraId="1DBB035B" w14:textId="7D6B15AD" w:rsidR="002037B4" w:rsidRDefault="002037B4" w:rsidP="00635EB3">
      <w:pPr>
        <w:pStyle w:val="bullet"/>
        <w:numPr>
          <w:ilvl w:val="1"/>
          <w:numId w:val="6"/>
        </w:numPr>
        <w:rPr>
          <w:lang w:val="el-GR" w:eastAsia="el-GR"/>
        </w:rPr>
      </w:pPr>
      <w:r>
        <w:rPr>
          <w:lang w:eastAsia="el-GR"/>
        </w:rPr>
        <w:t>Action</w:t>
      </w:r>
      <w:r w:rsidRPr="002037B4">
        <w:rPr>
          <w:lang w:val="el-GR" w:eastAsia="el-GR"/>
        </w:rPr>
        <w:t xml:space="preserve">: </w:t>
      </w:r>
      <w:r>
        <w:rPr>
          <w:lang w:val="el-GR" w:eastAsia="el-GR"/>
        </w:rPr>
        <w:t>κουμπί</w:t>
      </w:r>
      <w:r w:rsidRPr="002037B4">
        <w:rPr>
          <w:lang w:val="el-GR" w:eastAsia="el-GR"/>
        </w:rPr>
        <w:t xml:space="preserve"> (</w:t>
      </w:r>
      <w:r>
        <w:rPr>
          <w:lang w:eastAsia="el-GR"/>
        </w:rPr>
        <w:t>button</w:t>
      </w:r>
      <w:r w:rsidRPr="002037B4">
        <w:rPr>
          <w:lang w:val="el-GR" w:eastAsia="el-GR"/>
        </w:rPr>
        <w:t xml:space="preserve">) </w:t>
      </w:r>
      <w:r>
        <w:rPr>
          <w:lang w:eastAsia="el-GR"/>
        </w:rPr>
        <w:t>Cancel</w:t>
      </w:r>
      <w:r w:rsidRPr="002037B4">
        <w:rPr>
          <w:lang w:val="el-GR" w:eastAsia="el-GR"/>
        </w:rPr>
        <w:t xml:space="preserve"> -&gt; </w:t>
      </w:r>
      <w:r>
        <w:rPr>
          <w:lang w:val="el-GR" w:eastAsia="el-GR"/>
        </w:rPr>
        <w:t>Ακύρωση</w:t>
      </w:r>
      <w:r w:rsidRPr="002037B4">
        <w:rPr>
          <w:lang w:val="el-GR" w:eastAsia="el-GR"/>
        </w:rPr>
        <w:t xml:space="preserve"> </w:t>
      </w:r>
      <w:r>
        <w:rPr>
          <w:lang w:val="el-GR" w:eastAsia="el-GR"/>
        </w:rPr>
        <w:t>αναζήτησης.</w:t>
      </w:r>
    </w:p>
    <w:p w14:paraId="6F299ABE" w14:textId="3367E96F" w:rsidR="002037B4" w:rsidRDefault="002037B4" w:rsidP="002037B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>Η Τρίτη περιοχή είναι ο πίνακας των στατιστικών.</w:t>
      </w:r>
    </w:p>
    <w:p w14:paraId="5C847235" w14:textId="35137216" w:rsidR="00F77AAE" w:rsidRDefault="00F77AAE" w:rsidP="002037B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 xml:space="preserve">Ο τίτλος του μαθήματος σε κάθε γραμμή του πίνακα είναι σύνδεσμος που οδηγεί πάλι στο ίδιο </w:t>
      </w:r>
      <w:r>
        <w:rPr>
          <w:lang w:eastAsia="el-GR"/>
        </w:rPr>
        <w:t>view</w:t>
      </w:r>
      <w:r w:rsidRPr="00F77AAE">
        <w:rPr>
          <w:lang w:val="el-GR" w:eastAsia="el-GR"/>
        </w:rPr>
        <w:t xml:space="preserve"> </w:t>
      </w:r>
      <w:r>
        <w:rPr>
          <w:lang w:eastAsia="el-GR"/>
        </w:rPr>
        <w:t>page</w:t>
      </w:r>
      <w:r w:rsidRPr="00F77AAE">
        <w:rPr>
          <w:lang w:val="el-GR" w:eastAsia="el-GR"/>
        </w:rPr>
        <w:t xml:space="preserve"> </w:t>
      </w:r>
      <w:r>
        <w:rPr>
          <w:lang w:val="el-GR" w:eastAsia="el-GR"/>
        </w:rPr>
        <w:t xml:space="preserve">αλλά με άλλες παραμέτρους. Σε αυτό το </w:t>
      </w:r>
      <w:r>
        <w:rPr>
          <w:lang w:eastAsia="el-GR"/>
        </w:rPr>
        <w:t>view</w:t>
      </w:r>
      <w:r w:rsidRPr="00F77AAE">
        <w:rPr>
          <w:lang w:val="el-GR" w:eastAsia="el-GR"/>
        </w:rPr>
        <w:t xml:space="preserve"> </w:t>
      </w:r>
      <w:r>
        <w:rPr>
          <w:lang w:val="el-GR" w:eastAsia="el-GR"/>
        </w:rPr>
        <w:t xml:space="preserve">η τρίτη περιοχή θα δείξει το ανάλογο πίνακα δεδομένων σύμφωνα με </w:t>
      </w:r>
      <w:r w:rsidR="007F006B">
        <w:rPr>
          <w:lang w:val="el-GR" w:eastAsia="el-GR"/>
        </w:rPr>
        <w:t>τις παραμέτρους. Ο χρήστης θα δει στατιστικά για κάθε μαθητή στο μάθημα.</w:t>
      </w:r>
    </w:p>
    <w:p w14:paraId="45134003" w14:textId="53F23EE4" w:rsidR="007F006B" w:rsidRDefault="007F006B" w:rsidP="007F006B">
      <w:pPr>
        <w:pStyle w:val="bullet"/>
        <w:numPr>
          <w:ilvl w:val="0"/>
          <w:numId w:val="13"/>
        </w:numPr>
        <w:rPr>
          <w:rStyle w:val="task-class"/>
          <w:rFonts w:eastAsiaTheme="majorEastAsia"/>
        </w:rPr>
      </w:pPr>
      <w:r w:rsidRPr="007F006B">
        <w:rPr>
          <w:rStyle w:val="task-class"/>
          <w:rFonts w:eastAsiaTheme="majorEastAsia"/>
        </w:rPr>
        <w:t>/blocks/</w:t>
      </w:r>
      <w:proofErr w:type="spellStart"/>
      <w:r w:rsidRPr="007F006B">
        <w:rPr>
          <w:rStyle w:val="task-class"/>
          <w:rFonts w:eastAsiaTheme="majorEastAsia"/>
        </w:rPr>
        <w:t>course_statistics</w:t>
      </w:r>
      <w:proofErr w:type="spellEnd"/>
      <w:r w:rsidRPr="007F006B">
        <w:rPr>
          <w:rStyle w:val="task-class"/>
          <w:rFonts w:eastAsiaTheme="majorEastAsia"/>
        </w:rPr>
        <w:t>/pages/admin/</w:t>
      </w:r>
      <w:proofErr w:type="spellStart"/>
      <w:r w:rsidRPr="007F006B">
        <w:rPr>
          <w:rStyle w:val="task-class"/>
          <w:rFonts w:eastAsiaTheme="majorEastAsia"/>
        </w:rPr>
        <w:t>measurespertool</w:t>
      </w:r>
      <w:proofErr w:type="spellEnd"/>
      <w:r w:rsidRPr="007F006B">
        <w:rPr>
          <w:rStyle w:val="task-class"/>
          <w:rFonts w:eastAsiaTheme="majorEastAsia"/>
        </w:rPr>
        <w:t>/</w:t>
      </w:r>
      <w:proofErr w:type="spellStart"/>
      <w:r w:rsidRPr="007F006B">
        <w:rPr>
          <w:rStyle w:val="task-class"/>
          <w:rFonts w:eastAsiaTheme="majorEastAsia"/>
        </w:rPr>
        <w:t>index.php</w:t>
      </w:r>
      <w:proofErr w:type="spellEnd"/>
      <w:r w:rsidRPr="00A9460B">
        <w:rPr>
          <w:rStyle w:val="task-class"/>
          <w:rFonts w:eastAsiaTheme="majorEastAsia"/>
        </w:rPr>
        <w:t>:</w:t>
      </w:r>
    </w:p>
    <w:p w14:paraId="0E8B7F38" w14:textId="640E07A6" w:rsidR="007F006B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Ο δεύτερος σύνδεσμος της πλοήγησης (</w:t>
      </w:r>
      <w:r>
        <w:rPr>
          <w:rStyle w:val="task-class"/>
          <w:rFonts w:eastAsiaTheme="majorEastAsia"/>
        </w:rPr>
        <w:t>navigation</w:t>
      </w:r>
      <w:r>
        <w:rPr>
          <w:rStyle w:val="task-class"/>
          <w:rFonts w:eastAsiaTheme="majorEastAsia"/>
          <w:lang w:val="el-GR"/>
        </w:rPr>
        <w:t>).</w:t>
      </w:r>
    </w:p>
    <w:p w14:paraId="189C4FCD" w14:textId="007CE887" w:rsidR="007F006B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 xml:space="preserve">Εμφανίζει 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συνολικά στατιστικά των </w:t>
      </w:r>
      <w:r w:rsidRPr="007F006B">
        <w:rPr>
          <w:rStyle w:val="task-class"/>
          <w:rFonts w:eastAsiaTheme="majorEastAsia"/>
          <w:b/>
          <w:bCs/>
        </w:rPr>
        <w:t>activities</w:t>
      </w:r>
      <w:r w:rsidRPr="007F006B">
        <w:rPr>
          <w:rStyle w:val="task-class"/>
          <w:rFonts w:eastAsiaTheme="majorEastAsia"/>
          <w:lang w:val="el-GR"/>
        </w:rPr>
        <w:t xml:space="preserve"> , </w:t>
      </w:r>
      <w:r>
        <w:rPr>
          <w:rStyle w:val="task-class"/>
          <w:rFonts w:eastAsiaTheme="majorEastAsia"/>
          <w:lang w:val="el-GR"/>
        </w:rPr>
        <w:t>σε μετρήσεις όπως :</w:t>
      </w:r>
    </w:p>
    <w:p w14:paraId="3FAE37C0" w14:textId="44DC39C0" w:rsidR="007F006B" w:rsidRPr="00635EB3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 w:rsidRPr="00F77AAE">
        <w:rPr>
          <w:rStyle w:val="task-class"/>
          <w:rFonts w:eastAsiaTheme="majorEastAsia"/>
          <w:b/>
          <w:bCs/>
        </w:rPr>
        <w:t>Course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635EB3">
        <w:rPr>
          <w:rStyle w:val="task-class"/>
          <w:rFonts w:eastAsiaTheme="majorEastAsia"/>
          <w:lang w:val="el-GR"/>
        </w:rPr>
        <w:t xml:space="preserve">-&gt; </w:t>
      </w:r>
      <w:r>
        <w:rPr>
          <w:rStyle w:val="task-class"/>
          <w:rFonts w:eastAsiaTheme="majorEastAsia"/>
          <w:lang w:val="el-GR"/>
        </w:rPr>
        <w:t>τίτλος του μαθήματος (</w:t>
      </w:r>
      <w:r>
        <w:rPr>
          <w:rStyle w:val="task-class"/>
          <w:rFonts w:eastAsiaTheme="majorEastAsia"/>
        </w:rPr>
        <w:t>link</w:t>
      </w:r>
      <w:r>
        <w:rPr>
          <w:rStyle w:val="task-class"/>
          <w:rFonts w:eastAsiaTheme="majorEastAsia"/>
          <w:lang w:val="el-GR"/>
        </w:rPr>
        <w:t xml:space="preserve"> που μεταφέρει των χρήστη να δει στατιστικά των </w:t>
      </w:r>
      <w:r>
        <w:rPr>
          <w:rStyle w:val="task-class"/>
          <w:rFonts w:eastAsiaTheme="majorEastAsia"/>
        </w:rPr>
        <w:t>activities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στο συγκεκριμένο μάθημα)</w:t>
      </w:r>
    </w:p>
    <w:p w14:paraId="199D9725" w14:textId="61245B43" w:rsidR="007F006B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Activities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2037B4">
        <w:rPr>
          <w:rStyle w:val="task-class"/>
          <w:rFonts w:eastAsiaTheme="majorEastAsia"/>
          <w:lang w:val="el-GR"/>
        </w:rPr>
        <w:t>-&gt;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πόσα </w:t>
      </w:r>
      <w:r>
        <w:rPr>
          <w:rStyle w:val="task-class"/>
          <w:rFonts w:eastAsiaTheme="majorEastAsia"/>
        </w:rPr>
        <w:t>activities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περιέχει το μάθημα.</w:t>
      </w:r>
    </w:p>
    <w:p w14:paraId="4DBC2A7A" w14:textId="51C856C6" w:rsidR="007F006B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Total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time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dedicated</w:t>
      </w:r>
      <w:r w:rsidRPr="002037B4">
        <w:rPr>
          <w:rStyle w:val="task-class"/>
          <w:rFonts w:eastAsiaTheme="majorEastAsia"/>
          <w:lang w:val="el-GR"/>
        </w:rPr>
        <w:t xml:space="preserve"> -&gt; </w:t>
      </w:r>
      <w:r>
        <w:rPr>
          <w:rStyle w:val="task-class"/>
          <w:rFonts w:eastAsiaTheme="majorEastAsia"/>
          <w:lang w:val="el-GR"/>
        </w:rPr>
        <w:t>ο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συνολικός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χρόνος</w:t>
      </w:r>
      <w:r w:rsidRPr="002037B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των χρηστών (</w:t>
      </w:r>
      <w:proofErr w:type="gramStart"/>
      <w:r>
        <w:rPr>
          <w:rStyle w:val="task-class"/>
          <w:rFonts w:eastAsiaTheme="majorEastAsia"/>
          <w:lang w:val="el-GR"/>
        </w:rPr>
        <w:t>μαθητών)  στα</w:t>
      </w:r>
      <w:proofErr w:type="gramEnd"/>
      <w:r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</w:rPr>
        <w:t>activities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του μαθήματος</w:t>
      </w:r>
      <w:r w:rsidRPr="002037B4">
        <w:rPr>
          <w:rStyle w:val="task-class"/>
          <w:rFonts w:eastAsiaTheme="majorEastAsia"/>
          <w:lang w:val="el-GR"/>
        </w:rPr>
        <w:t>.</w:t>
      </w:r>
    </w:p>
    <w:p w14:paraId="46B66176" w14:textId="4E90184F" w:rsidR="007F006B" w:rsidRPr="007F006B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Number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of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sessions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7F006B">
        <w:rPr>
          <w:rStyle w:val="task-class"/>
          <w:rFonts w:eastAsiaTheme="majorEastAsia"/>
          <w:lang w:val="el-GR"/>
        </w:rPr>
        <w:t>-</w:t>
      </w:r>
      <w:proofErr w:type="gramStart"/>
      <w:r w:rsidRPr="007F006B">
        <w:rPr>
          <w:rStyle w:val="task-class"/>
          <w:rFonts w:eastAsiaTheme="majorEastAsia"/>
          <w:lang w:val="el-GR"/>
        </w:rPr>
        <w:t xml:space="preserve">&gt;  </w:t>
      </w:r>
      <w:r>
        <w:rPr>
          <w:rStyle w:val="task-class"/>
          <w:rFonts w:eastAsiaTheme="majorEastAsia"/>
          <w:lang w:val="el-GR"/>
        </w:rPr>
        <w:t>το</w:t>
      </w:r>
      <w:proofErr w:type="gramEnd"/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σύνολο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ενεργειών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των χρηστών (μαθητών) στα </w:t>
      </w:r>
      <w:r>
        <w:rPr>
          <w:rStyle w:val="task-class"/>
          <w:rFonts w:eastAsiaTheme="majorEastAsia"/>
        </w:rPr>
        <w:t>activities</w:t>
      </w:r>
      <w:r w:rsidRPr="007F006B">
        <w:rPr>
          <w:rStyle w:val="task-class"/>
          <w:rFonts w:eastAsiaTheme="majorEastAsia"/>
          <w:lang w:val="el-GR"/>
        </w:rPr>
        <w:t>.</w:t>
      </w:r>
    </w:p>
    <w:p w14:paraId="08AB9201" w14:textId="458BB3AE" w:rsidR="007F006B" w:rsidRPr="00635EB3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 w:rsidRPr="00F77AAE">
        <w:rPr>
          <w:rStyle w:val="task-class"/>
          <w:rFonts w:eastAsiaTheme="majorEastAsia"/>
          <w:b/>
          <w:bCs/>
        </w:rPr>
        <w:t>Average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time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in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F77AAE">
        <w:rPr>
          <w:rStyle w:val="task-class"/>
          <w:rFonts w:eastAsiaTheme="majorEastAsia"/>
          <w:b/>
          <w:bCs/>
        </w:rPr>
        <w:t>session</w:t>
      </w:r>
      <w:r w:rsidRPr="00635EB3">
        <w:rPr>
          <w:rStyle w:val="task-class"/>
          <w:rFonts w:eastAsiaTheme="majorEastAsia"/>
          <w:lang w:val="el-GR"/>
        </w:rPr>
        <w:t xml:space="preserve"> -&gt; </w:t>
      </w:r>
      <w:r>
        <w:rPr>
          <w:rStyle w:val="task-class"/>
          <w:rFonts w:eastAsiaTheme="majorEastAsia"/>
          <w:lang w:val="el-GR"/>
        </w:rPr>
        <w:t>ο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μέσος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όρος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χρόνου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των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χρηστών(</w:t>
      </w:r>
      <w:proofErr w:type="gramStart"/>
      <w:r>
        <w:rPr>
          <w:rStyle w:val="task-class"/>
          <w:rFonts w:eastAsiaTheme="majorEastAsia"/>
          <w:lang w:val="el-GR"/>
        </w:rPr>
        <w:t xml:space="preserve">μαθητών) </w:t>
      </w:r>
      <w:r w:rsidRPr="00635EB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στα</w:t>
      </w:r>
      <w:proofErr w:type="gramEnd"/>
      <w:r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</w:rPr>
        <w:t>activities</w:t>
      </w:r>
      <w:r>
        <w:rPr>
          <w:rStyle w:val="task-class"/>
          <w:rFonts w:eastAsiaTheme="majorEastAsia"/>
          <w:lang w:val="el-GR"/>
        </w:rPr>
        <w:t>,</w:t>
      </w:r>
    </w:p>
    <w:p w14:paraId="390CF11A" w14:textId="77777777" w:rsidR="007F006B" w:rsidRPr="00635EB3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</w:p>
    <w:p w14:paraId="408A49E3" w14:textId="77777777" w:rsidR="007F006B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Αποτελείται από τρείς περιοχές</w:t>
      </w:r>
      <w:r w:rsidRPr="00643354">
        <w:rPr>
          <w:rStyle w:val="task-class"/>
          <w:rFonts w:eastAsiaTheme="majorEastAsia"/>
          <w:lang w:val="el-GR"/>
        </w:rPr>
        <w:t xml:space="preserve"> (</w:t>
      </w:r>
      <w:r>
        <w:rPr>
          <w:rStyle w:val="task-class"/>
          <w:rFonts w:eastAsiaTheme="majorEastAsia"/>
        </w:rPr>
        <w:t>areas</w:t>
      </w:r>
      <w:r w:rsidRPr="00643354">
        <w:rPr>
          <w:rStyle w:val="task-class"/>
          <w:rFonts w:eastAsiaTheme="majorEastAsia"/>
          <w:lang w:val="el-GR"/>
        </w:rPr>
        <w:t>)</w:t>
      </w:r>
      <w:r>
        <w:rPr>
          <w:rStyle w:val="task-class"/>
          <w:rFonts w:eastAsiaTheme="majorEastAsia"/>
          <w:lang w:val="el-GR"/>
        </w:rPr>
        <w:t>.</w:t>
      </w:r>
    </w:p>
    <w:p w14:paraId="14416255" w14:textId="77777777" w:rsidR="007F006B" w:rsidRPr="00643354" w:rsidRDefault="007F006B" w:rsidP="007F006B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Η πρώτη περιοχή (</w:t>
      </w:r>
      <w:r>
        <w:rPr>
          <w:rStyle w:val="task-class"/>
          <w:rFonts w:eastAsiaTheme="majorEastAsia"/>
        </w:rPr>
        <w:t>area</w:t>
      </w:r>
      <w:r>
        <w:rPr>
          <w:rStyle w:val="task-class"/>
          <w:rFonts w:eastAsiaTheme="majorEastAsia"/>
          <w:lang w:val="el-GR"/>
        </w:rPr>
        <w:t>)</w:t>
      </w:r>
      <w:r w:rsidRPr="0064335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είναι η πλοήγηση (</w:t>
      </w:r>
      <w:r>
        <w:rPr>
          <w:rStyle w:val="task-class"/>
          <w:rFonts w:eastAsiaTheme="majorEastAsia"/>
        </w:rPr>
        <w:t>navigation</w:t>
      </w:r>
      <w:r>
        <w:rPr>
          <w:rStyle w:val="task-class"/>
          <w:rFonts w:eastAsiaTheme="majorEastAsia"/>
          <w:lang w:val="el-GR"/>
        </w:rPr>
        <w:t>)</w:t>
      </w:r>
    </w:p>
    <w:p w14:paraId="2B661AB1" w14:textId="77777777" w:rsidR="007F006B" w:rsidRPr="00643354" w:rsidRDefault="007F006B" w:rsidP="007F006B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>
        <w:rPr>
          <w:lang w:eastAsia="el-GR"/>
        </w:rPr>
        <w:t>General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 xml:space="preserve">General </w:t>
      </w:r>
      <w:proofErr w:type="gramStart"/>
      <w:r>
        <w:rPr>
          <w:lang w:eastAsia="el-GR"/>
        </w:rPr>
        <w:t>measures</w:t>
      </w:r>
      <w:proofErr w:type="gramEnd"/>
      <w:r>
        <w:rPr>
          <w:lang w:eastAsia="el-GR"/>
        </w:rPr>
        <w:t xml:space="preserve"> view</w:t>
      </w:r>
      <w:r w:rsidRPr="00643354">
        <w:rPr>
          <w:lang w:eastAsia="el-GR"/>
        </w:rPr>
        <w:t>.</w:t>
      </w:r>
    </w:p>
    <w:p w14:paraId="071ABA8B" w14:textId="77777777" w:rsidR="007F006B" w:rsidRDefault="007F006B" w:rsidP="007F006B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 w:rsidRPr="007F006B">
        <w:rPr>
          <w:b/>
          <w:bCs/>
          <w:lang w:eastAsia="el-GR"/>
        </w:rPr>
        <w:t>Measures per tool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per tool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2773097D" w14:textId="77777777" w:rsidR="007F006B" w:rsidRPr="00643354" w:rsidRDefault="007F006B" w:rsidP="007F006B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>
        <w:rPr>
          <w:lang w:eastAsia="el-GR"/>
        </w:rPr>
        <w:t>Measures for the forum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for the forum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033FD396" w14:textId="77777777" w:rsidR="007F006B" w:rsidRDefault="007F006B" w:rsidP="007F006B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>
        <w:rPr>
          <w:lang w:eastAsia="el-GR"/>
        </w:rPr>
        <w:t>Measures in Quizzes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in Quizzes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42A4C66F" w14:textId="77777777" w:rsidR="007F006B" w:rsidRDefault="007F006B" w:rsidP="007F006B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>Η δεύτερη περιοχή (</w:t>
      </w:r>
      <w:r>
        <w:rPr>
          <w:lang w:eastAsia="el-GR"/>
        </w:rPr>
        <w:t>area</w:t>
      </w:r>
      <w:r w:rsidRPr="002037B4">
        <w:rPr>
          <w:lang w:val="el-GR" w:eastAsia="el-GR"/>
        </w:rPr>
        <w:t xml:space="preserve">) </w:t>
      </w:r>
      <w:r>
        <w:rPr>
          <w:lang w:val="el-GR" w:eastAsia="el-GR"/>
        </w:rPr>
        <w:t xml:space="preserve">είναι η φόρμα αναζήτησης </w:t>
      </w:r>
      <w:proofErr w:type="spellStart"/>
      <w:r>
        <w:rPr>
          <w:lang w:val="el-GR" w:eastAsia="el-GR"/>
        </w:rPr>
        <w:t>ανα</w:t>
      </w:r>
      <w:proofErr w:type="spellEnd"/>
      <w:r>
        <w:rPr>
          <w:lang w:val="el-GR" w:eastAsia="el-GR"/>
        </w:rPr>
        <w:t xml:space="preserve"> περιόδους.</w:t>
      </w:r>
    </w:p>
    <w:p w14:paraId="465D58DB" w14:textId="77777777" w:rsidR="007F006B" w:rsidRDefault="007F006B" w:rsidP="007F006B">
      <w:pPr>
        <w:pStyle w:val="bullet"/>
        <w:numPr>
          <w:ilvl w:val="1"/>
          <w:numId w:val="6"/>
        </w:numPr>
        <w:rPr>
          <w:lang w:val="el-GR" w:eastAsia="el-GR"/>
        </w:rPr>
      </w:pPr>
      <w:r>
        <w:rPr>
          <w:lang w:eastAsia="el-GR"/>
        </w:rPr>
        <w:t>Action</w:t>
      </w:r>
      <w:r w:rsidRPr="002037B4">
        <w:rPr>
          <w:lang w:val="el-GR" w:eastAsia="el-GR"/>
        </w:rPr>
        <w:t xml:space="preserve">: </w:t>
      </w:r>
      <w:r>
        <w:rPr>
          <w:lang w:val="el-GR" w:eastAsia="el-GR"/>
        </w:rPr>
        <w:t>κουμπί</w:t>
      </w:r>
      <w:r w:rsidRPr="002037B4">
        <w:rPr>
          <w:lang w:val="el-GR" w:eastAsia="el-GR"/>
        </w:rPr>
        <w:t xml:space="preserve"> (</w:t>
      </w:r>
      <w:r>
        <w:rPr>
          <w:lang w:eastAsia="el-GR"/>
        </w:rPr>
        <w:t>button</w:t>
      </w:r>
      <w:r w:rsidRPr="002037B4">
        <w:rPr>
          <w:lang w:val="el-GR" w:eastAsia="el-GR"/>
        </w:rPr>
        <w:t xml:space="preserve">) </w:t>
      </w:r>
      <w:r>
        <w:rPr>
          <w:lang w:eastAsia="el-GR"/>
        </w:rPr>
        <w:t>Search</w:t>
      </w:r>
      <w:r w:rsidRPr="002037B4">
        <w:rPr>
          <w:lang w:val="el-GR" w:eastAsia="el-GR"/>
        </w:rPr>
        <w:t xml:space="preserve"> -&gt; </w:t>
      </w:r>
      <w:r>
        <w:rPr>
          <w:lang w:val="el-GR" w:eastAsia="el-GR"/>
        </w:rPr>
        <w:t>Αναζήτηση</w:t>
      </w:r>
      <w:r w:rsidRPr="002037B4">
        <w:rPr>
          <w:lang w:val="el-GR" w:eastAsia="el-GR"/>
        </w:rPr>
        <w:t xml:space="preserve"> </w:t>
      </w:r>
      <w:r>
        <w:rPr>
          <w:lang w:val="el-GR" w:eastAsia="el-GR"/>
        </w:rPr>
        <w:t>στατιστικών με βάση τις επιλεγμένες ημερομηνίες (περίοδο)</w:t>
      </w:r>
    </w:p>
    <w:p w14:paraId="0626B3D0" w14:textId="77777777" w:rsidR="007F006B" w:rsidRDefault="007F006B" w:rsidP="007F006B">
      <w:pPr>
        <w:pStyle w:val="bullet"/>
        <w:numPr>
          <w:ilvl w:val="1"/>
          <w:numId w:val="6"/>
        </w:numPr>
        <w:rPr>
          <w:lang w:val="el-GR" w:eastAsia="el-GR"/>
        </w:rPr>
      </w:pPr>
      <w:r>
        <w:rPr>
          <w:lang w:eastAsia="el-GR"/>
        </w:rPr>
        <w:t>Action</w:t>
      </w:r>
      <w:r w:rsidRPr="002037B4">
        <w:rPr>
          <w:lang w:val="el-GR" w:eastAsia="el-GR"/>
        </w:rPr>
        <w:t xml:space="preserve">: </w:t>
      </w:r>
      <w:r>
        <w:rPr>
          <w:lang w:val="el-GR" w:eastAsia="el-GR"/>
        </w:rPr>
        <w:t>κουμπί</w:t>
      </w:r>
      <w:r w:rsidRPr="002037B4">
        <w:rPr>
          <w:lang w:val="el-GR" w:eastAsia="el-GR"/>
        </w:rPr>
        <w:t xml:space="preserve"> (</w:t>
      </w:r>
      <w:r>
        <w:rPr>
          <w:lang w:eastAsia="el-GR"/>
        </w:rPr>
        <w:t>button</w:t>
      </w:r>
      <w:r w:rsidRPr="002037B4">
        <w:rPr>
          <w:lang w:val="el-GR" w:eastAsia="el-GR"/>
        </w:rPr>
        <w:t xml:space="preserve">) </w:t>
      </w:r>
      <w:r>
        <w:rPr>
          <w:lang w:eastAsia="el-GR"/>
        </w:rPr>
        <w:t>Cancel</w:t>
      </w:r>
      <w:r w:rsidRPr="002037B4">
        <w:rPr>
          <w:lang w:val="el-GR" w:eastAsia="el-GR"/>
        </w:rPr>
        <w:t xml:space="preserve"> -&gt; </w:t>
      </w:r>
      <w:r>
        <w:rPr>
          <w:lang w:val="el-GR" w:eastAsia="el-GR"/>
        </w:rPr>
        <w:t>Ακύρωση</w:t>
      </w:r>
      <w:r w:rsidRPr="002037B4">
        <w:rPr>
          <w:lang w:val="el-GR" w:eastAsia="el-GR"/>
        </w:rPr>
        <w:t xml:space="preserve"> </w:t>
      </w:r>
      <w:r>
        <w:rPr>
          <w:lang w:val="el-GR" w:eastAsia="el-GR"/>
        </w:rPr>
        <w:t>αναζήτησης.</w:t>
      </w:r>
    </w:p>
    <w:p w14:paraId="15CCD568" w14:textId="77777777" w:rsidR="007F006B" w:rsidRDefault="007F006B" w:rsidP="007F006B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lastRenderedPageBreak/>
        <w:t>Η Τρίτη περιοχή είναι ο πίνακας των στατιστικών.</w:t>
      </w:r>
    </w:p>
    <w:p w14:paraId="6E23BC03" w14:textId="46C0162E" w:rsidR="007F006B" w:rsidRPr="00F77AAE" w:rsidRDefault="007F006B" w:rsidP="007F006B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 xml:space="preserve">Ο τίτλος του μαθήματος σε κάθε γραμμή του πίνακα είναι σύνδεσμος που οδηγεί πάλι στο ίδιο </w:t>
      </w:r>
      <w:r>
        <w:rPr>
          <w:lang w:eastAsia="el-GR"/>
        </w:rPr>
        <w:t>view</w:t>
      </w:r>
      <w:r w:rsidRPr="00F77AAE">
        <w:rPr>
          <w:lang w:val="el-GR" w:eastAsia="el-GR"/>
        </w:rPr>
        <w:t xml:space="preserve"> </w:t>
      </w:r>
      <w:r>
        <w:rPr>
          <w:lang w:eastAsia="el-GR"/>
        </w:rPr>
        <w:t>page</w:t>
      </w:r>
      <w:r w:rsidRPr="00F77AAE">
        <w:rPr>
          <w:lang w:val="el-GR" w:eastAsia="el-GR"/>
        </w:rPr>
        <w:t xml:space="preserve"> </w:t>
      </w:r>
      <w:r>
        <w:rPr>
          <w:lang w:val="el-GR" w:eastAsia="el-GR"/>
        </w:rPr>
        <w:t xml:space="preserve">αλλά με άλλες παραμέτρους. Σε αυτό το </w:t>
      </w:r>
      <w:r>
        <w:rPr>
          <w:lang w:eastAsia="el-GR"/>
        </w:rPr>
        <w:t>view</w:t>
      </w:r>
      <w:r w:rsidRPr="00F77AAE">
        <w:rPr>
          <w:lang w:val="el-GR" w:eastAsia="el-GR"/>
        </w:rPr>
        <w:t xml:space="preserve"> </w:t>
      </w:r>
      <w:r>
        <w:rPr>
          <w:lang w:val="el-GR" w:eastAsia="el-GR"/>
        </w:rPr>
        <w:t xml:space="preserve">η τρίτη περιοχή θα δείξει το ανάλογο πίνακα δεδομένων σύμφωνα με τις παραμέτρους. Ο χρήστης θα δει στατιστικά για κάθε </w:t>
      </w:r>
      <w:r w:rsidR="00552AC7">
        <w:rPr>
          <w:lang w:eastAsia="el-GR"/>
        </w:rPr>
        <w:t>activity</w:t>
      </w:r>
      <w:r>
        <w:rPr>
          <w:lang w:val="el-GR" w:eastAsia="el-GR"/>
        </w:rPr>
        <w:t xml:space="preserve"> στο μάθημα.</w:t>
      </w:r>
    </w:p>
    <w:p w14:paraId="24E01F08" w14:textId="5B5F100B" w:rsidR="007F006B" w:rsidRDefault="00552AC7" w:rsidP="002037B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 xml:space="preserve">Σε αυτό το </w:t>
      </w:r>
      <w:r>
        <w:rPr>
          <w:lang w:eastAsia="el-GR"/>
        </w:rPr>
        <w:t>view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με την σειρά του </w:t>
      </w:r>
      <w:r w:rsidR="00FB5A14">
        <w:rPr>
          <w:lang w:val="el-GR" w:eastAsia="el-GR"/>
        </w:rPr>
        <w:t>έχει</w:t>
      </w:r>
      <w:r>
        <w:rPr>
          <w:lang w:val="el-GR" w:eastAsia="el-GR"/>
        </w:rPr>
        <w:t xml:space="preserve"> σε κάθε γραμμή του πίνακα το </w:t>
      </w:r>
      <w:r>
        <w:rPr>
          <w:lang w:eastAsia="el-GR"/>
        </w:rPr>
        <w:t>activity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ως </w:t>
      </w:r>
      <w:r>
        <w:rPr>
          <w:lang w:eastAsia="el-GR"/>
        </w:rPr>
        <w:t>link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το οποίο μεταφέρει τον χρήστη στο ίδιο </w:t>
      </w:r>
      <w:r>
        <w:rPr>
          <w:lang w:eastAsia="el-GR"/>
        </w:rPr>
        <w:t>view</w:t>
      </w:r>
      <w:r w:rsidRPr="00552AC7">
        <w:rPr>
          <w:lang w:val="el-GR" w:eastAsia="el-GR"/>
        </w:rPr>
        <w:t xml:space="preserve"> </w:t>
      </w:r>
      <w:r w:rsidR="00FB5A14">
        <w:rPr>
          <w:lang w:val="el-GR" w:eastAsia="el-GR"/>
        </w:rPr>
        <w:t>όπου</w:t>
      </w:r>
      <w:r>
        <w:rPr>
          <w:lang w:val="el-GR" w:eastAsia="el-GR"/>
        </w:rPr>
        <w:t xml:space="preserve"> μπορεί να δει στατιστικά κάθε χρήστη στο συγκεκριμένο </w:t>
      </w:r>
      <w:r>
        <w:rPr>
          <w:lang w:eastAsia="el-GR"/>
        </w:rPr>
        <w:t>activity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>που επιλέχθηκε.</w:t>
      </w:r>
    </w:p>
    <w:p w14:paraId="63939498" w14:textId="3E5C1D3E" w:rsidR="00FB5A14" w:rsidRDefault="00FB5A14" w:rsidP="00FB5A14">
      <w:pPr>
        <w:pStyle w:val="bullet"/>
        <w:numPr>
          <w:ilvl w:val="0"/>
          <w:numId w:val="13"/>
        </w:numPr>
        <w:rPr>
          <w:rStyle w:val="task-class"/>
          <w:rFonts w:eastAsiaTheme="majorEastAsia"/>
        </w:rPr>
      </w:pPr>
      <w:r w:rsidRPr="00FB5A14">
        <w:rPr>
          <w:rStyle w:val="task-class"/>
          <w:rFonts w:eastAsiaTheme="majorEastAsia"/>
        </w:rPr>
        <w:t>/blocks/course_statistics/pages/admin/measuresfortheforum/index.php</w:t>
      </w:r>
      <w:r w:rsidRPr="00A9460B">
        <w:rPr>
          <w:rStyle w:val="task-class"/>
          <w:rFonts w:eastAsiaTheme="majorEastAsia"/>
        </w:rPr>
        <w:t>:</w:t>
      </w:r>
    </w:p>
    <w:p w14:paraId="2FB867E8" w14:textId="4710926C" w:rsidR="00FB5A14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Ο τρίτος σύνδεσμος της πλοήγησης (</w:t>
      </w:r>
      <w:r>
        <w:rPr>
          <w:rStyle w:val="task-class"/>
          <w:rFonts w:eastAsiaTheme="majorEastAsia"/>
        </w:rPr>
        <w:t>navigation</w:t>
      </w:r>
      <w:r>
        <w:rPr>
          <w:rStyle w:val="task-class"/>
          <w:rFonts w:eastAsiaTheme="majorEastAsia"/>
          <w:lang w:val="el-GR"/>
        </w:rPr>
        <w:t>).</w:t>
      </w:r>
    </w:p>
    <w:p w14:paraId="5076FD35" w14:textId="3D30A744" w:rsidR="00FB5A14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 xml:space="preserve">Εμφανίζει 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συνολικά στατιστικά των </w:t>
      </w:r>
      <w:r>
        <w:rPr>
          <w:rStyle w:val="task-class"/>
          <w:rFonts w:eastAsiaTheme="majorEastAsia"/>
          <w:b/>
          <w:bCs/>
        </w:rPr>
        <w:t>forum</w:t>
      </w:r>
      <w:r w:rsidRPr="007F006B">
        <w:rPr>
          <w:rStyle w:val="task-class"/>
          <w:rFonts w:eastAsiaTheme="majorEastAsia"/>
          <w:lang w:val="el-GR"/>
        </w:rPr>
        <w:t xml:space="preserve"> , </w:t>
      </w:r>
      <w:r>
        <w:rPr>
          <w:rStyle w:val="task-class"/>
          <w:rFonts w:eastAsiaTheme="majorEastAsia"/>
          <w:lang w:val="el-GR"/>
        </w:rPr>
        <w:t>σε μετρήσεις όπως :</w:t>
      </w:r>
    </w:p>
    <w:p w14:paraId="7FDCB07E" w14:textId="5A98507F" w:rsidR="00FB5A14" w:rsidRPr="00635EB3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 w:rsidRPr="00F77AAE">
        <w:rPr>
          <w:rStyle w:val="task-class"/>
          <w:rFonts w:eastAsiaTheme="majorEastAsia"/>
          <w:b/>
          <w:bCs/>
        </w:rPr>
        <w:t>Course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635EB3">
        <w:rPr>
          <w:rStyle w:val="task-class"/>
          <w:rFonts w:eastAsiaTheme="majorEastAsia"/>
          <w:lang w:val="el-GR"/>
        </w:rPr>
        <w:t xml:space="preserve">-&gt; </w:t>
      </w:r>
      <w:r>
        <w:rPr>
          <w:rStyle w:val="task-class"/>
          <w:rFonts w:eastAsiaTheme="majorEastAsia"/>
          <w:lang w:val="el-GR"/>
        </w:rPr>
        <w:t>τίτλος του μαθήματος (</w:t>
      </w:r>
      <w:r>
        <w:rPr>
          <w:rStyle w:val="task-class"/>
          <w:rFonts w:eastAsiaTheme="majorEastAsia"/>
        </w:rPr>
        <w:t>link</w:t>
      </w:r>
      <w:r>
        <w:rPr>
          <w:rStyle w:val="task-class"/>
          <w:rFonts w:eastAsiaTheme="majorEastAsia"/>
          <w:lang w:val="el-GR"/>
        </w:rPr>
        <w:t xml:space="preserve"> που μεταφέρει των χρήστη να δει στατιστικά των </w:t>
      </w:r>
      <w:r>
        <w:rPr>
          <w:rStyle w:val="task-class"/>
          <w:rFonts w:eastAsiaTheme="majorEastAsia"/>
        </w:rPr>
        <w:t>forum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στο συγκεκριμένο μάθημα)</w:t>
      </w:r>
    </w:p>
    <w:p w14:paraId="506BD499" w14:textId="5AD8A920" w:rsidR="00FB5A14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Forum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2037B4">
        <w:rPr>
          <w:rStyle w:val="task-class"/>
          <w:rFonts w:eastAsiaTheme="majorEastAsia"/>
          <w:lang w:val="el-GR"/>
        </w:rPr>
        <w:t>-&gt;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πόσα </w:t>
      </w:r>
      <w:r>
        <w:rPr>
          <w:rStyle w:val="task-class"/>
          <w:rFonts w:eastAsiaTheme="majorEastAsia"/>
        </w:rPr>
        <w:t>forums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περιέχει το μάθημα.</w:t>
      </w:r>
    </w:p>
    <w:p w14:paraId="53C7D11D" w14:textId="10563782" w:rsidR="00FB5A14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Topic</w:t>
      </w:r>
      <w:r w:rsidRPr="002037B4">
        <w:rPr>
          <w:rStyle w:val="task-class"/>
          <w:rFonts w:eastAsiaTheme="majorEastAsia"/>
          <w:lang w:val="el-GR"/>
        </w:rPr>
        <w:t xml:space="preserve"> -&gt;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πόσα </w:t>
      </w:r>
      <w:r>
        <w:rPr>
          <w:rStyle w:val="task-class"/>
          <w:rFonts w:eastAsiaTheme="majorEastAsia"/>
        </w:rPr>
        <w:t>topics</w:t>
      </w:r>
      <w:r w:rsidRPr="00FB5A14">
        <w:rPr>
          <w:rStyle w:val="task-class"/>
          <w:rFonts w:eastAsiaTheme="majorEastAsia"/>
          <w:lang w:val="el-GR"/>
        </w:rPr>
        <w:t xml:space="preserve"> (</w:t>
      </w:r>
      <w:r>
        <w:rPr>
          <w:rStyle w:val="task-class"/>
          <w:rFonts w:eastAsiaTheme="majorEastAsia"/>
        </w:rPr>
        <w:t>discussions</w:t>
      </w:r>
      <w:r w:rsidRPr="00FB5A14">
        <w:rPr>
          <w:rStyle w:val="task-class"/>
          <w:rFonts w:eastAsiaTheme="majorEastAsia"/>
          <w:lang w:val="el-GR"/>
        </w:rPr>
        <w:t xml:space="preserve">) </w:t>
      </w:r>
      <w:r>
        <w:rPr>
          <w:rStyle w:val="task-class"/>
          <w:rFonts w:eastAsiaTheme="majorEastAsia"/>
          <w:lang w:val="el-GR"/>
        </w:rPr>
        <w:t xml:space="preserve">έχουν τα </w:t>
      </w:r>
      <w:r>
        <w:rPr>
          <w:rStyle w:val="task-class"/>
          <w:rFonts w:eastAsiaTheme="majorEastAsia"/>
        </w:rPr>
        <w:t>forums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στο μάθημα</w:t>
      </w:r>
      <w:r w:rsidRPr="002037B4">
        <w:rPr>
          <w:rStyle w:val="task-class"/>
          <w:rFonts w:eastAsiaTheme="majorEastAsia"/>
          <w:lang w:val="el-GR"/>
        </w:rPr>
        <w:t>.</w:t>
      </w:r>
    </w:p>
    <w:p w14:paraId="33AE3614" w14:textId="0949AEDB" w:rsidR="00FB5A14" w:rsidRPr="007F006B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Posts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7F006B">
        <w:rPr>
          <w:rStyle w:val="task-class"/>
          <w:rFonts w:eastAsiaTheme="majorEastAsia"/>
          <w:lang w:val="el-GR"/>
        </w:rPr>
        <w:t>-</w:t>
      </w:r>
      <w:proofErr w:type="gramStart"/>
      <w:r w:rsidRPr="007F006B">
        <w:rPr>
          <w:rStyle w:val="task-class"/>
          <w:rFonts w:eastAsiaTheme="majorEastAsia"/>
          <w:lang w:val="el-GR"/>
        </w:rPr>
        <w:t xml:space="preserve">&gt;  </w:t>
      </w:r>
      <w:r>
        <w:rPr>
          <w:rStyle w:val="task-class"/>
          <w:rFonts w:eastAsiaTheme="majorEastAsia"/>
          <w:lang w:val="el-GR"/>
        </w:rPr>
        <w:t>το</w:t>
      </w:r>
      <w:proofErr w:type="gramEnd"/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σύνολο των </w:t>
      </w:r>
      <w:r>
        <w:rPr>
          <w:rStyle w:val="task-class"/>
          <w:rFonts w:eastAsiaTheme="majorEastAsia"/>
        </w:rPr>
        <w:t>Post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των χρηστών στα </w:t>
      </w:r>
      <w:r>
        <w:rPr>
          <w:rStyle w:val="task-class"/>
          <w:rFonts w:eastAsiaTheme="majorEastAsia"/>
        </w:rPr>
        <w:t>forum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του μαθήματος</w:t>
      </w:r>
      <w:r w:rsidRPr="007F006B">
        <w:rPr>
          <w:rStyle w:val="task-class"/>
          <w:rFonts w:eastAsiaTheme="majorEastAsia"/>
          <w:lang w:val="el-GR"/>
        </w:rPr>
        <w:t>.</w:t>
      </w:r>
    </w:p>
    <w:p w14:paraId="3D5D705D" w14:textId="1C65E24A" w:rsidR="00FB5A14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Post</w:t>
      </w:r>
      <w:r w:rsidRPr="00FB5A14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answers</w:t>
      </w:r>
      <w:r w:rsidRPr="00FB5A14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635EB3">
        <w:rPr>
          <w:rStyle w:val="task-class"/>
          <w:rFonts w:eastAsiaTheme="majorEastAsia"/>
          <w:lang w:val="el-GR"/>
        </w:rPr>
        <w:t xml:space="preserve">-&gt; </w:t>
      </w:r>
      <w:r>
        <w:rPr>
          <w:rStyle w:val="task-class"/>
          <w:rFonts w:eastAsiaTheme="majorEastAsia"/>
          <w:lang w:val="el-GR"/>
        </w:rPr>
        <w:t>το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σύνολο των απαντήσεων των χρηστών στα </w:t>
      </w:r>
      <w:r>
        <w:rPr>
          <w:rStyle w:val="task-class"/>
          <w:rFonts w:eastAsiaTheme="majorEastAsia"/>
        </w:rPr>
        <w:t>forum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του μαθήματος.</w:t>
      </w:r>
    </w:p>
    <w:p w14:paraId="66963841" w14:textId="65F0303F" w:rsidR="00FB5A14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Topics</w:t>
      </w:r>
      <w:r w:rsidRPr="00FB5A14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initialized</w:t>
      </w:r>
      <w:r w:rsidRPr="00FB5A14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635EB3">
        <w:rPr>
          <w:rStyle w:val="task-class"/>
          <w:rFonts w:eastAsiaTheme="majorEastAsia"/>
          <w:lang w:val="el-GR"/>
        </w:rPr>
        <w:t>-&gt;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αν το </w:t>
      </w:r>
      <w:r>
        <w:rPr>
          <w:rStyle w:val="task-class"/>
          <w:rFonts w:eastAsiaTheme="majorEastAsia"/>
        </w:rPr>
        <w:t>topic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έχει </w:t>
      </w:r>
      <w:proofErr w:type="spellStart"/>
      <w:proofErr w:type="gramStart"/>
      <w:r>
        <w:rPr>
          <w:rStyle w:val="task-class"/>
          <w:rFonts w:eastAsiaTheme="majorEastAsia"/>
          <w:lang w:val="el-GR"/>
        </w:rPr>
        <w:t>αρχικοποιήθει</w:t>
      </w:r>
      <w:proofErr w:type="spellEnd"/>
      <w:r>
        <w:rPr>
          <w:rStyle w:val="task-class"/>
          <w:rFonts w:eastAsiaTheme="majorEastAsia"/>
          <w:lang w:val="el-GR"/>
        </w:rPr>
        <w:t xml:space="preserve">  ,</w:t>
      </w:r>
      <w:proofErr w:type="gramEnd"/>
      <w:r>
        <w:rPr>
          <w:rStyle w:val="task-class"/>
          <w:rFonts w:eastAsiaTheme="majorEastAsia"/>
          <w:lang w:val="el-GR"/>
        </w:rPr>
        <w:t xml:space="preserve"> αν υπάρχει κάποιο </w:t>
      </w:r>
      <w:r>
        <w:rPr>
          <w:rStyle w:val="task-class"/>
          <w:rFonts w:eastAsiaTheme="majorEastAsia"/>
        </w:rPr>
        <w:t>post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πέραν του αρχικού.</w:t>
      </w:r>
    </w:p>
    <w:p w14:paraId="01597171" w14:textId="71056A49" w:rsidR="00FB5A14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Post</w:t>
      </w:r>
      <w:r w:rsidRPr="00FB5A14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reads</w:t>
      </w:r>
      <w:r w:rsidRPr="00FB5A14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635EB3">
        <w:rPr>
          <w:rStyle w:val="task-class"/>
          <w:rFonts w:eastAsiaTheme="majorEastAsia"/>
          <w:lang w:val="el-GR"/>
        </w:rPr>
        <w:t xml:space="preserve">-&gt; </w:t>
      </w:r>
      <w:r>
        <w:rPr>
          <w:rStyle w:val="task-class"/>
          <w:rFonts w:eastAsiaTheme="majorEastAsia"/>
          <w:lang w:val="el-GR"/>
        </w:rPr>
        <w:t>το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σύνολο των διαβασμένων </w:t>
      </w:r>
      <w:r>
        <w:rPr>
          <w:rStyle w:val="task-class"/>
          <w:rFonts w:eastAsiaTheme="majorEastAsia"/>
        </w:rPr>
        <w:t>Posts</w:t>
      </w:r>
      <w:r>
        <w:rPr>
          <w:rStyle w:val="task-class"/>
          <w:rFonts w:eastAsiaTheme="majorEastAsia"/>
          <w:lang w:val="el-GR"/>
        </w:rPr>
        <w:t xml:space="preserve"> των χρηστών στα </w:t>
      </w:r>
      <w:r>
        <w:rPr>
          <w:rStyle w:val="task-class"/>
          <w:rFonts w:eastAsiaTheme="majorEastAsia"/>
        </w:rPr>
        <w:t>forum</w:t>
      </w:r>
      <w:r w:rsidRPr="00FB5A1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του μαθήματος.</w:t>
      </w:r>
    </w:p>
    <w:p w14:paraId="44AC641F" w14:textId="77777777" w:rsidR="00FB5A14" w:rsidRPr="00635EB3" w:rsidRDefault="00FB5A14" w:rsidP="00FB5A14">
      <w:pPr>
        <w:pStyle w:val="bullet"/>
        <w:numPr>
          <w:ilvl w:val="0"/>
          <w:numId w:val="0"/>
        </w:numPr>
        <w:rPr>
          <w:rStyle w:val="task-class"/>
          <w:rFonts w:eastAsiaTheme="majorEastAsia"/>
          <w:lang w:val="el-GR"/>
        </w:rPr>
      </w:pPr>
    </w:p>
    <w:p w14:paraId="2489C5EA" w14:textId="77777777" w:rsidR="00FB5A14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Αποτελείται από τρείς περιοχές</w:t>
      </w:r>
      <w:r w:rsidRPr="00643354">
        <w:rPr>
          <w:rStyle w:val="task-class"/>
          <w:rFonts w:eastAsiaTheme="majorEastAsia"/>
          <w:lang w:val="el-GR"/>
        </w:rPr>
        <w:t xml:space="preserve"> (</w:t>
      </w:r>
      <w:r>
        <w:rPr>
          <w:rStyle w:val="task-class"/>
          <w:rFonts w:eastAsiaTheme="majorEastAsia"/>
        </w:rPr>
        <w:t>areas</w:t>
      </w:r>
      <w:r w:rsidRPr="00643354">
        <w:rPr>
          <w:rStyle w:val="task-class"/>
          <w:rFonts w:eastAsiaTheme="majorEastAsia"/>
          <w:lang w:val="el-GR"/>
        </w:rPr>
        <w:t>)</w:t>
      </w:r>
      <w:r>
        <w:rPr>
          <w:rStyle w:val="task-class"/>
          <w:rFonts w:eastAsiaTheme="majorEastAsia"/>
          <w:lang w:val="el-GR"/>
        </w:rPr>
        <w:t>.</w:t>
      </w:r>
    </w:p>
    <w:p w14:paraId="547A74E1" w14:textId="77777777" w:rsidR="00FB5A14" w:rsidRPr="00643354" w:rsidRDefault="00FB5A14" w:rsidP="00FB5A14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Η πρώτη περιοχή (</w:t>
      </w:r>
      <w:r>
        <w:rPr>
          <w:rStyle w:val="task-class"/>
          <w:rFonts w:eastAsiaTheme="majorEastAsia"/>
        </w:rPr>
        <w:t>area</w:t>
      </w:r>
      <w:r>
        <w:rPr>
          <w:rStyle w:val="task-class"/>
          <w:rFonts w:eastAsiaTheme="majorEastAsia"/>
          <w:lang w:val="el-GR"/>
        </w:rPr>
        <w:t>)</w:t>
      </w:r>
      <w:r w:rsidRPr="0064335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είναι η πλοήγηση (</w:t>
      </w:r>
      <w:r>
        <w:rPr>
          <w:rStyle w:val="task-class"/>
          <w:rFonts w:eastAsiaTheme="majorEastAsia"/>
        </w:rPr>
        <w:t>navigation</w:t>
      </w:r>
      <w:r>
        <w:rPr>
          <w:rStyle w:val="task-class"/>
          <w:rFonts w:eastAsiaTheme="majorEastAsia"/>
          <w:lang w:val="el-GR"/>
        </w:rPr>
        <w:t>)</w:t>
      </w:r>
    </w:p>
    <w:p w14:paraId="78E2B187" w14:textId="77777777" w:rsidR="00FB5A14" w:rsidRPr="00643354" w:rsidRDefault="00FB5A14" w:rsidP="00FB5A14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>
        <w:rPr>
          <w:lang w:eastAsia="el-GR"/>
        </w:rPr>
        <w:t>General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 xml:space="preserve">General </w:t>
      </w:r>
      <w:proofErr w:type="gramStart"/>
      <w:r>
        <w:rPr>
          <w:lang w:eastAsia="el-GR"/>
        </w:rPr>
        <w:t>measures</w:t>
      </w:r>
      <w:proofErr w:type="gramEnd"/>
      <w:r>
        <w:rPr>
          <w:lang w:eastAsia="el-GR"/>
        </w:rPr>
        <w:t xml:space="preserve"> view</w:t>
      </w:r>
      <w:r w:rsidRPr="00643354">
        <w:rPr>
          <w:lang w:eastAsia="el-GR"/>
        </w:rPr>
        <w:t>.</w:t>
      </w:r>
    </w:p>
    <w:p w14:paraId="2BC1876C" w14:textId="77777777" w:rsidR="00FB5A14" w:rsidRDefault="00FB5A14" w:rsidP="00FB5A14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 w:rsidRPr="00FB5A14">
        <w:rPr>
          <w:lang w:eastAsia="el-GR"/>
        </w:rPr>
        <w:t>Measures per tool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per tool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3A750BFB" w14:textId="77777777" w:rsidR="00FB5A14" w:rsidRPr="00643354" w:rsidRDefault="00FB5A14" w:rsidP="00FB5A14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 w:rsidRPr="00FB5A14">
        <w:rPr>
          <w:b/>
          <w:bCs/>
          <w:lang w:eastAsia="el-GR"/>
        </w:rPr>
        <w:t>Measures for the forum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for the forum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37597C8B" w14:textId="77777777" w:rsidR="00FB5A14" w:rsidRDefault="00FB5A14" w:rsidP="00FB5A14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>
        <w:rPr>
          <w:lang w:eastAsia="el-GR"/>
        </w:rPr>
        <w:t>Measures in Quizzes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in Quizzes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7F0BAA99" w14:textId="77777777" w:rsidR="00FB5A14" w:rsidRDefault="00FB5A14" w:rsidP="00FB5A1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>Η δεύτερη περιοχή (</w:t>
      </w:r>
      <w:r>
        <w:rPr>
          <w:lang w:eastAsia="el-GR"/>
        </w:rPr>
        <w:t>area</w:t>
      </w:r>
      <w:r w:rsidRPr="002037B4">
        <w:rPr>
          <w:lang w:val="el-GR" w:eastAsia="el-GR"/>
        </w:rPr>
        <w:t xml:space="preserve">) </w:t>
      </w:r>
      <w:r>
        <w:rPr>
          <w:lang w:val="el-GR" w:eastAsia="el-GR"/>
        </w:rPr>
        <w:t xml:space="preserve">είναι η φόρμα αναζήτησης </w:t>
      </w:r>
      <w:proofErr w:type="spellStart"/>
      <w:r>
        <w:rPr>
          <w:lang w:val="el-GR" w:eastAsia="el-GR"/>
        </w:rPr>
        <w:t>ανα</w:t>
      </w:r>
      <w:proofErr w:type="spellEnd"/>
      <w:r>
        <w:rPr>
          <w:lang w:val="el-GR" w:eastAsia="el-GR"/>
        </w:rPr>
        <w:t xml:space="preserve"> περιόδους.</w:t>
      </w:r>
    </w:p>
    <w:p w14:paraId="7D9CA212" w14:textId="77777777" w:rsidR="00FB5A14" w:rsidRDefault="00FB5A14" w:rsidP="00FB5A14">
      <w:pPr>
        <w:pStyle w:val="bullet"/>
        <w:numPr>
          <w:ilvl w:val="1"/>
          <w:numId w:val="6"/>
        </w:numPr>
        <w:rPr>
          <w:lang w:val="el-GR" w:eastAsia="el-GR"/>
        </w:rPr>
      </w:pPr>
      <w:r>
        <w:rPr>
          <w:lang w:eastAsia="el-GR"/>
        </w:rPr>
        <w:t>Action</w:t>
      </w:r>
      <w:r w:rsidRPr="002037B4">
        <w:rPr>
          <w:lang w:val="el-GR" w:eastAsia="el-GR"/>
        </w:rPr>
        <w:t xml:space="preserve">: </w:t>
      </w:r>
      <w:r>
        <w:rPr>
          <w:lang w:val="el-GR" w:eastAsia="el-GR"/>
        </w:rPr>
        <w:t>κουμπί</w:t>
      </w:r>
      <w:r w:rsidRPr="002037B4">
        <w:rPr>
          <w:lang w:val="el-GR" w:eastAsia="el-GR"/>
        </w:rPr>
        <w:t xml:space="preserve"> (</w:t>
      </w:r>
      <w:r>
        <w:rPr>
          <w:lang w:eastAsia="el-GR"/>
        </w:rPr>
        <w:t>button</w:t>
      </w:r>
      <w:r w:rsidRPr="002037B4">
        <w:rPr>
          <w:lang w:val="el-GR" w:eastAsia="el-GR"/>
        </w:rPr>
        <w:t xml:space="preserve">) </w:t>
      </w:r>
      <w:r>
        <w:rPr>
          <w:lang w:eastAsia="el-GR"/>
        </w:rPr>
        <w:t>Search</w:t>
      </w:r>
      <w:r w:rsidRPr="002037B4">
        <w:rPr>
          <w:lang w:val="el-GR" w:eastAsia="el-GR"/>
        </w:rPr>
        <w:t xml:space="preserve"> -&gt; </w:t>
      </w:r>
      <w:r>
        <w:rPr>
          <w:lang w:val="el-GR" w:eastAsia="el-GR"/>
        </w:rPr>
        <w:t>Αναζήτηση</w:t>
      </w:r>
      <w:r w:rsidRPr="002037B4">
        <w:rPr>
          <w:lang w:val="el-GR" w:eastAsia="el-GR"/>
        </w:rPr>
        <w:t xml:space="preserve"> </w:t>
      </w:r>
      <w:r>
        <w:rPr>
          <w:lang w:val="el-GR" w:eastAsia="el-GR"/>
        </w:rPr>
        <w:t>στατιστικών με βάση τις επιλεγμένες ημερομηνίες (περίοδο)</w:t>
      </w:r>
    </w:p>
    <w:p w14:paraId="7D027B5B" w14:textId="77777777" w:rsidR="00FB5A14" w:rsidRDefault="00FB5A14" w:rsidP="00FB5A14">
      <w:pPr>
        <w:pStyle w:val="bullet"/>
        <w:numPr>
          <w:ilvl w:val="1"/>
          <w:numId w:val="6"/>
        </w:numPr>
        <w:rPr>
          <w:lang w:val="el-GR" w:eastAsia="el-GR"/>
        </w:rPr>
      </w:pPr>
      <w:r>
        <w:rPr>
          <w:lang w:eastAsia="el-GR"/>
        </w:rPr>
        <w:t>Action</w:t>
      </w:r>
      <w:r w:rsidRPr="002037B4">
        <w:rPr>
          <w:lang w:val="el-GR" w:eastAsia="el-GR"/>
        </w:rPr>
        <w:t xml:space="preserve">: </w:t>
      </w:r>
      <w:r>
        <w:rPr>
          <w:lang w:val="el-GR" w:eastAsia="el-GR"/>
        </w:rPr>
        <w:t>κουμπί</w:t>
      </w:r>
      <w:r w:rsidRPr="002037B4">
        <w:rPr>
          <w:lang w:val="el-GR" w:eastAsia="el-GR"/>
        </w:rPr>
        <w:t xml:space="preserve"> (</w:t>
      </w:r>
      <w:r>
        <w:rPr>
          <w:lang w:eastAsia="el-GR"/>
        </w:rPr>
        <w:t>button</w:t>
      </w:r>
      <w:r w:rsidRPr="002037B4">
        <w:rPr>
          <w:lang w:val="el-GR" w:eastAsia="el-GR"/>
        </w:rPr>
        <w:t xml:space="preserve">) </w:t>
      </w:r>
      <w:r>
        <w:rPr>
          <w:lang w:eastAsia="el-GR"/>
        </w:rPr>
        <w:t>Cancel</w:t>
      </w:r>
      <w:r w:rsidRPr="002037B4">
        <w:rPr>
          <w:lang w:val="el-GR" w:eastAsia="el-GR"/>
        </w:rPr>
        <w:t xml:space="preserve"> -&gt; </w:t>
      </w:r>
      <w:r>
        <w:rPr>
          <w:lang w:val="el-GR" w:eastAsia="el-GR"/>
        </w:rPr>
        <w:t>Ακύρωση</w:t>
      </w:r>
      <w:r w:rsidRPr="002037B4">
        <w:rPr>
          <w:lang w:val="el-GR" w:eastAsia="el-GR"/>
        </w:rPr>
        <w:t xml:space="preserve"> </w:t>
      </w:r>
      <w:r>
        <w:rPr>
          <w:lang w:val="el-GR" w:eastAsia="el-GR"/>
        </w:rPr>
        <w:t>αναζήτησης.</w:t>
      </w:r>
    </w:p>
    <w:p w14:paraId="634344C6" w14:textId="77777777" w:rsidR="00FB5A14" w:rsidRDefault="00FB5A14" w:rsidP="00FB5A1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>Η Τρίτη περιοχή είναι ο πίνακας των στατιστικών.</w:t>
      </w:r>
    </w:p>
    <w:p w14:paraId="26B23D5E" w14:textId="5A1A8CB2" w:rsidR="00FB5A14" w:rsidRPr="00F77AAE" w:rsidRDefault="00FB5A14" w:rsidP="00FB5A1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 xml:space="preserve">Ο τίτλος του μαθήματος σε κάθε γραμμή του πίνακα είναι σύνδεσμος που οδηγεί πάλι στο ίδιο </w:t>
      </w:r>
      <w:r>
        <w:rPr>
          <w:lang w:eastAsia="el-GR"/>
        </w:rPr>
        <w:t>view</w:t>
      </w:r>
      <w:r w:rsidRPr="00F77AAE">
        <w:rPr>
          <w:lang w:val="el-GR" w:eastAsia="el-GR"/>
        </w:rPr>
        <w:t xml:space="preserve"> </w:t>
      </w:r>
      <w:r>
        <w:rPr>
          <w:lang w:eastAsia="el-GR"/>
        </w:rPr>
        <w:t>page</w:t>
      </w:r>
      <w:r w:rsidRPr="00F77AAE">
        <w:rPr>
          <w:lang w:val="el-GR" w:eastAsia="el-GR"/>
        </w:rPr>
        <w:t xml:space="preserve"> </w:t>
      </w:r>
      <w:r>
        <w:rPr>
          <w:lang w:val="el-GR" w:eastAsia="el-GR"/>
        </w:rPr>
        <w:t xml:space="preserve">αλλά με άλλες παραμέτρους. Σε αυτό το </w:t>
      </w:r>
      <w:r>
        <w:rPr>
          <w:lang w:eastAsia="el-GR"/>
        </w:rPr>
        <w:t>view</w:t>
      </w:r>
      <w:r w:rsidRPr="00F77AAE">
        <w:rPr>
          <w:lang w:val="el-GR" w:eastAsia="el-GR"/>
        </w:rPr>
        <w:t xml:space="preserve"> </w:t>
      </w:r>
      <w:r>
        <w:rPr>
          <w:lang w:val="el-GR" w:eastAsia="el-GR"/>
        </w:rPr>
        <w:t xml:space="preserve">η τρίτη περιοχή θα δείξει το ανάλογο πίνακα δεδομένων σύμφωνα με τις παραμέτρους. Ο χρήστης θα δει στατιστικά για κάθε </w:t>
      </w:r>
      <w:r>
        <w:rPr>
          <w:lang w:eastAsia="el-GR"/>
        </w:rPr>
        <w:t>forum</w:t>
      </w:r>
      <w:r w:rsidRPr="00FB5A14">
        <w:rPr>
          <w:lang w:val="el-GR" w:eastAsia="el-GR"/>
        </w:rPr>
        <w:t xml:space="preserve"> </w:t>
      </w:r>
      <w:r>
        <w:rPr>
          <w:lang w:val="el-GR" w:eastAsia="el-GR"/>
        </w:rPr>
        <w:t>στο μάθημα.</w:t>
      </w:r>
    </w:p>
    <w:p w14:paraId="1EE90608" w14:textId="0968358B" w:rsidR="00FB5A14" w:rsidRDefault="00FB5A14" w:rsidP="00FB5A1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lastRenderedPageBreak/>
        <w:t xml:space="preserve">Σε αυτό το </w:t>
      </w:r>
      <w:r>
        <w:rPr>
          <w:lang w:eastAsia="el-GR"/>
        </w:rPr>
        <w:t>view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με την σειρά του έχει σε κάθε γραμμή του πίνακα το </w:t>
      </w:r>
      <w:r>
        <w:rPr>
          <w:lang w:eastAsia="el-GR"/>
        </w:rPr>
        <w:t>forum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ως </w:t>
      </w:r>
      <w:r>
        <w:rPr>
          <w:lang w:eastAsia="el-GR"/>
        </w:rPr>
        <w:t>link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το οποίο μεταφέρει τον χρήστη στο ίδιο </w:t>
      </w:r>
      <w:r>
        <w:rPr>
          <w:lang w:eastAsia="el-GR"/>
        </w:rPr>
        <w:t>view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>όπου μπορεί να δει στατιστικά κάθε</w:t>
      </w:r>
      <w:r w:rsidR="00FF0A03" w:rsidRPr="00FF0A03">
        <w:rPr>
          <w:lang w:val="el-GR" w:eastAsia="el-GR"/>
        </w:rPr>
        <w:t xml:space="preserve"> </w:t>
      </w:r>
      <w:r w:rsidR="00FF0A03">
        <w:rPr>
          <w:lang w:eastAsia="el-GR"/>
        </w:rPr>
        <w:t>topic</w:t>
      </w:r>
      <w:r>
        <w:rPr>
          <w:lang w:val="el-GR" w:eastAsia="el-GR"/>
        </w:rPr>
        <w:t xml:space="preserve"> στο συγκεκριμένο </w:t>
      </w:r>
      <w:r>
        <w:rPr>
          <w:lang w:eastAsia="el-GR"/>
        </w:rPr>
        <w:t>forum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>που επιλέχθηκε.</w:t>
      </w:r>
    </w:p>
    <w:p w14:paraId="2D6CEEA2" w14:textId="6346E9C6" w:rsidR="00FB5A14" w:rsidRDefault="00FB5A14" w:rsidP="00FB5A1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 xml:space="preserve">Σε αυτό το </w:t>
      </w:r>
      <w:r>
        <w:rPr>
          <w:lang w:eastAsia="el-GR"/>
        </w:rPr>
        <w:t>view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με την σειρά του έχει σε κάθε γραμμή του πίνακα το </w:t>
      </w:r>
      <w:r w:rsidR="00FF0A03">
        <w:rPr>
          <w:lang w:eastAsia="el-GR"/>
        </w:rPr>
        <w:t>topic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ως </w:t>
      </w:r>
      <w:r>
        <w:rPr>
          <w:lang w:eastAsia="el-GR"/>
        </w:rPr>
        <w:t>link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το οποίο μεταφέρει τον χρήστη στο ίδιο </w:t>
      </w:r>
      <w:r>
        <w:rPr>
          <w:lang w:eastAsia="el-GR"/>
        </w:rPr>
        <w:t>view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όπου μπορεί να δει στατιστικά κάθε χρήστη στο συγκεκριμένο </w:t>
      </w:r>
      <w:r>
        <w:rPr>
          <w:lang w:eastAsia="el-GR"/>
        </w:rPr>
        <w:t>forum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>που επιλέχθηκε.</w:t>
      </w:r>
    </w:p>
    <w:p w14:paraId="5C198F8C" w14:textId="77777777" w:rsidR="00574EF3" w:rsidRDefault="00574EF3" w:rsidP="00FB5A14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</w:p>
    <w:p w14:paraId="22584094" w14:textId="177FB65E" w:rsidR="00574EF3" w:rsidRDefault="00574EF3" w:rsidP="00574EF3">
      <w:pPr>
        <w:pStyle w:val="bullet"/>
        <w:numPr>
          <w:ilvl w:val="0"/>
          <w:numId w:val="13"/>
        </w:numPr>
        <w:rPr>
          <w:rStyle w:val="task-class"/>
          <w:rFonts w:eastAsiaTheme="majorEastAsia"/>
        </w:rPr>
      </w:pPr>
      <w:r w:rsidRPr="00574EF3">
        <w:rPr>
          <w:rStyle w:val="task-class"/>
          <w:rFonts w:eastAsiaTheme="majorEastAsia"/>
        </w:rPr>
        <w:t>/blocks/course_statistics/pages/admin/measuresinquizzes/index.php</w:t>
      </w:r>
      <w:r w:rsidRPr="00A9460B">
        <w:rPr>
          <w:rStyle w:val="task-class"/>
          <w:rFonts w:eastAsiaTheme="majorEastAsia"/>
        </w:rPr>
        <w:t>:</w:t>
      </w:r>
    </w:p>
    <w:p w14:paraId="2EB21F5F" w14:textId="77777777" w:rsidR="00574EF3" w:rsidRDefault="00574EF3" w:rsidP="00574EF3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Ο τρίτος σύνδεσμος της πλοήγησης (</w:t>
      </w:r>
      <w:r>
        <w:rPr>
          <w:rStyle w:val="task-class"/>
          <w:rFonts w:eastAsiaTheme="majorEastAsia"/>
        </w:rPr>
        <w:t>navigation</w:t>
      </w:r>
      <w:r>
        <w:rPr>
          <w:rStyle w:val="task-class"/>
          <w:rFonts w:eastAsiaTheme="majorEastAsia"/>
          <w:lang w:val="el-GR"/>
        </w:rPr>
        <w:t>).</w:t>
      </w:r>
    </w:p>
    <w:p w14:paraId="026A3C6F" w14:textId="77777777" w:rsidR="00574EF3" w:rsidRDefault="00574EF3" w:rsidP="00574EF3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 xml:space="preserve">Εμφανίζει 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συνολικά στατιστικά των </w:t>
      </w:r>
      <w:r>
        <w:rPr>
          <w:rStyle w:val="task-class"/>
          <w:rFonts w:eastAsiaTheme="majorEastAsia"/>
          <w:b/>
          <w:bCs/>
        </w:rPr>
        <w:t>forum</w:t>
      </w:r>
      <w:r w:rsidRPr="007F006B">
        <w:rPr>
          <w:rStyle w:val="task-class"/>
          <w:rFonts w:eastAsiaTheme="majorEastAsia"/>
          <w:lang w:val="el-GR"/>
        </w:rPr>
        <w:t xml:space="preserve"> , </w:t>
      </w:r>
      <w:r>
        <w:rPr>
          <w:rStyle w:val="task-class"/>
          <w:rFonts w:eastAsiaTheme="majorEastAsia"/>
          <w:lang w:val="el-GR"/>
        </w:rPr>
        <w:t>σε μετρήσεις όπως :</w:t>
      </w:r>
    </w:p>
    <w:p w14:paraId="409D154A" w14:textId="77777777" w:rsidR="00574EF3" w:rsidRPr="00635EB3" w:rsidRDefault="00574EF3" w:rsidP="00574EF3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 w:rsidRPr="00F77AAE">
        <w:rPr>
          <w:rStyle w:val="task-class"/>
          <w:rFonts w:eastAsiaTheme="majorEastAsia"/>
          <w:b/>
          <w:bCs/>
        </w:rPr>
        <w:t>Course</w:t>
      </w:r>
      <w:r w:rsidRPr="00F77AAE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635EB3">
        <w:rPr>
          <w:rStyle w:val="task-class"/>
          <w:rFonts w:eastAsiaTheme="majorEastAsia"/>
          <w:lang w:val="el-GR"/>
        </w:rPr>
        <w:t xml:space="preserve">-&gt; </w:t>
      </w:r>
      <w:r>
        <w:rPr>
          <w:rStyle w:val="task-class"/>
          <w:rFonts w:eastAsiaTheme="majorEastAsia"/>
          <w:lang w:val="el-GR"/>
        </w:rPr>
        <w:t>τίτλος του μαθήματος (</w:t>
      </w:r>
      <w:r>
        <w:rPr>
          <w:rStyle w:val="task-class"/>
          <w:rFonts w:eastAsiaTheme="majorEastAsia"/>
        </w:rPr>
        <w:t>link</w:t>
      </w:r>
      <w:r>
        <w:rPr>
          <w:rStyle w:val="task-class"/>
          <w:rFonts w:eastAsiaTheme="majorEastAsia"/>
          <w:lang w:val="el-GR"/>
        </w:rPr>
        <w:t xml:space="preserve"> που μεταφέρει των χρήστη να δει στατιστικά των </w:t>
      </w:r>
      <w:r>
        <w:rPr>
          <w:rStyle w:val="task-class"/>
          <w:rFonts w:eastAsiaTheme="majorEastAsia"/>
        </w:rPr>
        <w:t>forum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στο συγκεκριμένο μάθημα)</w:t>
      </w:r>
    </w:p>
    <w:p w14:paraId="65467CBE" w14:textId="0BFE6211" w:rsidR="00574EF3" w:rsidRDefault="00574EF3" w:rsidP="00574EF3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Quiz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2037B4">
        <w:rPr>
          <w:rStyle w:val="task-class"/>
          <w:rFonts w:eastAsiaTheme="majorEastAsia"/>
          <w:lang w:val="el-GR"/>
        </w:rPr>
        <w:t>-&gt;</w:t>
      </w:r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πόσα </w:t>
      </w:r>
      <w:r>
        <w:rPr>
          <w:rStyle w:val="task-class"/>
          <w:rFonts w:eastAsiaTheme="majorEastAsia"/>
        </w:rPr>
        <w:t>quiz</w:t>
      </w:r>
      <w:r w:rsidRPr="00574EF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περιέχει το μάθημα.</w:t>
      </w:r>
    </w:p>
    <w:p w14:paraId="5C2C7317" w14:textId="26AD4B29" w:rsidR="00574EF3" w:rsidRPr="00574EF3" w:rsidRDefault="00574EF3" w:rsidP="00574EF3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Total</w:t>
      </w:r>
      <w:r w:rsidRPr="00574EF3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time</w:t>
      </w:r>
      <w:r w:rsidRPr="00574EF3">
        <w:rPr>
          <w:rStyle w:val="task-class"/>
          <w:rFonts w:eastAsiaTheme="majorEastAsia"/>
          <w:lang w:val="el-GR"/>
        </w:rPr>
        <w:t xml:space="preserve"> -&gt; </w:t>
      </w:r>
      <w:r>
        <w:rPr>
          <w:rStyle w:val="task-class"/>
          <w:rFonts w:eastAsiaTheme="majorEastAsia"/>
          <w:lang w:val="el-GR"/>
        </w:rPr>
        <w:t xml:space="preserve">ο συνολικός χρόνος των χρηστών (μαθητών) στα </w:t>
      </w:r>
      <w:r>
        <w:rPr>
          <w:rStyle w:val="task-class"/>
          <w:rFonts w:eastAsiaTheme="majorEastAsia"/>
        </w:rPr>
        <w:t>quizzes</w:t>
      </w:r>
      <w:r w:rsidRPr="00574EF3">
        <w:rPr>
          <w:rStyle w:val="task-class"/>
          <w:rFonts w:eastAsiaTheme="majorEastAsia"/>
          <w:lang w:val="el-GR"/>
        </w:rPr>
        <w:t>.</w:t>
      </w:r>
    </w:p>
    <w:p w14:paraId="3048330A" w14:textId="62FA4EFD" w:rsidR="00574EF3" w:rsidRPr="007F006B" w:rsidRDefault="00574EF3" w:rsidP="00574EF3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Attempts</w:t>
      </w:r>
      <w:r w:rsidRPr="007F006B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7F006B">
        <w:rPr>
          <w:rStyle w:val="task-class"/>
          <w:rFonts w:eastAsiaTheme="majorEastAsia"/>
          <w:lang w:val="el-GR"/>
        </w:rPr>
        <w:t>-</w:t>
      </w:r>
      <w:proofErr w:type="gramStart"/>
      <w:r w:rsidRPr="007F006B">
        <w:rPr>
          <w:rStyle w:val="task-class"/>
          <w:rFonts w:eastAsiaTheme="majorEastAsia"/>
          <w:lang w:val="el-GR"/>
        </w:rPr>
        <w:t xml:space="preserve">&gt;  </w:t>
      </w:r>
      <w:r>
        <w:rPr>
          <w:rStyle w:val="task-class"/>
          <w:rFonts w:eastAsiaTheme="majorEastAsia"/>
          <w:lang w:val="el-GR"/>
        </w:rPr>
        <w:t>το</w:t>
      </w:r>
      <w:proofErr w:type="gramEnd"/>
      <w:r w:rsidRPr="007F006B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 xml:space="preserve">σύνολο των προσπαθειών όλων των χρηστών (μαθητών) στα </w:t>
      </w:r>
      <w:r>
        <w:rPr>
          <w:rStyle w:val="task-class"/>
          <w:rFonts w:eastAsiaTheme="majorEastAsia"/>
        </w:rPr>
        <w:t>quizzes</w:t>
      </w:r>
      <w:r w:rsidRPr="007F006B">
        <w:rPr>
          <w:rStyle w:val="task-class"/>
          <w:rFonts w:eastAsiaTheme="majorEastAsia"/>
          <w:lang w:val="el-GR"/>
        </w:rPr>
        <w:t>.</w:t>
      </w:r>
    </w:p>
    <w:p w14:paraId="3B2AA458" w14:textId="14248586" w:rsidR="00574EF3" w:rsidRPr="00635EB3" w:rsidRDefault="00574EF3" w:rsidP="00574EF3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b/>
          <w:bCs/>
        </w:rPr>
        <w:t>Average</w:t>
      </w:r>
      <w:r w:rsidRPr="00574EF3">
        <w:rPr>
          <w:rStyle w:val="task-class"/>
          <w:rFonts w:eastAsiaTheme="majorEastAsia"/>
          <w:b/>
          <w:bCs/>
          <w:lang w:val="el-GR"/>
        </w:rPr>
        <w:t xml:space="preserve"> </w:t>
      </w:r>
      <w:r>
        <w:rPr>
          <w:rStyle w:val="task-class"/>
          <w:rFonts w:eastAsiaTheme="majorEastAsia"/>
          <w:b/>
          <w:bCs/>
        </w:rPr>
        <w:t>score</w:t>
      </w:r>
      <w:r w:rsidRPr="00FB5A14">
        <w:rPr>
          <w:rStyle w:val="task-class"/>
          <w:rFonts w:eastAsiaTheme="majorEastAsia"/>
          <w:b/>
          <w:bCs/>
          <w:lang w:val="el-GR"/>
        </w:rPr>
        <w:t xml:space="preserve"> </w:t>
      </w:r>
      <w:r w:rsidRPr="00635EB3">
        <w:rPr>
          <w:rStyle w:val="task-class"/>
          <w:rFonts w:eastAsiaTheme="majorEastAsia"/>
          <w:lang w:val="el-GR"/>
        </w:rPr>
        <w:t>-&gt;</w:t>
      </w:r>
      <w:r w:rsidRPr="00574EF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ο μέσος όρος των προσπαθειών όλων των χρηστών (</w:t>
      </w:r>
      <w:proofErr w:type="gramStart"/>
      <w:r>
        <w:rPr>
          <w:rStyle w:val="task-class"/>
          <w:rFonts w:eastAsiaTheme="majorEastAsia"/>
          <w:lang w:val="el-GR"/>
        </w:rPr>
        <w:t xml:space="preserve">μαθητών) </w:t>
      </w:r>
      <w:r w:rsidRPr="00574EF3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στα</w:t>
      </w:r>
      <w:proofErr w:type="gramEnd"/>
      <w:r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</w:rPr>
        <w:t>quizzes</w:t>
      </w:r>
      <w:r>
        <w:rPr>
          <w:rStyle w:val="task-class"/>
          <w:rFonts w:eastAsiaTheme="majorEastAsia"/>
          <w:lang w:val="el-GR"/>
        </w:rPr>
        <w:t>.</w:t>
      </w:r>
    </w:p>
    <w:p w14:paraId="6DEF8587" w14:textId="77777777" w:rsidR="00574EF3" w:rsidRDefault="00574EF3" w:rsidP="00574EF3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Αποτελείται από τρείς περιοχές</w:t>
      </w:r>
      <w:r w:rsidRPr="00643354">
        <w:rPr>
          <w:rStyle w:val="task-class"/>
          <w:rFonts w:eastAsiaTheme="majorEastAsia"/>
          <w:lang w:val="el-GR"/>
        </w:rPr>
        <w:t xml:space="preserve"> (</w:t>
      </w:r>
      <w:r>
        <w:rPr>
          <w:rStyle w:val="task-class"/>
          <w:rFonts w:eastAsiaTheme="majorEastAsia"/>
        </w:rPr>
        <w:t>areas</w:t>
      </w:r>
      <w:r w:rsidRPr="00643354">
        <w:rPr>
          <w:rStyle w:val="task-class"/>
          <w:rFonts w:eastAsiaTheme="majorEastAsia"/>
          <w:lang w:val="el-GR"/>
        </w:rPr>
        <w:t>)</w:t>
      </w:r>
      <w:r>
        <w:rPr>
          <w:rStyle w:val="task-class"/>
          <w:rFonts w:eastAsiaTheme="majorEastAsia"/>
          <w:lang w:val="el-GR"/>
        </w:rPr>
        <w:t>.</w:t>
      </w:r>
    </w:p>
    <w:p w14:paraId="18E289C6" w14:textId="77777777" w:rsidR="00574EF3" w:rsidRPr="00643354" w:rsidRDefault="00574EF3" w:rsidP="00574EF3">
      <w:pPr>
        <w:pStyle w:val="bullet"/>
        <w:numPr>
          <w:ilvl w:val="0"/>
          <w:numId w:val="0"/>
        </w:numPr>
        <w:ind w:left="1080"/>
        <w:rPr>
          <w:rStyle w:val="task-class"/>
          <w:rFonts w:eastAsiaTheme="majorEastAsia"/>
          <w:lang w:val="el-GR"/>
        </w:rPr>
      </w:pPr>
      <w:r>
        <w:rPr>
          <w:rStyle w:val="task-class"/>
          <w:rFonts w:eastAsiaTheme="majorEastAsia"/>
          <w:lang w:val="el-GR"/>
        </w:rPr>
        <w:t>Η πρώτη περιοχή (</w:t>
      </w:r>
      <w:r>
        <w:rPr>
          <w:rStyle w:val="task-class"/>
          <w:rFonts w:eastAsiaTheme="majorEastAsia"/>
        </w:rPr>
        <w:t>area</w:t>
      </w:r>
      <w:r>
        <w:rPr>
          <w:rStyle w:val="task-class"/>
          <w:rFonts w:eastAsiaTheme="majorEastAsia"/>
          <w:lang w:val="el-GR"/>
        </w:rPr>
        <w:t>)</w:t>
      </w:r>
      <w:r w:rsidRPr="00643354">
        <w:rPr>
          <w:rStyle w:val="task-class"/>
          <w:rFonts w:eastAsiaTheme="majorEastAsia"/>
          <w:lang w:val="el-GR"/>
        </w:rPr>
        <w:t xml:space="preserve"> </w:t>
      </w:r>
      <w:r>
        <w:rPr>
          <w:rStyle w:val="task-class"/>
          <w:rFonts w:eastAsiaTheme="majorEastAsia"/>
          <w:lang w:val="el-GR"/>
        </w:rPr>
        <w:t>είναι η πλοήγηση (</w:t>
      </w:r>
      <w:r>
        <w:rPr>
          <w:rStyle w:val="task-class"/>
          <w:rFonts w:eastAsiaTheme="majorEastAsia"/>
        </w:rPr>
        <w:t>navigation</w:t>
      </w:r>
      <w:r>
        <w:rPr>
          <w:rStyle w:val="task-class"/>
          <w:rFonts w:eastAsiaTheme="majorEastAsia"/>
          <w:lang w:val="el-GR"/>
        </w:rPr>
        <w:t>)</w:t>
      </w:r>
    </w:p>
    <w:p w14:paraId="45CC42FA" w14:textId="77777777" w:rsidR="00574EF3" w:rsidRPr="00643354" w:rsidRDefault="00574EF3" w:rsidP="00574EF3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>
        <w:rPr>
          <w:lang w:eastAsia="el-GR"/>
        </w:rPr>
        <w:t>General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 xml:space="preserve">General </w:t>
      </w:r>
      <w:proofErr w:type="gramStart"/>
      <w:r>
        <w:rPr>
          <w:lang w:eastAsia="el-GR"/>
        </w:rPr>
        <w:t>measures</w:t>
      </w:r>
      <w:proofErr w:type="gramEnd"/>
      <w:r>
        <w:rPr>
          <w:lang w:eastAsia="el-GR"/>
        </w:rPr>
        <w:t xml:space="preserve"> view</w:t>
      </w:r>
      <w:r w:rsidRPr="00643354">
        <w:rPr>
          <w:lang w:eastAsia="el-GR"/>
        </w:rPr>
        <w:t>.</w:t>
      </w:r>
    </w:p>
    <w:p w14:paraId="483246B0" w14:textId="77777777" w:rsidR="00574EF3" w:rsidRDefault="00574EF3" w:rsidP="00574EF3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 w:rsidRPr="00FB5A14">
        <w:rPr>
          <w:lang w:eastAsia="el-GR"/>
        </w:rPr>
        <w:t>Measures per tool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per tool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4BCEADEC" w14:textId="77777777" w:rsidR="00574EF3" w:rsidRPr="00643354" w:rsidRDefault="00574EF3" w:rsidP="00574EF3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 w:rsidRPr="00574EF3">
        <w:rPr>
          <w:lang w:eastAsia="el-GR"/>
        </w:rPr>
        <w:t>Measures for the forum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for the forum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52F3045C" w14:textId="77777777" w:rsidR="00574EF3" w:rsidRDefault="00574EF3" w:rsidP="00574EF3">
      <w:pPr>
        <w:pStyle w:val="bullet"/>
        <w:numPr>
          <w:ilvl w:val="1"/>
          <w:numId w:val="6"/>
        </w:numPr>
        <w:rPr>
          <w:lang w:eastAsia="el-GR"/>
        </w:rPr>
      </w:pPr>
      <w:r>
        <w:rPr>
          <w:lang w:eastAsia="el-GR"/>
        </w:rPr>
        <w:t>Action</w:t>
      </w:r>
      <w:r w:rsidRPr="00643354">
        <w:rPr>
          <w:lang w:eastAsia="el-GR"/>
        </w:rPr>
        <w:t xml:space="preserve">: </w:t>
      </w:r>
      <w:r>
        <w:rPr>
          <w:lang w:val="el-GR" w:eastAsia="el-GR"/>
        </w:rPr>
        <w:t>Σύνδεσμος</w:t>
      </w:r>
      <w:r w:rsidRPr="00643354">
        <w:rPr>
          <w:lang w:eastAsia="el-GR"/>
        </w:rPr>
        <w:t xml:space="preserve"> (</w:t>
      </w:r>
      <w:r>
        <w:rPr>
          <w:lang w:eastAsia="el-GR"/>
        </w:rPr>
        <w:t>link</w:t>
      </w:r>
      <w:r w:rsidRPr="00643354">
        <w:rPr>
          <w:lang w:eastAsia="el-GR"/>
        </w:rPr>
        <w:t xml:space="preserve">) </w:t>
      </w:r>
      <w:r w:rsidRPr="00574EF3">
        <w:rPr>
          <w:b/>
          <w:bCs/>
          <w:lang w:eastAsia="el-GR"/>
        </w:rPr>
        <w:t>Measures in Quizzes</w:t>
      </w:r>
      <w:r w:rsidRPr="00643354">
        <w:rPr>
          <w:lang w:eastAsia="el-GR"/>
        </w:rPr>
        <w:t xml:space="preserve"> -&gt; </w:t>
      </w:r>
      <w:r>
        <w:rPr>
          <w:lang w:val="el-GR" w:eastAsia="el-GR"/>
        </w:rPr>
        <w:t>Μεταφέρει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τον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χρήστη</w:t>
      </w:r>
      <w:r w:rsidRPr="00643354">
        <w:rPr>
          <w:lang w:eastAsia="el-GR"/>
        </w:rPr>
        <w:t xml:space="preserve"> </w:t>
      </w:r>
      <w:r>
        <w:rPr>
          <w:lang w:val="el-GR" w:eastAsia="el-GR"/>
        </w:rPr>
        <w:t>στο</w:t>
      </w:r>
      <w:r w:rsidRPr="00643354">
        <w:rPr>
          <w:lang w:eastAsia="el-GR"/>
        </w:rPr>
        <w:t xml:space="preserve"> </w:t>
      </w:r>
      <w:r>
        <w:rPr>
          <w:lang w:eastAsia="el-GR"/>
        </w:rPr>
        <w:t>Measures in Quizzes</w:t>
      </w:r>
      <w:r w:rsidRPr="00643354">
        <w:rPr>
          <w:lang w:eastAsia="el-GR"/>
        </w:rPr>
        <w:t xml:space="preserve"> </w:t>
      </w:r>
      <w:r>
        <w:rPr>
          <w:lang w:eastAsia="el-GR"/>
        </w:rPr>
        <w:t>view</w:t>
      </w:r>
      <w:r w:rsidRPr="00643354">
        <w:rPr>
          <w:lang w:eastAsia="el-GR"/>
        </w:rPr>
        <w:t>.</w:t>
      </w:r>
    </w:p>
    <w:p w14:paraId="4FFB1E27" w14:textId="77777777" w:rsidR="00574EF3" w:rsidRDefault="00574EF3" w:rsidP="00574EF3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>Η δεύτερη περιοχή (</w:t>
      </w:r>
      <w:r>
        <w:rPr>
          <w:lang w:eastAsia="el-GR"/>
        </w:rPr>
        <w:t>area</w:t>
      </w:r>
      <w:r w:rsidRPr="002037B4">
        <w:rPr>
          <w:lang w:val="el-GR" w:eastAsia="el-GR"/>
        </w:rPr>
        <w:t xml:space="preserve">) </w:t>
      </w:r>
      <w:r>
        <w:rPr>
          <w:lang w:val="el-GR" w:eastAsia="el-GR"/>
        </w:rPr>
        <w:t xml:space="preserve">είναι η φόρμα αναζήτησης </w:t>
      </w:r>
      <w:proofErr w:type="spellStart"/>
      <w:r>
        <w:rPr>
          <w:lang w:val="el-GR" w:eastAsia="el-GR"/>
        </w:rPr>
        <w:t>ανα</w:t>
      </w:r>
      <w:proofErr w:type="spellEnd"/>
      <w:r>
        <w:rPr>
          <w:lang w:val="el-GR" w:eastAsia="el-GR"/>
        </w:rPr>
        <w:t xml:space="preserve"> περιόδους.</w:t>
      </w:r>
    </w:p>
    <w:p w14:paraId="6FC0AB1C" w14:textId="77777777" w:rsidR="00574EF3" w:rsidRDefault="00574EF3" w:rsidP="00574EF3">
      <w:pPr>
        <w:pStyle w:val="bullet"/>
        <w:numPr>
          <w:ilvl w:val="1"/>
          <w:numId w:val="6"/>
        </w:numPr>
        <w:rPr>
          <w:lang w:val="el-GR" w:eastAsia="el-GR"/>
        </w:rPr>
      </w:pPr>
      <w:r>
        <w:rPr>
          <w:lang w:eastAsia="el-GR"/>
        </w:rPr>
        <w:t>Action</w:t>
      </w:r>
      <w:r w:rsidRPr="002037B4">
        <w:rPr>
          <w:lang w:val="el-GR" w:eastAsia="el-GR"/>
        </w:rPr>
        <w:t xml:space="preserve">: </w:t>
      </w:r>
      <w:r>
        <w:rPr>
          <w:lang w:val="el-GR" w:eastAsia="el-GR"/>
        </w:rPr>
        <w:t>κουμπί</w:t>
      </w:r>
      <w:r w:rsidRPr="002037B4">
        <w:rPr>
          <w:lang w:val="el-GR" w:eastAsia="el-GR"/>
        </w:rPr>
        <w:t xml:space="preserve"> (</w:t>
      </w:r>
      <w:r>
        <w:rPr>
          <w:lang w:eastAsia="el-GR"/>
        </w:rPr>
        <w:t>button</w:t>
      </w:r>
      <w:r w:rsidRPr="002037B4">
        <w:rPr>
          <w:lang w:val="el-GR" w:eastAsia="el-GR"/>
        </w:rPr>
        <w:t xml:space="preserve">) </w:t>
      </w:r>
      <w:r>
        <w:rPr>
          <w:lang w:eastAsia="el-GR"/>
        </w:rPr>
        <w:t>Search</w:t>
      </w:r>
      <w:r w:rsidRPr="002037B4">
        <w:rPr>
          <w:lang w:val="el-GR" w:eastAsia="el-GR"/>
        </w:rPr>
        <w:t xml:space="preserve"> -&gt; </w:t>
      </w:r>
      <w:r>
        <w:rPr>
          <w:lang w:val="el-GR" w:eastAsia="el-GR"/>
        </w:rPr>
        <w:t>Αναζήτηση</w:t>
      </w:r>
      <w:r w:rsidRPr="002037B4">
        <w:rPr>
          <w:lang w:val="el-GR" w:eastAsia="el-GR"/>
        </w:rPr>
        <w:t xml:space="preserve"> </w:t>
      </w:r>
      <w:r>
        <w:rPr>
          <w:lang w:val="el-GR" w:eastAsia="el-GR"/>
        </w:rPr>
        <w:t>στατιστικών με βάση τις επιλεγμένες ημερομηνίες (περίοδο)</w:t>
      </w:r>
    </w:p>
    <w:p w14:paraId="4D71556B" w14:textId="77777777" w:rsidR="00574EF3" w:rsidRDefault="00574EF3" w:rsidP="00574EF3">
      <w:pPr>
        <w:pStyle w:val="bullet"/>
        <w:numPr>
          <w:ilvl w:val="1"/>
          <w:numId w:val="6"/>
        </w:numPr>
        <w:rPr>
          <w:lang w:val="el-GR" w:eastAsia="el-GR"/>
        </w:rPr>
      </w:pPr>
      <w:r>
        <w:rPr>
          <w:lang w:eastAsia="el-GR"/>
        </w:rPr>
        <w:t>Action</w:t>
      </w:r>
      <w:r w:rsidRPr="002037B4">
        <w:rPr>
          <w:lang w:val="el-GR" w:eastAsia="el-GR"/>
        </w:rPr>
        <w:t xml:space="preserve">: </w:t>
      </w:r>
      <w:r>
        <w:rPr>
          <w:lang w:val="el-GR" w:eastAsia="el-GR"/>
        </w:rPr>
        <w:t>κουμπί</w:t>
      </w:r>
      <w:r w:rsidRPr="002037B4">
        <w:rPr>
          <w:lang w:val="el-GR" w:eastAsia="el-GR"/>
        </w:rPr>
        <w:t xml:space="preserve"> (</w:t>
      </w:r>
      <w:r>
        <w:rPr>
          <w:lang w:eastAsia="el-GR"/>
        </w:rPr>
        <w:t>button</w:t>
      </w:r>
      <w:r w:rsidRPr="002037B4">
        <w:rPr>
          <w:lang w:val="el-GR" w:eastAsia="el-GR"/>
        </w:rPr>
        <w:t xml:space="preserve">) </w:t>
      </w:r>
      <w:r>
        <w:rPr>
          <w:lang w:eastAsia="el-GR"/>
        </w:rPr>
        <w:t>Cancel</w:t>
      </w:r>
      <w:r w:rsidRPr="002037B4">
        <w:rPr>
          <w:lang w:val="el-GR" w:eastAsia="el-GR"/>
        </w:rPr>
        <w:t xml:space="preserve"> -&gt; </w:t>
      </w:r>
      <w:r>
        <w:rPr>
          <w:lang w:val="el-GR" w:eastAsia="el-GR"/>
        </w:rPr>
        <w:t>Ακύρωση</w:t>
      </w:r>
      <w:r w:rsidRPr="002037B4">
        <w:rPr>
          <w:lang w:val="el-GR" w:eastAsia="el-GR"/>
        </w:rPr>
        <w:t xml:space="preserve"> </w:t>
      </w:r>
      <w:r>
        <w:rPr>
          <w:lang w:val="el-GR" w:eastAsia="el-GR"/>
        </w:rPr>
        <w:t>αναζήτησης.</w:t>
      </w:r>
    </w:p>
    <w:p w14:paraId="0FE6DAA4" w14:textId="77777777" w:rsidR="00574EF3" w:rsidRDefault="00574EF3" w:rsidP="00574EF3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>Η Τρίτη περιοχή είναι ο πίνακας των στατιστικών.</w:t>
      </w:r>
    </w:p>
    <w:p w14:paraId="265E8738" w14:textId="51C96E3A" w:rsidR="00574EF3" w:rsidRPr="00F77AAE" w:rsidRDefault="00574EF3" w:rsidP="00574EF3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 xml:space="preserve">Ο τίτλος του μαθήματος σε κάθε γραμμή του πίνακα είναι σύνδεσμος που οδηγεί πάλι στο ίδιο </w:t>
      </w:r>
      <w:r>
        <w:rPr>
          <w:lang w:eastAsia="el-GR"/>
        </w:rPr>
        <w:t>view</w:t>
      </w:r>
      <w:r w:rsidRPr="00F77AAE">
        <w:rPr>
          <w:lang w:val="el-GR" w:eastAsia="el-GR"/>
        </w:rPr>
        <w:t xml:space="preserve"> </w:t>
      </w:r>
      <w:r>
        <w:rPr>
          <w:lang w:eastAsia="el-GR"/>
        </w:rPr>
        <w:t>page</w:t>
      </w:r>
      <w:r w:rsidRPr="00F77AAE">
        <w:rPr>
          <w:lang w:val="el-GR" w:eastAsia="el-GR"/>
        </w:rPr>
        <w:t xml:space="preserve"> </w:t>
      </w:r>
      <w:r>
        <w:rPr>
          <w:lang w:val="el-GR" w:eastAsia="el-GR"/>
        </w:rPr>
        <w:t xml:space="preserve">αλλά με άλλες παραμέτρους. Σε αυτό το </w:t>
      </w:r>
      <w:r>
        <w:rPr>
          <w:lang w:eastAsia="el-GR"/>
        </w:rPr>
        <w:t>view</w:t>
      </w:r>
      <w:r w:rsidRPr="00F77AAE">
        <w:rPr>
          <w:lang w:val="el-GR" w:eastAsia="el-GR"/>
        </w:rPr>
        <w:t xml:space="preserve"> </w:t>
      </w:r>
      <w:r>
        <w:rPr>
          <w:lang w:val="el-GR" w:eastAsia="el-GR"/>
        </w:rPr>
        <w:t xml:space="preserve">η τρίτη περιοχή θα δείξει το ανάλογο πίνακα δεδομένων σύμφωνα με τις παραμέτρους. Ο χρήστης θα δει στατιστικά για κάθε </w:t>
      </w:r>
      <w:r>
        <w:rPr>
          <w:lang w:eastAsia="el-GR"/>
        </w:rPr>
        <w:t>quiz</w:t>
      </w:r>
      <w:r w:rsidRPr="00FB5A14">
        <w:rPr>
          <w:lang w:val="el-GR" w:eastAsia="el-GR"/>
        </w:rPr>
        <w:t xml:space="preserve"> </w:t>
      </w:r>
      <w:r>
        <w:rPr>
          <w:lang w:val="el-GR" w:eastAsia="el-GR"/>
        </w:rPr>
        <w:t>στο μάθημα.</w:t>
      </w:r>
    </w:p>
    <w:p w14:paraId="21099AE3" w14:textId="38A0C63D" w:rsidR="00574EF3" w:rsidRPr="00552AC7" w:rsidRDefault="00574EF3" w:rsidP="00574EF3">
      <w:pPr>
        <w:pStyle w:val="bullet"/>
        <w:numPr>
          <w:ilvl w:val="0"/>
          <w:numId w:val="0"/>
        </w:numPr>
        <w:ind w:left="1437"/>
        <w:rPr>
          <w:lang w:val="el-GR" w:eastAsia="el-GR"/>
        </w:rPr>
      </w:pPr>
      <w:r>
        <w:rPr>
          <w:lang w:val="el-GR" w:eastAsia="el-GR"/>
        </w:rPr>
        <w:t xml:space="preserve">Σε αυτό το </w:t>
      </w:r>
      <w:r>
        <w:rPr>
          <w:lang w:eastAsia="el-GR"/>
        </w:rPr>
        <w:t>view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με την σειρά του έχει σε κάθε γραμμή του πίνακα το </w:t>
      </w:r>
      <w:r>
        <w:rPr>
          <w:lang w:eastAsia="el-GR"/>
        </w:rPr>
        <w:t>quiz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ως </w:t>
      </w:r>
      <w:r>
        <w:rPr>
          <w:lang w:eastAsia="el-GR"/>
        </w:rPr>
        <w:t>link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 xml:space="preserve">το οποίο μεταφέρει τον χρήστη στο ίδιο </w:t>
      </w:r>
      <w:r>
        <w:rPr>
          <w:lang w:eastAsia="el-GR"/>
        </w:rPr>
        <w:t>view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>όπου μπορεί να δει στατιστικά</w:t>
      </w:r>
      <w:r w:rsidRPr="00574EF3">
        <w:rPr>
          <w:lang w:val="el-GR" w:eastAsia="el-GR"/>
        </w:rPr>
        <w:t xml:space="preserve"> </w:t>
      </w:r>
      <w:r>
        <w:rPr>
          <w:lang w:val="el-GR" w:eastAsia="el-GR"/>
        </w:rPr>
        <w:t xml:space="preserve">κάθε χρήστη στο συγκεκριμένο </w:t>
      </w:r>
      <w:r>
        <w:rPr>
          <w:lang w:eastAsia="el-GR"/>
        </w:rPr>
        <w:t>quiz</w:t>
      </w:r>
      <w:r w:rsidRPr="00552AC7">
        <w:rPr>
          <w:lang w:val="el-GR" w:eastAsia="el-GR"/>
        </w:rPr>
        <w:t xml:space="preserve"> </w:t>
      </w:r>
      <w:r>
        <w:rPr>
          <w:lang w:val="el-GR" w:eastAsia="el-GR"/>
        </w:rPr>
        <w:t>που επιλέχθηκε.</w:t>
      </w:r>
    </w:p>
    <w:p w14:paraId="634050D8" w14:textId="77777777" w:rsidR="00234E9C" w:rsidRPr="00CE07C4" w:rsidRDefault="00234E9C" w:rsidP="00FB5A14">
      <w:pPr>
        <w:pStyle w:val="bullet"/>
        <w:numPr>
          <w:ilvl w:val="0"/>
          <w:numId w:val="0"/>
        </w:numPr>
        <w:rPr>
          <w:lang w:val="el-GR" w:eastAsia="el-GR"/>
        </w:rPr>
      </w:pPr>
    </w:p>
    <w:p w14:paraId="74051627" w14:textId="7CCA0E57" w:rsidR="005C7437" w:rsidRDefault="005C7437" w:rsidP="00635EB3">
      <w:pPr>
        <w:pStyle w:val="4"/>
        <w:numPr>
          <w:ilvl w:val="0"/>
          <w:numId w:val="5"/>
        </w:numPr>
        <w:rPr>
          <w:lang w:val="en-US" w:eastAsia="el-GR"/>
        </w:rPr>
      </w:pPr>
      <w:r>
        <w:rPr>
          <w:lang w:val="en-US" w:eastAsia="el-GR"/>
        </w:rPr>
        <w:t>Tasks</w:t>
      </w:r>
    </w:p>
    <w:p w14:paraId="1FF9B44A" w14:textId="498647AF" w:rsidR="00483476" w:rsidRPr="00483476" w:rsidRDefault="008110B1" w:rsidP="00483476">
      <w:pPr>
        <w:ind w:left="720"/>
        <w:rPr>
          <w:rFonts w:cstheme="minorHAnsi"/>
          <w:color w:val="000000" w:themeColor="text1"/>
          <w:shd w:val="clear" w:color="auto" w:fill="FFFFFF"/>
        </w:rPr>
      </w:pPr>
      <w:r>
        <w:rPr>
          <w:lang w:eastAsia="el-GR"/>
        </w:rPr>
        <w:t>Το</w:t>
      </w:r>
      <w:r w:rsidRPr="008110B1">
        <w:rPr>
          <w:lang w:val="en-US" w:eastAsia="el-GR"/>
        </w:rPr>
        <w:t xml:space="preserve"> </w:t>
      </w:r>
      <w:r>
        <w:rPr>
          <w:lang w:val="en-US" w:eastAsia="el-GR"/>
        </w:rPr>
        <w:t>block</w:t>
      </w:r>
      <w:r w:rsidRPr="008110B1">
        <w:rPr>
          <w:lang w:val="en-US" w:eastAsia="el-GR"/>
        </w:rPr>
        <w:t xml:space="preserve"> </w:t>
      </w:r>
      <w:r>
        <w:rPr>
          <w:lang w:eastAsia="el-GR"/>
        </w:rPr>
        <w:t>έχει</w:t>
      </w:r>
      <w:r w:rsidRPr="008110B1">
        <w:rPr>
          <w:lang w:val="en-US" w:eastAsia="el-GR"/>
        </w:rPr>
        <w:t xml:space="preserve"> </w:t>
      </w:r>
      <w:r>
        <w:rPr>
          <w:lang w:eastAsia="el-GR"/>
        </w:rPr>
        <w:t>το</w:t>
      </w:r>
      <w:r w:rsidRPr="008110B1">
        <w:rPr>
          <w:lang w:val="en-US" w:eastAsia="el-GR"/>
        </w:rPr>
        <w:t xml:space="preserve"> </w:t>
      </w:r>
      <w:r>
        <w:rPr>
          <w:lang w:val="en-US" w:eastAsia="el-GR"/>
        </w:rPr>
        <w:t xml:space="preserve">schedule task </w:t>
      </w:r>
      <w:r w:rsidRPr="008110B1">
        <w:rPr>
          <w:rFonts w:cstheme="minorHAnsi"/>
          <w:b/>
          <w:bCs/>
          <w:color w:val="000000" w:themeColor="text1"/>
          <w:lang w:val="en-US"/>
        </w:rPr>
        <w:t>\</w:t>
      </w:r>
      <w:proofErr w:type="spellStart"/>
      <w:r w:rsidRPr="008110B1">
        <w:rPr>
          <w:rFonts w:cstheme="minorHAnsi"/>
          <w:b/>
          <w:bCs/>
          <w:color w:val="000000" w:themeColor="text1"/>
          <w:lang w:val="en-US"/>
        </w:rPr>
        <w:t>block_course_statistics</w:t>
      </w:r>
      <w:proofErr w:type="spellEnd"/>
      <w:r w:rsidRPr="008110B1">
        <w:rPr>
          <w:rFonts w:cstheme="minorHAnsi"/>
          <w:b/>
          <w:bCs/>
          <w:color w:val="000000" w:themeColor="text1"/>
          <w:lang w:val="en-US"/>
        </w:rPr>
        <w:t>\task\statistics</w:t>
      </w:r>
      <w:r>
        <w:rPr>
          <w:rFonts w:cstheme="minorHAnsi"/>
          <w:b/>
          <w:bCs/>
          <w:color w:val="000000" w:themeColor="text1"/>
          <w:lang w:val="en-US"/>
        </w:rPr>
        <w:t xml:space="preserve"> </w:t>
      </w:r>
      <w:r w:rsidRPr="008110B1">
        <w:rPr>
          <w:rFonts w:cstheme="minorHAnsi"/>
          <w:color w:val="000000" w:themeColor="text1"/>
        </w:rPr>
        <w:t>με</w:t>
      </w:r>
      <w:r w:rsidRPr="008110B1">
        <w:rPr>
          <w:rFonts w:cstheme="minorHAnsi"/>
          <w:color w:val="000000" w:themeColor="text1"/>
          <w:lang w:val="en-US"/>
        </w:rPr>
        <w:t xml:space="preserve"> </w:t>
      </w:r>
      <w:r w:rsidRPr="008110B1">
        <w:rPr>
          <w:rFonts w:cstheme="minorHAnsi"/>
          <w:color w:val="000000" w:themeColor="text1"/>
        </w:rPr>
        <w:t>όνομα</w:t>
      </w:r>
      <w:r w:rsidRPr="008110B1">
        <w:rPr>
          <w:rFonts w:cstheme="minorHAnsi"/>
          <w:color w:val="000000" w:themeColor="text1"/>
          <w:lang w:val="en-US"/>
        </w:rPr>
        <w:t xml:space="preserve"> </w:t>
      </w:r>
      <w:r w:rsidRPr="008110B1">
        <w:rPr>
          <w:rFonts w:cstheme="minorHAnsi"/>
          <w:b/>
          <w:bCs/>
          <w:color w:val="1D2125"/>
          <w:shd w:val="clear" w:color="auto" w:fill="FFFFFF"/>
          <w:lang w:val="en-US"/>
        </w:rPr>
        <w:t xml:space="preserve">Pre calculate statistics from </w:t>
      </w:r>
      <w:proofErr w:type="spellStart"/>
      <w:r w:rsidRPr="008110B1">
        <w:rPr>
          <w:rFonts w:cstheme="minorHAnsi"/>
          <w:b/>
          <w:bCs/>
          <w:color w:val="1D2125"/>
          <w:shd w:val="clear" w:color="auto" w:fill="FFFFFF"/>
          <w:lang w:val="en-US"/>
        </w:rPr>
        <w:t>logstore</w:t>
      </w:r>
      <w:proofErr w:type="spellEnd"/>
      <w:r w:rsidRPr="008110B1">
        <w:rPr>
          <w:rFonts w:cstheme="minorHAnsi"/>
          <w:b/>
          <w:bCs/>
          <w:color w:val="1D2125"/>
          <w:shd w:val="clear" w:color="auto" w:fill="FFFFFF"/>
          <w:lang w:val="en-US"/>
        </w:rPr>
        <w:t xml:space="preserve"> table. </w:t>
      </w:r>
      <w:r>
        <w:rPr>
          <w:rFonts w:cstheme="minorHAnsi"/>
          <w:color w:val="000000" w:themeColor="text1"/>
          <w:shd w:val="clear" w:color="auto" w:fill="FFFFFF"/>
        </w:rPr>
        <w:t xml:space="preserve">Το </w:t>
      </w:r>
      <w:r>
        <w:rPr>
          <w:rFonts w:cstheme="minorHAnsi"/>
          <w:color w:val="000000" w:themeColor="text1"/>
          <w:shd w:val="clear" w:color="auto" w:fill="FFFFFF"/>
          <w:lang w:val="en-US"/>
        </w:rPr>
        <w:t>task</w:t>
      </w:r>
      <w:r w:rsidRPr="00483476">
        <w:rPr>
          <w:rFonts w:cstheme="minorHAnsi"/>
          <w:color w:val="000000" w:themeColor="text1"/>
          <w:shd w:val="clear" w:color="auto" w:fill="FFFFFF"/>
        </w:rPr>
        <w:t xml:space="preserve"> </w:t>
      </w:r>
      <w:r w:rsidR="00483476">
        <w:rPr>
          <w:rFonts w:cstheme="minorHAnsi"/>
          <w:color w:val="000000" w:themeColor="text1"/>
          <w:shd w:val="clear" w:color="auto" w:fill="FFFFFF"/>
        </w:rPr>
        <w:t xml:space="preserve">βρίσκει τις πληροφορίες από τον πίνακα </w:t>
      </w:r>
      <w:r w:rsidR="00483476">
        <w:rPr>
          <w:rFonts w:cstheme="minorHAnsi"/>
          <w:color w:val="000000" w:themeColor="text1"/>
          <w:shd w:val="clear" w:color="auto" w:fill="FFFFFF"/>
          <w:lang w:val="en-US"/>
        </w:rPr>
        <w:t>mdl</w:t>
      </w:r>
      <w:r w:rsidR="00483476" w:rsidRPr="00483476">
        <w:rPr>
          <w:rFonts w:cstheme="minorHAnsi"/>
          <w:color w:val="000000" w:themeColor="text1"/>
          <w:shd w:val="clear" w:color="auto" w:fill="FFFFFF"/>
        </w:rPr>
        <w:t>_</w:t>
      </w:r>
      <w:proofErr w:type="spellStart"/>
      <w:r w:rsidR="00483476">
        <w:rPr>
          <w:rFonts w:cstheme="minorHAnsi"/>
          <w:color w:val="000000" w:themeColor="text1"/>
          <w:shd w:val="clear" w:color="auto" w:fill="FFFFFF"/>
          <w:lang w:val="en-US"/>
        </w:rPr>
        <w:t>logstore</w:t>
      </w:r>
      <w:proofErr w:type="spellEnd"/>
      <w:r w:rsidR="00483476" w:rsidRPr="00483476">
        <w:rPr>
          <w:rFonts w:cstheme="minorHAnsi"/>
          <w:color w:val="000000" w:themeColor="text1"/>
          <w:shd w:val="clear" w:color="auto" w:fill="FFFFFF"/>
        </w:rPr>
        <w:t>_</w:t>
      </w:r>
      <w:r w:rsidR="00483476">
        <w:rPr>
          <w:rFonts w:cstheme="minorHAnsi"/>
          <w:color w:val="000000" w:themeColor="text1"/>
          <w:shd w:val="clear" w:color="auto" w:fill="FFFFFF"/>
          <w:lang w:val="en-US"/>
        </w:rPr>
        <w:t>standard</w:t>
      </w:r>
      <w:r w:rsidR="00483476" w:rsidRPr="00483476">
        <w:rPr>
          <w:rFonts w:cstheme="minorHAnsi"/>
          <w:color w:val="000000" w:themeColor="text1"/>
          <w:shd w:val="clear" w:color="auto" w:fill="FFFFFF"/>
        </w:rPr>
        <w:t>_</w:t>
      </w:r>
      <w:r w:rsidR="00483476">
        <w:rPr>
          <w:rFonts w:cstheme="minorHAnsi"/>
          <w:color w:val="000000" w:themeColor="text1"/>
          <w:shd w:val="clear" w:color="auto" w:fill="FFFFFF"/>
          <w:lang w:val="en-US"/>
        </w:rPr>
        <w:t>log</w:t>
      </w:r>
      <w:r w:rsidR="00483476" w:rsidRPr="00483476">
        <w:rPr>
          <w:rFonts w:cstheme="minorHAnsi"/>
          <w:color w:val="000000" w:themeColor="text1"/>
          <w:shd w:val="clear" w:color="auto" w:fill="FFFFFF"/>
        </w:rPr>
        <w:t xml:space="preserve"> </w:t>
      </w:r>
      <w:r w:rsidR="00483476">
        <w:rPr>
          <w:rFonts w:cstheme="minorHAnsi"/>
          <w:color w:val="000000" w:themeColor="text1"/>
          <w:shd w:val="clear" w:color="auto" w:fill="FFFFFF"/>
        </w:rPr>
        <w:t xml:space="preserve">κάνει υπολογισμούς για τους χρόνους και τις ενέργειες των χρηστών και τις αποθηκεύει σε πίνακες του </w:t>
      </w:r>
      <w:r w:rsidR="00483476">
        <w:rPr>
          <w:rFonts w:cstheme="minorHAnsi"/>
          <w:color w:val="000000" w:themeColor="text1"/>
          <w:shd w:val="clear" w:color="auto" w:fill="FFFFFF"/>
          <w:lang w:val="en-US"/>
        </w:rPr>
        <w:t>plugin</w:t>
      </w:r>
      <w:r w:rsidR="00483476" w:rsidRPr="00483476">
        <w:rPr>
          <w:rFonts w:cstheme="minorHAnsi"/>
          <w:color w:val="000000" w:themeColor="text1"/>
          <w:shd w:val="clear" w:color="auto" w:fill="FFFFFF"/>
        </w:rPr>
        <w:t xml:space="preserve"> </w:t>
      </w:r>
      <w:r w:rsidR="00483476">
        <w:rPr>
          <w:rFonts w:cstheme="minorHAnsi"/>
          <w:color w:val="000000" w:themeColor="text1"/>
          <w:shd w:val="clear" w:color="auto" w:fill="FFFFFF"/>
        </w:rPr>
        <w:t xml:space="preserve">για να διαβαστούν από του πίνακες στατιστικών του κάθε </w:t>
      </w:r>
      <w:r w:rsidR="00483476">
        <w:rPr>
          <w:rFonts w:cstheme="minorHAnsi"/>
          <w:color w:val="000000" w:themeColor="text1"/>
          <w:shd w:val="clear" w:color="auto" w:fill="FFFFFF"/>
          <w:lang w:val="en-US"/>
        </w:rPr>
        <w:t>view</w:t>
      </w:r>
      <w:r w:rsidR="00483476" w:rsidRPr="00483476">
        <w:rPr>
          <w:rFonts w:cstheme="minorHAnsi"/>
          <w:color w:val="000000" w:themeColor="text1"/>
          <w:shd w:val="clear" w:color="auto" w:fill="FFFFFF"/>
        </w:rPr>
        <w:t xml:space="preserve"> </w:t>
      </w:r>
      <w:r w:rsidR="00483476">
        <w:rPr>
          <w:rFonts w:cstheme="minorHAnsi"/>
          <w:color w:val="000000" w:themeColor="text1"/>
          <w:shd w:val="clear" w:color="auto" w:fill="FFFFFF"/>
        </w:rPr>
        <w:t xml:space="preserve">που </w:t>
      </w:r>
      <w:proofErr w:type="spellStart"/>
      <w:r w:rsidR="00483476">
        <w:rPr>
          <w:rFonts w:cstheme="minorHAnsi"/>
          <w:color w:val="000000" w:themeColor="text1"/>
          <w:shd w:val="clear" w:color="auto" w:fill="FFFFFF"/>
        </w:rPr>
        <w:t>περιγράφηκαν</w:t>
      </w:r>
      <w:proofErr w:type="spellEnd"/>
      <w:r w:rsidR="00483476">
        <w:rPr>
          <w:rFonts w:cstheme="minorHAnsi"/>
          <w:color w:val="000000" w:themeColor="text1"/>
          <w:shd w:val="clear" w:color="auto" w:fill="FFFFFF"/>
        </w:rPr>
        <w:t xml:space="preserve"> παραπάνω.</w:t>
      </w:r>
    </w:p>
    <w:p w14:paraId="6943B803" w14:textId="77777777" w:rsidR="000F06A6" w:rsidRPr="00483476" w:rsidRDefault="000F06A6" w:rsidP="000F06A6">
      <w:pPr>
        <w:ind w:left="720"/>
        <w:rPr>
          <w:lang w:eastAsia="el-GR"/>
        </w:rPr>
      </w:pPr>
    </w:p>
    <w:p w14:paraId="73C0DD5D" w14:textId="0E6F7319" w:rsidR="005C7437" w:rsidRDefault="005C7437" w:rsidP="00635EB3">
      <w:pPr>
        <w:pStyle w:val="4"/>
        <w:numPr>
          <w:ilvl w:val="0"/>
          <w:numId w:val="5"/>
        </w:numPr>
        <w:rPr>
          <w:lang w:val="en-US" w:eastAsia="el-GR"/>
        </w:rPr>
      </w:pPr>
      <w:r>
        <w:rPr>
          <w:lang w:val="en-US" w:eastAsia="el-GR"/>
        </w:rPr>
        <w:t>Events</w:t>
      </w:r>
    </w:p>
    <w:p w14:paraId="4B5BD587" w14:textId="7154DA05" w:rsidR="005C7437" w:rsidRDefault="005C7437" w:rsidP="00094159">
      <w:pPr>
        <w:ind w:firstLine="720"/>
        <w:rPr>
          <w:lang w:eastAsia="el-GR"/>
        </w:rPr>
      </w:pPr>
      <w:r>
        <w:rPr>
          <w:lang w:eastAsia="el-GR"/>
        </w:rPr>
        <w:t>Δεν έχει.</w:t>
      </w:r>
    </w:p>
    <w:p w14:paraId="29A50A52" w14:textId="77777777" w:rsidR="003A7B63" w:rsidRDefault="003A7B63" w:rsidP="005C7437">
      <w:pPr>
        <w:rPr>
          <w:lang w:eastAsia="el-GR"/>
        </w:rPr>
      </w:pPr>
    </w:p>
    <w:p w14:paraId="5D89D8CC" w14:textId="141B886F" w:rsidR="005C7437" w:rsidRDefault="005C7437" w:rsidP="00635EB3">
      <w:pPr>
        <w:pStyle w:val="4"/>
        <w:numPr>
          <w:ilvl w:val="0"/>
          <w:numId w:val="5"/>
        </w:numPr>
        <w:rPr>
          <w:lang w:val="en-US" w:eastAsia="el-GR"/>
        </w:rPr>
      </w:pPr>
      <w:r>
        <w:rPr>
          <w:lang w:val="en-US" w:eastAsia="el-GR"/>
        </w:rPr>
        <w:t>DB Tables</w:t>
      </w:r>
    </w:p>
    <w:p w14:paraId="2D7599EC" w14:textId="7C4DAF35" w:rsidR="003A7B63" w:rsidRPr="00483476" w:rsidRDefault="00201AE7" w:rsidP="00904A77">
      <w:pPr>
        <w:pStyle w:val="bullet"/>
        <w:rPr>
          <w:lang w:val="el-GR"/>
        </w:rPr>
      </w:pPr>
      <w:r w:rsidRPr="00877B3A">
        <w:t>c</w:t>
      </w:r>
      <w:r>
        <w:t>s</w:t>
      </w:r>
      <w:r w:rsidRPr="00483476">
        <w:rPr>
          <w:lang w:val="el-GR"/>
        </w:rPr>
        <w:t xml:space="preserve"> </w:t>
      </w:r>
      <w:r w:rsidR="00483476" w:rsidRPr="00483476">
        <w:rPr>
          <w:lang w:val="el-GR"/>
        </w:rPr>
        <w:t>_</w:t>
      </w:r>
      <w:r w:rsidR="00483476">
        <w:t>user</w:t>
      </w:r>
      <w:r w:rsidR="00483476" w:rsidRPr="00483476">
        <w:rPr>
          <w:lang w:val="el-GR"/>
        </w:rPr>
        <w:t>_</w:t>
      </w:r>
      <w:r w:rsidR="00483476">
        <w:t>course</w:t>
      </w:r>
      <w:r w:rsidR="00483476" w:rsidRPr="00483476">
        <w:rPr>
          <w:lang w:val="el-GR"/>
        </w:rPr>
        <w:t>_</w:t>
      </w:r>
      <w:proofErr w:type="gramStart"/>
      <w:r w:rsidR="00483476">
        <w:t>sessions</w:t>
      </w:r>
      <w:r w:rsidR="00F310FF" w:rsidRPr="00483476">
        <w:rPr>
          <w:lang w:val="el-GR"/>
        </w:rPr>
        <w:t xml:space="preserve"> :</w:t>
      </w:r>
      <w:proofErr w:type="gramEnd"/>
      <w:r w:rsidR="00F310FF" w:rsidRPr="00483476">
        <w:rPr>
          <w:lang w:val="el-GR"/>
        </w:rPr>
        <w:t xml:space="preserve"> </w:t>
      </w:r>
      <w:r w:rsidR="00F310FF" w:rsidRPr="00F310FF">
        <w:rPr>
          <w:lang w:val="el-GR"/>
        </w:rPr>
        <w:t>Πίνακας</w:t>
      </w:r>
      <w:r w:rsidR="00F310FF" w:rsidRPr="00483476">
        <w:rPr>
          <w:lang w:val="el-GR"/>
        </w:rPr>
        <w:t xml:space="preserve"> </w:t>
      </w:r>
      <w:r w:rsidR="00F310FF" w:rsidRPr="00F310FF">
        <w:rPr>
          <w:lang w:val="el-GR"/>
        </w:rPr>
        <w:t>που</w:t>
      </w:r>
      <w:r w:rsidR="00F310FF" w:rsidRPr="00483476">
        <w:rPr>
          <w:lang w:val="el-GR"/>
        </w:rPr>
        <w:t xml:space="preserve"> </w:t>
      </w:r>
      <w:r w:rsidR="005A4BA7">
        <w:rPr>
          <w:lang w:val="el-GR"/>
        </w:rPr>
        <w:t>καταγράφει</w:t>
      </w:r>
      <w:r w:rsidR="00483476" w:rsidRPr="00483476">
        <w:rPr>
          <w:lang w:val="el-GR"/>
        </w:rPr>
        <w:t xml:space="preserve"> </w:t>
      </w:r>
      <w:r w:rsidR="00483476">
        <w:rPr>
          <w:lang w:val="el-GR"/>
        </w:rPr>
        <w:t>τα</w:t>
      </w:r>
      <w:r w:rsidR="00483476" w:rsidRPr="00483476">
        <w:rPr>
          <w:lang w:val="el-GR"/>
        </w:rPr>
        <w:t xml:space="preserve"> </w:t>
      </w:r>
      <w:r w:rsidR="00483476">
        <w:t>sessions</w:t>
      </w:r>
      <w:r w:rsidR="00483476" w:rsidRPr="00483476">
        <w:rPr>
          <w:lang w:val="el-GR"/>
        </w:rPr>
        <w:t xml:space="preserve"> </w:t>
      </w:r>
      <w:r w:rsidR="00483476">
        <w:rPr>
          <w:lang w:val="el-GR"/>
        </w:rPr>
        <w:t>και</w:t>
      </w:r>
      <w:r w:rsidR="00483476" w:rsidRPr="00483476">
        <w:rPr>
          <w:lang w:val="el-GR"/>
        </w:rPr>
        <w:t xml:space="preserve"> </w:t>
      </w:r>
      <w:r w:rsidR="00483476">
        <w:t>actions</w:t>
      </w:r>
      <w:r w:rsidR="00483476" w:rsidRPr="00483476">
        <w:rPr>
          <w:lang w:val="el-GR"/>
        </w:rPr>
        <w:t xml:space="preserve"> </w:t>
      </w:r>
      <w:r w:rsidR="00483476">
        <w:rPr>
          <w:lang w:val="el-GR"/>
        </w:rPr>
        <w:t>των χρηστών στα μαθήματα</w:t>
      </w:r>
      <w:r w:rsidR="00F310FF" w:rsidRPr="00483476">
        <w:rPr>
          <w:lang w:val="el-GR"/>
        </w:rPr>
        <w:t>.</w:t>
      </w:r>
    </w:p>
    <w:p w14:paraId="518474F9" w14:textId="5027FB58" w:rsidR="00904A77" w:rsidRPr="00904A77" w:rsidRDefault="00904A77" w:rsidP="00635EB3">
      <w:pPr>
        <w:pStyle w:val="bullet"/>
        <w:numPr>
          <w:ilvl w:val="0"/>
          <w:numId w:val="9"/>
        </w:numPr>
        <w:rPr>
          <w:lang w:val="el-GR"/>
        </w:rPr>
      </w:pPr>
      <w:proofErr w:type="gramStart"/>
      <w:r w:rsidRPr="00904A77">
        <w:t>id</w:t>
      </w:r>
      <w:r w:rsidRPr="00904A77">
        <w:rPr>
          <w:lang w:val="el-GR"/>
        </w:rPr>
        <w:t xml:space="preserve"> :</w:t>
      </w:r>
      <w:proofErr w:type="gramEnd"/>
      <w:r w:rsidRPr="00904A77">
        <w:rPr>
          <w:lang w:val="el-GR"/>
        </w:rPr>
        <w:t xml:space="preserve"> </w:t>
      </w:r>
      <w:r>
        <w:rPr>
          <w:lang w:val="el-GR"/>
        </w:rPr>
        <w:t>Το</w:t>
      </w:r>
      <w:r w:rsidRPr="00904A77">
        <w:rPr>
          <w:lang w:val="el-GR"/>
        </w:rPr>
        <w:t xml:space="preserve"> </w:t>
      </w:r>
      <w:r>
        <w:t>id</w:t>
      </w:r>
      <w:r w:rsidRPr="00904A77">
        <w:rPr>
          <w:lang w:val="el-GR"/>
        </w:rPr>
        <w:t xml:space="preserve"> </w:t>
      </w:r>
      <w:r w:rsidR="00483476">
        <w:rPr>
          <w:lang w:val="el-GR"/>
        </w:rPr>
        <w:t>του πίνακα</w:t>
      </w:r>
      <w:r>
        <w:rPr>
          <w:lang w:val="el-GR"/>
        </w:rPr>
        <w:t>.</w:t>
      </w:r>
    </w:p>
    <w:p w14:paraId="73547C47" w14:textId="449C29C9" w:rsidR="00483476" w:rsidRPr="00483476" w:rsidRDefault="00483476" w:rsidP="00483476">
      <w:pPr>
        <w:pStyle w:val="bullet"/>
        <w:numPr>
          <w:ilvl w:val="0"/>
          <w:numId w:val="9"/>
        </w:numPr>
      </w:pPr>
      <w:proofErr w:type="spellStart"/>
      <w:proofErr w:type="gramStart"/>
      <w:r>
        <w:t>course</w:t>
      </w:r>
      <w:r w:rsidRPr="00904A77">
        <w:t>id</w:t>
      </w:r>
      <w:proofErr w:type="spellEnd"/>
      <w:r w:rsidRPr="00483476">
        <w:t xml:space="preserve"> :</w:t>
      </w:r>
      <w:proofErr w:type="gramEnd"/>
      <w:r w:rsidRPr="00483476">
        <w:t xml:space="preserve"> </w:t>
      </w:r>
      <w:r>
        <w:rPr>
          <w:lang w:val="el-GR"/>
        </w:rPr>
        <w:t>Το</w:t>
      </w:r>
      <w:r w:rsidRPr="00483476">
        <w:t xml:space="preserve"> </w:t>
      </w:r>
      <w:r>
        <w:t>id</w:t>
      </w:r>
      <w:r w:rsidRPr="00483476">
        <w:t xml:space="preserve"> </w:t>
      </w:r>
      <w:r>
        <w:rPr>
          <w:lang w:val="el-GR"/>
        </w:rPr>
        <w:t>του</w:t>
      </w:r>
      <w:r w:rsidRPr="00483476">
        <w:t xml:space="preserve"> </w:t>
      </w:r>
      <w:r>
        <w:rPr>
          <w:lang w:val="el-GR"/>
        </w:rPr>
        <w:t>χρήστη</w:t>
      </w:r>
      <w:r w:rsidRPr="00483476">
        <w:t xml:space="preserve">. -&gt; </w:t>
      </w:r>
      <w:proofErr w:type="spellStart"/>
      <w:r>
        <w:t>mdl</w:t>
      </w:r>
      <w:r w:rsidRPr="00483476">
        <w:t>_</w:t>
      </w:r>
      <w:r>
        <w:t>course</w:t>
      </w:r>
      <w:proofErr w:type="spellEnd"/>
      <w:r w:rsidRPr="00483476">
        <w:t>-&gt;</w:t>
      </w:r>
      <w:r>
        <w:t>id</w:t>
      </w:r>
    </w:p>
    <w:p w14:paraId="7591712A" w14:textId="35FBD624" w:rsidR="00904A77" w:rsidRPr="00483476" w:rsidRDefault="00483476" w:rsidP="00635EB3">
      <w:pPr>
        <w:pStyle w:val="bullet"/>
        <w:numPr>
          <w:ilvl w:val="0"/>
          <w:numId w:val="9"/>
        </w:numPr>
        <w:rPr>
          <w:lang w:val="el-GR"/>
        </w:rPr>
      </w:pPr>
      <w:proofErr w:type="spellStart"/>
      <w:proofErr w:type="gramStart"/>
      <w:r w:rsidRPr="00904A77">
        <w:t>userid</w:t>
      </w:r>
      <w:proofErr w:type="spellEnd"/>
      <w:r w:rsidRPr="00904A77">
        <w:rPr>
          <w:lang w:val="el-GR"/>
        </w:rPr>
        <w:t xml:space="preserve"> :</w:t>
      </w:r>
      <w:proofErr w:type="gramEnd"/>
      <w:r>
        <w:rPr>
          <w:lang w:val="el-GR"/>
        </w:rPr>
        <w:t xml:space="preserve"> Το </w:t>
      </w:r>
      <w:r>
        <w:t>id</w:t>
      </w:r>
      <w:r w:rsidRPr="00904A77">
        <w:rPr>
          <w:lang w:val="el-GR"/>
        </w:rPr>
        <w:t xml:space="preserve"> </w:t>
      </w:r>
      <w:r>
        <w:rPr>
          <w:lang w:val="el-GR"/>
        </w:rPr>
        <w:t>του χρήστη. -&gt;</w:t>
      </w:r>
      <w:r w:rsidRPr="007051C6">
        <w:rPr>
          <w:lang w:val="el-GR"/>
        </w:rPr>
        <w:t xml:space="preserve"> </w:t>
      </w:r>
      <w:r>
        <w:t>mdl</w:t>
      </w:r>
      <w:r w:rsidRPr="007051C6">
        <w:rPr>
          <w:lang w:val="el-GR"/>
        </w:rPr>
        <w:t>_</w:t>
      </w:r>
      <w:r>
        <w:t>users</w:t>
      </w:r>
      <w:r w:rsidRPr="00693B68">
        <w:rPr>
          <w:lang w:val="el-GR"/>
        </w:rPr>
        <w:t>-&gt;</w:t>
      </w:r>
      <w:r>
        <w:t>id</w:t>
      </w:r>
    </w:p>
    <w:p w14:paraId="643D7C5D" w14:textId="2C5A0042" w:rsidR="00904A77" w:rsidRPr="00483476" w:rsidRDefault="00483476" w:rsidP="00635EB3">
      <w:pPr>
        <w:pStyle w:val="bullet"/>
        <w:numPr>
          <w:ilvl w:val="0"/>
          <w:numId w:val="9"/>
        </w:numPr>
      </w:pPr>
      <w:proofErr w:type="spellStart"/>
      <w:proofErr w:type="gramStart"/>
      <w:r>
        <w:t>startsession</w:t>
      </w:r>
      <w:proofErr w:type="spellEnd"/>
      <w:r w:rsidR="00904A77" w:rsidRPr="00483476">
        <w:t xml:space="preserve"> :</w:t>
      </w:r>
      <w:proofErr w:type="gramEnd"/>
      <w:r w:rsidR="00904A77" w:rsidRPr="00483476">
        <w:t xml:space="preserve"> </w:t>
      </w:r>
      <w:r>
        <w:rPr>
          <w:lang w:val="el-GR"/>
        </w:rPr>
        <w:t>Πότε</w:t>
      </w:r>
      <w:r w:rsidRPr="00483476">
        <w:t xml:space="preserve"> </w:t>
      </w:r>
      <w:r>
        <w:rPr>
          <w:lang w:val="el-GR"/>
        </w:rPr>
        <w:t>άρχισε</w:t>
      </w:r>
      <w:r w:rsidRPr="00483476">
        <w:t xml:space="preserve"> </w:t>
      </w:r>
      <w:r>
        <w:rPr>
          <w:lang w:val="el-GR"/>
        </w:rPr>
        <w:t>το</w:t>
      </w:r>
      <w:r w:rsidRPr="00483476">
        <w:t xml:space="preserve"> </w:t>
      </w:r>
      <w:r>
        <w:t>session</w:t>
      </w:r>
      <w:r w:rsidR="00904A77" w:rsidRPr="00483476">
        <w:t>.</w:t>
      </w:r>
    </w:p>
    <w:p w14:paraId="00C40CA3" w14:textId="44F4328A" w:rsidR="00904A77" w:rsidRPr="00904A77" w:rsidRDefault="00483476" w:rsidP="00635EB3">
      <w:pPr>
        <w:pStyle w:val="bullet"/>
        <w:numPr>
          <w:ilvl w:val="0"/>
          <w:numId w:val="9"/>
        </w:numPr>
        <w:rPr>
          <w:lang w:val="el-GR"/>
        </w:rPr>
      </w:pPr>
      <w:proofErr w:type="spellStart"/>
      <w:proofErr w:type="gramStart"/>
      <w:r>
        <w:t>endsession</w:t>
      </w:r>
      <w:proofErr w:type="spellEnd"/>
      <w:r w:rsidR="00904A77" w:rsidRPr="00904A77">
        <w:rPr>
          <w:lang w:val="el-GR"/>
        </w:rPr>
        <w:t xml:space="preserve"> :</w:t>
      </w:r>
      <w:proofErr w:type="gramEnd"/>
      <w:r w:rsidR="00904A77">
        <w:rPr>
          <w:lang w:val="el-GR"/>
        </w:rPr>
        <w:t xml:space="preserve"> </w:t>
      </w:r>
      <w:r>
        <w:rPr>
          <w:lang w:val="el-GR"/>
        </w:rPr>
        <w:t xml:space="preserve">Πότε τελείωσε το </w:t>
      </w:r>
      <w:r>
        <w:t>session</w:t>
      </w:r>
      <w:r w:rsidR="00904A77">
        <w:rPr>
          <w:lang w:val="el-GR"/>
        </w:rPr>
        <w:t>.</w:t>
      </w:r>
    </w:p>
    <w:p w14:paraId="34AC9C4A" w14:textId="0BE450EF" w:rsidR="00904A77" w:rsidRDefault="00483476" w:rsidP="00635EB3">
      <w:pPr>
        <w:pStyle w:val="bullet"/>
        <w:numPr>
          <w:ilvl w:val="0"/>
          <w:numId w:val="9"/>
        </w:numPr>
        <w:rPr>
          <w:lang w:val="el-GR"/>
        </w:rPr>
      </w:pPr>
      <w:proofErr w:type="gramStart"/>
      <w:r>
        <w:t>actions</w:t>
      </w:r>
      <w:r w:rsidR="003A1FD2" w:rsidRPr="003A1FD2">
        <w:rPr>
          <w:lang w:val="el-GR"/>
        </w:rPr>
        <w:t xml:space="preserve"> :</w:t>
      </w:r>
      <w:proofErr w:type="gramEnd"/>
      <w:r w:rsidR="003A1FD2" w:rsidRPr="003A1FD2">
        <w:rPr>
          <w:lang w:val="el-GR"/>
        </w:rPr>
        <w:t xml:space="preserve"> </w:t>
      </w:r>
      <w:r>
        <w:rPr>
          <w:lang w:val="el-GR"/>
        </w:rPr>
        <w:t xml:space="preserve">Πόσες ενέργειες έγιναν στο </w:t>
      </w:r>
      <w:r>
        <w:t>session</w:t>
      </w:r>
      <w:r w:rsidR="003A1FD2">
        <w:rPr>
          <w:lang w:val="el-GR"/>
        </w:rPr>
        <w:t>.</w:t>
      </w:r>
    </w:p>
    <w:p w14:paraId="0E00FDE5" w14:textId="262E5D03" w:rsidR="005125F6" w:rsidRPr="00F310FF" w:rsidRDefault="00201AE7" w:rsidP="005125F6">
      <w:pPr>
        <w:pStyle w:val="bullet"/>
        <w:rPr>
          <w:lang w:val="el-GR"/>
        </w:rPr>
      </w:pPr>
      <w:r w:rsidRPr="00877B3A">
        <w:t>c</w:t>
      </w:r>
      <w:r>
        <w:t>s</w:t>
      </w:r>
      <w:r w:rsidRPr="00C73DD2">
        <w:rPr>
          <w:lang w:val="el-GR"/>
        </w:rPr>
        <w:t xml:space="preserve"> </w:t>
      </w:r>
      <w:r w:rsidR="00C73DD2" w:rsidRPr="00C73DD2">
        <w:rPr>
          <w:lang w:val="el-GR"/>
        </w:rPr>
        <w:t>_</w:t>
      </w:r>
      <w:r w:rsidR="00C73DD2">
        <w:t>user</w:t>
      </w:r>
      <w:r w:rsidR="00C73DD2" w:rsidRPr="00C73DD2">
        <w:rPr>
          <w:lang w:val="el-GR"/>
        </w:rPr>
        <w:t>_</w:t>
      </w:r>
      <w:r w:rsidR="00C73DD2">
        <w:t>activity</w:t>
      </w:r>
      <w:r w:rsidR="00C73DD2" w:rsidRPr="00C73DD2">
        <w:rPr>
          <w:lang w:val="el-GR"/>
        </w:rPr>
        <w:t>_</w:t>
      </w:r>
      <w:r w:rsidR="00C73DD2">
        <w:t>sessions</w:t>
      </w:r>
      <w:r w:rsidR="005125F6" w:rsidRPr="00F310FF">
        <w:rPr>
          <w:lang w:val="el-GR"/>
        </w:rPr>
        <w:t xml:space="preserve">: </w:t>
      </w:r>
      <w:r w:rsidR="00C73DD2" w:rsidRPr="00F310FF">
        <w:rPr>
          <w:lang w:val="el-GR"/>
        </w:rPr>
        <w:t>Πίνακας</w:t>
      </w:r>
      <w:r w:rsidR="00C73DD2" w:rsidRPr="00483476">
        <w:rPr>
          <w:lang w:val="el-GR"/>
        </w:rPr>
        <w:t xml:space="preserve"> </w:t>
      </w:r>
      <w:r w:rsidR="00C73DD2" w:rsidRPr="00F310FF">
        <w:rPr>
          <w:lang w:val="el-GR"/>
        </w:rPr>
        <w:t>που</w:t>
      </w:r>
      <w:r w:rsidR="00C73DD2" w:rsidRPr="00483476">
        <w:rPr>
          <w:lang w:val="el-GR"/>
        </w:rPr>
        <w:t xml:space="preserve"> </w:t>
      </w:r>
      <w:r w:rsidR="00C73DD2">
        <w:rPr>
          <w:lang w:val="el-GR"/>
        </w:rPr>
        <w:t>καταγράφει</w:t>
      </w:r>
      <w:r w:rsidR="00C73DD2" w:rsidRPr="00483476">
        <w:rPr>
          <w:lang w:val="el-GR"/>
        </w:rPr>
        <w:t xml:space="preserve"> </w:t>
      </w:r>
      <w:r w:rsidR="00C73DD2">
        <w:rPr>
          <w:lang w:val="el-GR"/>
        </w:rPr>
        <w:t>τα</w:t>
      </w:r>
      <w:r w:rsidR="00C73DD2" w:rsidRPr="00483476">
        <w:rPr>
          <w:lang w:val="el-GR"/>
        </w:rPr>
        <w:t xml:space="preserve"> </w:t>
      </w:r>
      <w:r w:rsidR="00C73DD2">
        <w:t>sessions</w:t>
      </w:r>
      <w:r w:rsidR="00C73DD2" w:rsidRPr="00483476">
        <w:rPr>
          <w:lang w:val="el-GR"/>
        </w:rPr>
        <w:t xml:space="preserve"> </w:t>
      </w:r>
      <w:r w:rsidR="00C73DD2">
        <w:rPr>
          <w:lang w:val="el-GR"/>
        </w:rPr>
        <w:t>και</w:t>
      </w:r>
      <w:r w:rsidR="00C73DD2" w:rsidRPr="00483476">
        <w:rPr>
          <w:lang w:val="el-GR"/>
        </w:rPr>
        <w:t xml:space="preserve"> </w:t>
      </w:r>
      <w:r w:rsidR="00C73DD2">
        <w:t>actions</w:t>
      </w:r>
      <w:r w:rsidR="00C73DD2" w:rsidRPr="00483476">
        <w:rPr>
          <w:lang w:val="el-GR"/>
        </w:rPr>
        <w:t xml:space="preserve"> </w:t>
      </w:r>
      <w:r w:rsidR="00C73DD2">
        <w:rPr>
          <w:lang w:val="el-GR"/>
        </w:rPr>
        <w:t>των χρηστών στα</w:t>
      </w:r>
      <w:r w:rsidR="00C73DD2" w:rsidRPr="00C73DD2">
        <w:rPr>
          <w:lang w:val="el-GR"/>
        </w:rPr>
        <w:t xml:space="preserve"> </w:t>
      </w:r>
      <w:proofErr w:type="gramStart"/>
      <w:r w:rsidR="00C73DD2">
        <w:t>activities</w:t>
      </w:r>
      <w:r w:rsidR="00C73DD2" w:rsidRPr="00483476">
        <w:rPr>
          <w:lang w:val="el-GR"/>
        </w:rPr>
        <w:t>.</w:t>
      </w:r>
      <w:r w:rsidR="005125F6" w:rsidRPr="00F310FF">
        <w:rPr>
          <w:lang w:val="el-GR"/>
        </w:rPr>
        <w:t>.</w:t>
      </w:r>
      <w:proofErr w:type="gramEnd"/>
    </w:p>
    <w:p w14:paraId="5718F203" w14:textId="46058C49" w:rsidR="005125F6" w:rsidRDefault="005125F6" w:rsidP="00635EB3">
      <w:pPr>
        <w:pStyle w:val="bullet"/>
        <w:numPr>
          <w:ilvl w:val="0"/>
          <w:numId w:val="10"/>
        </w:numPr>
        <w:rPr>
          <w:lang w:val="el-GR"/>
        </w:rPr>
      </w:pPr>
      <w:proofErr w:type="gramStart"/>
      <w:r>
        <w:t>id</w:t>
      </w:r>
      <w:r w:rsidRPr="00BA483D">
        <w:rPr>
          <w:lang w:val="el-GR"/>
        </w:rPr>
        <w:t xml:space="preserve"> </w:t>
      </w:r>
      <w:r w:rsidRPr="00904A77">
        <w:rPr>
          <w:lang w:val="el-GR"/>
        </w:rPr>
        <w:t>:</w:t>
      </w:r>
      <w:proofErr w:type="gramEnd"/>
      <w:r w:rsidRPr="00904A77">
        <w:rPr>
          <w:lang w:val="el-GR"/>
        </w:rPr>
        <w:t xml:space="preserve"> </w:t>
      </w:r>
      <w:r>
        <w:rPr>
          <w:lang w:val="el-GR"/>
        </w:rPr>
        <w:t>Το</w:t>
      </w:r>
      <w:r w:rsidRPr="00904A77">
        <w:rPr>
          <w:lang w:val="el-GR"/>
        </w:rPr>
        <w:t xml:space="preserve"> </w:t>
      </w:r>
      <w:r>
        <w:t>id</w:t>
      </w:r>
      <w:r w:rsidRPr="00904A77">
        <w:rPr>
          <w:lang w:val="el-GR"/>
        </w:rPr>
        <w:t xml:space="preserve"> </w:t>
      </w:r>
      <w:r>
        <w:rPr>
          <w:lang w:val="el-GR"/>
        </w:rPr>
        <w:t>του</w:t>
      </w:r>
      <w:r w:rsidRPr="00904A77">
        <w:rPr>
          <w:lang w:val="el-GR"/>
        </w:rPr>
        <w:t xml:space="preserve"> </w:t>
      </w:r>
      <w:r w:rsidR="00A41D1D">
        <w:rPr>
          <w:lang w:val="el-GR"/>
        </w:rPr>
        <w:t>πιστοποιητικού</w:t>
      </w:r>
      <w:r>
        <w:rPr>
          <w:lang w:val="el-GR"/>
        </w:rPr>
        <w:t>.</w:t>
      </w:r>
    </w:p>
    <w:p w14:paraId="41B16344" w14:textId="77777777" w:rsidR="00C73DD2" w:rsidRPr="00483476" w:rsidRDefault="00C73DD2" w:rsidP="00C73DD2">
      <w:pPr>
        <w:pStyle w:val="bullet"/>
        <w:numPr>
          <w:ilvl w:val="0"/>
          <w:numId w:val="10"/>
        </w:numPr>
      </w:pPr>
      <w:proofErr w:type="spellStart"/>
      <w:proofErr w:type="gramStart"/>
      <w:r>
        <w:t>course</w:t>
      </w:r>
      <w:r w:rsidRPr="00904A77">
        <w:t>id</w:t>
      </w:r>
      <w:proofErr w:type="spellEnd"/>
      <w:r w:rsidRPr="00483476">
        <w:t xml:space="preserve"> :</w:t>
      </w:r>
      <w:proofErr w:type="gramEnd"/>
      <w:r w:rsidRPr="00483476">
        <w:t xml:space="preserve"> </w:t>
      </w:r>
      <w:r>
        <w:rPr>
          <w:lang w:val="el-GR"/>
        </w:rPr>
        <w:t>Το</w:t>
      </w:r>
      <w:r w:rsidRPr="00483476">
        <w:t xml:space="preserve"> </w:t>
      </w:r>
      <w:r>
        <w:t>id</w:t>
      </w:r>
      <w:r w:rsidRPr="00483476">
        <w:t xml:space="preserve"> </w:t>
      </w:r>
      <w:r>
        <w:rPr>
          <w:lang w:val="el-GR"/>
        </w:rPr>
        <w:t>του</w:t>
      </w:r>
      <w:r w:rsidRPr="00483476">
        <w:t xml:space="preserve"> </w:t>
      </w:r>
      <w:r>
        <w:rPr>
          <w:lang w:val="el-GR"/>
        </w:rPr>
        <w:t>χρήστη</w:t>
      </w:r>
      <w:r w:rsidRPr="00483476">
        <w:t xml:space="preserve">. -&gt; </w:t>
      </w:r>
      <w:proofErr w:type="spellStart"/>
      <w:r>
        <w:t>mdl</w:t>
      </w:r>
      <w:r w:rsidRPr="00483476">
        <w:t>_</w:t>
      </w:r>
      <w:r>
        <w:t>course</w:t>
      </w:r>
      <w:proofErr w:type="spellEnd"/>
      <w:r w:rsidRPr="00483476">
        <w:t>-&gt;</w:t>
      </w:r>
      <w:r>
        <w:t>id</w:t>
      </w:r>
    </w:p>
    <w:p w14:paraId="4D39F541" w14:textId="77777777" w:rsidR="00C73DD2" w:rsidRPr="00483476" w:rsidRDefault="00C73DD2" w:rsidP="00C73DD2">
      <w:pPr>
        <w:pStyle w:val="bullet"/>
        <w:numPr>
          <w:ilvl w:val="0"/>
          <w:numId w:val="10"/>
        </w:numPr>
        <w:rPr>
          <w:lang w:val="el-GR"/>
        </w:rPr>
      </w:pPr>
      <w:proofErr w:type="spellStart"/>
      <w:proofErr w:type="gramStart"/>
      <w:r w:rsidRPr="00904A77">
        <w:t>userid</w:t>
      </w:r>
      <w:proofErr w:type="spellEnd"/>
      <w:r w:rsidRPr="00904A77">
        <w:rPr>
          <w:lang w:val="el-GR"/>
        </w:rPr>
        <w:t xml:space="preserve"> :</w:t>
      </w:r>
      <w:proofErr w:type="gramEnd"/>
      <w:r>
        <w:rPr>
          <w:lang w:val="el-GR"/>
        </w:rPr>
        <w:t xml:space="preserve"> Το </w:t>
      </w:r>
      <w:r>
        <w:t>id</w:t>
      </w:r>
      <w:r w:rsidRPr="00904A77">
        <w:rPr>
          <w:lang w:val="el-GR"/>
        </w:rPr>
        <w:t xml:space="preserve"> </w:t>
      </w:r>
      <w:r>
        <w:rPr>
          <w:lang w:val="el-GR"/>
        </w:rPr>
        <w:t>του χρήστη. -&gt;</w:t>
      </w:r>
      <w:r w:rsidRPr="007051C6">
        <w:rPr>
          <w:lang w:val="el-GR"/>
        </w:rPr>
        <w:t xml:space="preserve"> </w:t>
      </w:r>
      <w:r>
        <w:t>mdl</w:t>
      </w:r>
      <w:r w:rsidRPr="007051C6">
        <w:rPr>
          <w:lang w:val="el-GR"/>
        </w:rPr>
        <w:t>_</w:t>
      </w:r>
      <w:r>
        <w:t>users</w:t>
      </w:r>
      <w:r w:rsidRPr="00693B68">
        <w:rPr>
          <w:lang w:val="el-GR"/>
        </w:rPr>
        <w:t>-&gt;</w:t>
      </w:r>
      <w:r>
        <w:t>id</w:t>
      </w:r>
    </w:p>
    <w:p w14:paraId="2A92A3C7" w14:textId="2108F806" w:rsidR="005125F6" w:rsidRPr="00232111" w:rsidRDefault="00C73DD2" w:rsidP="00635EB3">
      <w:pPr>
        <w:pStyle w:val="bullet"/>
        <w:numPr>
          <w:ilvl w:val="0"/>
          <w:numId w:val="10"/>
        </w:numPr>
      </w:pPr>
      <w:proofErr w:type="gramStart"/>
      <w:r>
        <w:t>activity</w:t>
      </w:r>
      <w:r w:rsidR="005125F6" w:rsidRPr="00232111">
        <w:t xml:space="preserve"> :</w:t>
      </w:r>
      <w:proofErr w:type="gramEnd"/>
      <w:r w:rsidR="005125F6" w:rsidRPr="00232111">
        <w:t xml:space="preserve"> </w:t>
      </w:r>
      <w:r>
        <w:rPr>
          <w:lang w:val="el-GR"/>
        </w:rPr>
        <w:t>Τίτλος</w:t>
      </w:r>
      <w:r w:rsidRPr="00232111">
        <w:t xml:space="preserve"> </w:t>
      </w:r>
      <w:r>
        <w:rPr>
          <w:lang w:val="el-GR"/>
        </w:rPr>
        <w:t>του</w:t>
      </w:r>
      <w:r w:rsidRPr="00232111">
        <w:t xml:space="preserve"> </w:t>
      </w:r>
      <w:r w:rsidR="00232111">
        <w:t xml:space="preserve">Module </w:t>
      </w:r>
      <w:r>
        <w:t xml:space="preserve"> (forum , </w:t>
      </w:r>
      <w:proofErr w:type="spellStart"/>
      <w:r>
        <w:t>scorm</w:t>
      </w:r>
      <w:proofErr w:type="spellEnd"/>
      <w:r w:rsidR="00232111">
        <w:t xml:space="preserve"> </w:t>
      </w:r>
      <w:r>
        <w:t xml:space="preserve">, </w:t>
      </w:r>
      <w:proofErr w:type="spellStart"/>
      <w:r>
        <w:t>etc</w:t>
      </w:r>
      <w:proofErr w:type="spellEnd"/>
      <w:r>
        <w:t>)</w:t>
      </w:r>
      <w:r w:rsidR="005125F6" w:rsidRPr="00232111">
        <w:t>.</w:t>
      </w:r>
    </w:p>
    <w:p w14:paraId="56A1CF93" w14:textId="6FAA6B3B" w:rsidR="005125F6" w:rsidRPr="00904A77" w:rsidRDefault="00232111" w:rsidP="00635EB3">
      <w:pPr>
        <w:pStyle w:val="bullet"/>
        <w:numPr>
          <w:ilvl w:val="0"/>
          <w:numId w:val="10"/>
        </w:numPr>
        <w:rPr>
          <w:lang w:val="el-GR"/>
        </w:rPr>
      </w:pPr>
      <w:proofErr w:type="spellStart"/>
      <w:proofErr w:type="gramStart"/>
      <w:r>
        <w:t>cminstance</w:t>
      </w:r>
      <w:proofErr w:type="spellEnd"/>
      <w:r w:rsidR="005125F6" w:rsidRPr="00904A77">
        <w:rPr>
          <w:lang w:val="el-GR"/>
        </w:rPr>
        <w:t xml:space="preserve"> :</w:t>
      </w:r>
      <w:proofErr w:type="gramEnd"/>
      <w:r w:rsidR="005125F6">
        <w:rPr>
          <w:lang w:val="el-GR"/>
        </w:rPr>
        <w:t xml:space="preserve"> </w:t>
      </w:r>
      <w:r>
        <w:t>id</w:t>
      </w:r>
      <w:r w:rsidRPr="00232111">
        <w:rPr>
          <w:lang w:val="el-GR"/>
        </w:rPr>
        <w:t xml:space="preserve"> </w:t>
      </w:r>
      <w:r>
        <w:rPr>
          <w:lang w:val="el-GR"/>
        </w:rPr>
        <w:t xml:space="preserve">το οποίο δηλώνει που υπάρχει το συγκεκριμένο </w:t>
      </w:r>
      <w:r>
        <w:t>activity</w:t>
      </w:r>
      <w:r w:rsidR="005125F6">
        <w:rPr>
          <w:lang w:val="el-GR"/>
        </w:rPr>
        <w:t>.</w:t>
      </w:r>
    </w:p>
    <w:p w14:paraId="1D8EE557" w14:textId="7A5817DA" w:rsidR="005125F6" w:rsidRPr="00232111" w:rsidRDefault="00232111" w:rsidP="00635EB3">
      <w:pPr>
        <w:pStyle w:val="bullet"/>
        <w:numPr>
          <w:ilvl w:val="0"/>
          <w:numId w:val="10"/>
        </w:numPr>
        <w:rPr>
          <w:lang w:val="el-GR"/>
        </w:rPr>
      </w:pPr>
      <w:proofErr w:type="spellStart"/>
      <w:proofErr w:type="gramStart"/>
      <w:r>
        <w:t>activitytile</w:t>
      </w:r>
      <w:proofErr w:type="spellEnd"/>
      <w:r w:rsidR="005125F6" w:rsidRPr="003A1FD2">
        <w:rPr>
          <w:lang w:val="el-GR"/>
        </w:rPr>
        <w:t xml:space="preserve"> :</w:t>
      </w:r>
      <w:proofErr w:type="gramEnd"/>
      <w:r w:rsidR="005125F6" w:rsidRPr="003A1FD2">
        <w:rPr>
          <w:lang w:val="el-GR"/>
        </w:rPr>
        <w:t xml:space="preserve"> </w:t>
      </w:r>
      <w:r>
        <w:rPr>
          <w:lang w:val="el-GR"/>
        </w:rPr>
        <w:t>Τίτλος</w:t>
      </w:r>
      <w:r w:rsidRPr="00232111">
        <w:t xml:space="preserve"> </w:t>
      </w:r>
      <w:r>
        <w:rPr>
          <w:lang w:val="el-GR"/>
        </w:rPr>
        <w:t>του</w:t>
      </w:r>
      <w:r>
        <w:t xml:space="preserve"> activity  </w:t>
      </w:r>
    </w:p>
    <w:p w14:paraId="34E4BCB8" w14:textId="699AB327" w:rsidR="00232111" w:rsidRPr="005125F6" w:rsidRDefault="00232111" w:rsidP="00232111">
      <w:pPr>
        <w:pStyle w:val="bullet"/>
        <w:numPr>
          <w:ilvl w:val="0"/>
          <w:numId w:val="10"/>
        </w:numPr>
        <w:rPr>
          <w:lang w:val="el-GR"/>
        </w:rPr>
      </w:pPr>
      <w:proofErr w:type="spellStart"/>
      <w:proofErr w:type="gramStart"/>
      <w:r>
        <w:t>activitytime</w:t>
      </w:r>
      <w:proofErr w:type="spellEnd"/>
      <w:r w:rsidRPr="003A1FD2">
        <w:rPr>
          <w:lang w:val="el-GR"/>
        </w:rPr>
        <w:t xml:space="preserve"> :</w:t>
      </w:r>
      <w:proofErr w:type="gramEnd"/>
      <w:r w:rsidRPr="003A1FD2">
        <w:rPr>
          <w:lang w:val="el-GR"/>
        </w:rPr>
        <w:t xml:space="preserve"> </w:t>
      </w:r>
      <w:r w:rsidRPr="00232111">
        <w:rPr>
          <w:lang w:val="el-GR"/>
        </w:rPr>
        <w:t xml:space="preserve"> </w:t>
      </w:r>
      <w:r>
        <w:rPr>
          <w:lang w:val="el-GR"/>
        </w:rPr>
        <w:t xml:space="preserve">Ο συνολικός χρόνος στο </w:t>
      </w:r>
      <w:r>
        <w:t>activity</w:t>
      </w:r>
      <w:r w:rsidRPr="00232111">
        <w:rPr>
          <w:lang w:val="el-GR"/>
        </w:rPr>
        <w:t xml:space="preserve"> </w:t>
      </w:r>
    </w:p>
    <w:p w14:paraId="4628C0C6" w14:textId="6F89DB98" w:rsidR="00232111" w:rsidRPr="00232111" w:rsidRDefault="00232111" w:rsidP="00232111">
      <w:pPr>
        <w:pStyle w:val="bullet"/>
        <w:numPr>
          <w:ilvl w:val="0"/>
          <w:numId w:val="10"/>
        </w:numPr>
      </w:pPr>
      <w:proofErr w:type="spellStart"/>
      <w:proofErr w:type="gramStart"/>
      <w:r>
        <w:t>activitysessions</w:t>
      </w:r>
      <w:proofErr w:type="spellEnd"/>
      <w:r w:rsidRPr="00232111">
        <w:t xml:space="preserve"> :</w:t>
      </w:r>
      <w:proofErr w:type="gramEnd"/>
      <w:r w:rsidRPr="00232111">
        <w:t xml:space="preserve"> </w:t>
      </w:r>
      <w:r>
        <w:rPr>
          <w:lang w:val="el-GR"/>
        </w:rPr>
        <w:t>Πόσα</w:t>
      </w:r>
      <w:r w:rsidRPr="00232111">
        <w:t xml:space="preserve"> </w:t>
      </w:r>
      <w:r>
        <w:t xml:space="preserve">sessions </w:t>
      </w:r>
      <w:r>
        <w:rPr>
          <w:lang w:val="el-GR"/>
        </w:rPr>
        <w:t>στο</w:t>
      </w:r>
      <w:r w:rsidRPr="00232111">
        <w:t xml:space="preserve"> </w:t>
      </w:r>
      <w:r>
        <w:t>activity</w:t>
      </w:r>
    </w:p>
    <w:p w14:paraId="43C698E7" w14:textId="77777777" w:rsidR="00232111" w:rsidRPr="00232111" w:rsidRDefault="00232111" w:rsidP="00232111">
      <w:pPr>
        <w:pStyle w:val="bullet"/>
        <w:numPr>
          <w:ilvl w:val="0"/>
          <w:numId w:val="0"/>
        </w:numPr>
        <w:ind w:left="717" w:hanging="360"/>
      </w:pPr>
    </w:p>
    <w:p w14:paraId="5BEBD3F0" w14:textId="77777777" w:rsidR="00232111" w:rsidRPr="00232111" w:rsidRDefault="00877B3A" w:rsidP="00196364">
      <w:pPr>
        <w:pStyle w:val="bullet"/>
        <w:numPr>
          <w:ilvl w:val="0"/>
          <w:numId w:val="15"/>
        </w:numPr>
        <w:rPr>
          <w:rStyle w:val="rynqvb"/>
          <w:lang w:val="el-GR"/>
        </w:rPr>
      </w:pPr>
      <w:r w:rsidRPr="00877B3A">
        <w:t>c</w:t>
      </w:r>
      <w:r w:rsidR="00232111">
        <w:t>s</w:t>
      </w:r>
      <w:r w:rsidR="00232111" w:rsidRPr="00232111">
        <w:rPr>
          <w:lang w:val="el-GR"/>
        </w:rPr>
        <w:t>_</w:t>
      </w:r>
      <w:r w:rsidR="00232111">
        <w:t>activities</w:t>
      </w:r>
      <w:r w:rsidR="00232111" w:rsidRPr="00232111">
        <w:rPr>
          <w:lang w:val="el-GR"/>
        </w:rPr>
        <w:t>_</w:t>
      </w:r>
      <w:r w:rsidR="00232111">
        <w:t>session</w:t>
      </w:r>
      <w:r w:rsidR="00232111" w:rsidRPr="00232111">
        <w:rPr>
          <w:lang w:val="el-GR"/>
        </w:rPr>
        <w:t>_</w:t>
      </w:r>
      <w:r w:rsidR="00232111">
        <w:t>da</w:t>
      </w:r>
      <w:r w:rsidR="00232111" w:rsidRPr="00196364">
        <w:rPr>
          <w:b/>
          <w:bCs/>
        </w:rPr>
        <w:t>tes</w:t>
      </w:r>
      <w:r w:rsidR="00346930" w:rsidRPr="00232111">
        <w:rPr>
          <w:lang w:val="el-GR"/>
        </w:rPr>
        <w:t xml:space="preserve">: </w:t>
      </w:r>
      <w:r w:rsidR="00232111" w:rsidRPr="00232111">
        <w:rPr>
          <w:rStyle w:val="rynqvb"/>
          <w:rFonts w:asciiTheme="minorHAnsi" w:hAnsiTheme="minorHAnsi" w:cstheme="minorHAnsi"/>
          <w:color w:val="000000" w:themeColor="text1"/>
          <w:sz w:val="24"/>
          <w:szCs w:val="24"/>
          <w:shd w:val="clear" w:color="auto" w:fill="D2E3FC"/>
          <w:lang w:val="el-GR"/>
        </w:rPr>
        <w:t>Στατιστικά στοιχεία για κάθε δραστηριότητα ξεχωριστά.</w:t>
      </w:r>
      <w:r w:rsidR="00232111" w:rsidRPr="0023211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5F5F5"/>
          <w:lang w:val="el-GR"/>
        </w:rPr>
        <w:t xml:space="preserve"> </w:t>
      </w:r>
      <w:r w:rsidR="00232111" w:rsidRPr="00232111">
        <w:rPr>
          <w:rStyle w:val="rynqvb"/>
          <w:rFonts w:asciiTheme="minorHAnsi" w:hAnsiTheme="minorHAnsi" w:cstheme="minorHAnsi"/>
          <w:color w:val="000000" w:themeColor="text1"/>
          <w:sz w:val="24"/>
          <w:szCs w:val="24"/>
          <w:shd w:val="clear" w:color="auto" w:fill="F5F5F5"/>
          <w:lang w:val="el-GR"/>
        </w:rPr>
        <w:t>Πότε ξεκίνησε και πότε τελείωσε μια δραστηριότητα.</w:t>
      </w:r>
    </w:p>
    <w:p w14:paraId="508BC7BE" w14:textId="73F544B5" w:rsidR="00346930" w:rsidRPr="00232111" w:rsidRDefault="00877B3A" w:rsidP="00341022">
      <w:pPr>
        <w:pStyle w:val="bullet"/>
        <w:numPr>
          <w:ilvl w:val="0"/>
          <w:numId w:val="12"/>
        </w:numPr>
        <w:rPr>
          <w:lang w:val="el-GR"/>
        </w:rPr>
      </w:pPr>
      <w:proofErr w:type="gramStart"/>
      <w:r>
        <w:t>id</w:t>
      </w:r>
      <w:r w:rsidRPr="00232111">
        <w:rPr>
          <w:lang w:val="el-GR"/>
        </w:rPr>
        <w:t xml:space="preserve"> </w:t>
      </w:r>
      <w:r w:rsidR="00346930" w:rsidRPr="00232111">
        <w:rPr>
          <w:lang w:val="el-GR"/>
        </w:rPr>
        <w:t>:</w:t>
      </w:r>
      <w:proofErr w:type="gramEnd"/>
      <w:r w:rsidR="00346930" w:rsidRPr="00232111">
        <w:rPr>
          <w:lang w:val="el-GR"/>
        </w:rPr>
        <w:t xml:space="preserve"> Το </w:t>
      </w:r>
      <w:r w:rsidR="00346930">
        <w:t>id</w:t>
      </w:r>
      <w:r w:rsidR="00346930" w:rsidRPr="00232111">
        <w:rPr>
          <w:lang w:val="el-GR"/>
        </w:rPr>
        <w:t xml:space="preserve"> του</w:t>
      </w:r>
      <w:r w:rsidR="00232111" w:rsidRPr="00232111">
        <w:rPr>
          <w:lang w:val="el-GR"/>
        </w:rPr>
        <w:t xml:space="preserve"> </w:t>
      </w:r>
      <w:r w:rsidR="00232111">
        <w:rPr>
          <w:lang w:val="el-GR"/>
        </w:rPr>
        <w:t>πίνακα</w:t>
      </w:r>
      <w:r w:rsidR="00346930" w:rsidRPr="00232111">
        <w:rPr>
          <w:lang w:val="el-GR"/>
        </w:rPr>
        <w:t>.</w:t>
      </w:r>
    </w:p>
    <w:p w14:paraId="646963A2" w14:textId="7E34F6E3" w:rsidR="00346930" w:rsidRPr="00232111" w:rsidRDefault="00232111" w:rsidP="00635EB3">
      <w:pPr>
        <w:pStyle w:val="bullet"/>
        <w:numPr>
          <w:ilvl w:val="0"/>
          <w:numId w:val="12"/>
        </w:numPr>
      </w:pPr>
      <w:proofErr w:type="spellStart"/>
      <w:proofErr w:type="gramStart"/>
      <w:r>
        <w:t>asid</w:t>
      </w:r>
      <w:proofErr w:type="spellEnd"/>
      <w:r w:rsidR="00346930" w:rsidRPr="00232111">
        <w:t xml:space="preserve"> :</w:t>
      </w:r>
      <w:proofErr w:type="gramEnd"/>
      <w:r w:rsidR="00346930" w:rsidRPr="00232111">
        <w:t xml:space="preserve"> </w:t>
      </w:r>
      <w:r w:rsidR="00346930">
        <w:rPr>
          <w:lang w:val="el-GR"/>
        </w:rPr>
        <w:t>Το</w:t>
      </w:r>
      <w:r w:rsidR="00346930" w:rsidRPr="00232111">
        <w:t xml:space="preserve"> </w:t>
      </w:r>
      <w:r w:rsidR="00346930">
        <w:t>id</w:t>
      </w:r>
      <w:r w:rsidR="00346930" w:rsidRPr="00232111">
        <w:t xml:space="preserve"> </w:t>
      </w:r>
      <w:r w:rsidR="00346930">
        <w:rPr>
          <w:lang w:val="el-GR"/>
        </w:rPr>
        <w:t>του</w:t>
      </w:r>
      <w:r w:rsidR="00346930" w:rsidRPr="00232111">
        <w:t xml:space="preserve"> </w:t>
      </w:r>
      <w:proofErr w:type="spellStart"/>
      <w:r>
        <w:t>cs</w:t>
      </w:r>
      <w:r w:rsidRPr="00232111">
        <w:t>_</w:t>
      </w:r>
      <w:r>
        <w:t>user</w:t>
      </w:r>
      <w:r w:rsidRPr="00232111">
        <w:t>_</w:t>
      </w:r>
      <w:r>
        <w:t>activity</w:t>
      </w:r>
      <w:r w:rsidRPr="00232111">
        <w:t>_</w:t>
      </w:r>
      <w:r>
        <w:t>sessions</w:t>
      </w:r>
      <w:proofErr w:type="spellEnd"/>
      <w:r w:rsidR="00346930" w:rsidRPr="00232111">
        <w:t>.</w:t>
      </w:r>
      <w:r w:rsidR="00061BD8" w:rsidRPr="00232111">
        <w:t xml:space="preserve"> -&gt; </w:t>
      </w:r>
      <w:proofErr w:type="spellStart"/>
      <w:r w:rsidR="00061BD8">
        <w:t>mdl</w:t>
      </w:r>
      <w:r w:rsidR="00061BD8" w:rsidRPr="00232111">
        <w:t>_</w:t>
      </w:r>
      <w:r>
        <w:t>cs</w:t>
      </w:r>
      <w:r w:rsidRPr="00232111">
        <w:t>_</w:t>
      </w:r>
      <w:r>
        <w:t>user</w:t>
      </w:r>
      <w:r w:rsidRPr="00232111">
        <w:t>_</w:t>
      </w:r>
      <w:r>
        <w:t>activity</w:t>
      </w:r>
      <w:r w:rsidRPr="00232111">
        <w:t>_</w:t>
      </w:r>
      <w:r>
        <w:t>sessions</w:t>
      </w:r>
      <w:proofErr w:type="spellEnd"/>
      <w:r w:rsidRPr="00232111">
        <w:t xml:space="preserve"> </w:t>
      </w:r>
      <w:r w:rsidR="00061BD8" w:rsidRPr="00232111">
        <w:t>-&gt;</w:t>
      </w:r>
      <w:r w:rsidR="00061BD8">
        <w:t>id</w:t>
      </w:r>
    </w:p>
    <w:p w14:paraId="413ACC7D" w14:textId="55923392" w:rsidR="00346930" w:rsidRPr="00201AE7" w:rsidRDefault="00232111" w:rsidP="00635EB3">
      <w:pPr>
        <w:pStyle w:val="bullet"/>
        <w:numPr>
          <w:ilvl w:val="0"/>
          <w:numId w:val="12"/>
        </w:numPr>
        <w:rPr>
          <w:lang w:val="el-GR"/>
        </w:rPr>
      </w:pPr>
      <w:proofErr w:type="gramStart"/>
      <w:r>
        <w:lastRenderedPageBreak/>
        <w:t>session</w:t>
      </w:r>
      <w:r w:rsidR="00346930" w:rsidRPr="00201AE7">
        <w:rPr>
          <w:lang w:val="el-GR"/>
        </w:rPr>
        <w:t xml:space="preserve"> :</w:t>
      </w:r>
      <w:proofErr w:type="gramEnd"/>
      <w:r w:rsidR="00346930" w:rsidRPr="00201AE7">
        <w:rPr>
          <w:lang w:val="el-GR"/>
        </w:rPr>
        <w:t xml:space="preserve"> </w:t>
      </w:r>
      <w:r w:rsidR="00201AE7">
        <w:rPr>
          <w:lang w:val="el-GR"/>
        </w:rPr>
        <w:t>Ποιο</w:t>
      </w:r>
      <w:r w:rsidR="00201AE7" w:rsidRPr="00201AE7">
        <w:rPr>
          <w:lang w:val="el-GR"/>
        </w:rPr>
        <w:t xml:space="preserve"> </w:t>
      </w:r>
      <w:r w:rsidR="00201AE7">
        <w:t>session</w:t>
      </w:r>
      <w:r w:rsidR="00201AE7" w:rsidRPr="00201AE7">
        <w:rPr>
          <w:lang w:val="el-GR"/>
        </w:rPr>
        <w:t xml:space="preserve"> </w:t>
      </w:r>
      <w:r w:rsidR="00201AE7">
        <w:rPr>
          <w:lang w:val="el-GR"/>
        </w:rPr>
        <w:t xml:space="preserve">είναι (1 -πρώτο , 2-δεύτερο , </w:t>
      </w:r>
      <w:proofErr w:type="spellStart"/>
      <w:r w:rsidR="00201AE7">
        <w:t>etc</w:t>
      </w:r>
      <w:proofErr w:type="spellEnd"/>
      <w:r w:rsidR="00201AE7" w:rsidRPr="00201AE7">
        <w:rPr>
          <w:lang w:val="el-GR"/>
        </w:rPr>
        <w:t>..</w:t>
      </w:r>
      <w:r w:rsidR="00201AE7">
        <w:rPr>
          <w:lang w:val="el-GR"/>
        </w:rPr>
        <w:t>)</w:t>
      </w:r>
    </w:p>
    <w:p w14:paraId="62E4213B" w14:textId="77777777" w:rsidR="00201AE7" w:rsidRPr="00483476" w:rsidRDefault="00201AE7" w:rsidP="00201AE7">
      <w:pPr>
        <w:pStyle w:val="bullet"/>
        <w:numPr>
          <w:ilvl w:val="0"/>
          <w:numId w:val="12"/>
        </w:numPr>
      </w:pPr>
      <w:proofErr w:type="spellStart"/>
      <w:proofErr w:type="gramStart"/>
      <w:r>
        <w:t>startsession</w:t>
      </w:r>
      <w:proofErr w:type="spellEnd"/>
      <w:r w:rsidRPr="00483476">
        <w:t xml:space="preserve"> :</w:t>
      </w:r>
      <w:proofErr w:type="gramEnd"/>
      <w:r w:rsidRPr="00483476">
        <w:t xml:space="preserve"> </w:t>
      </w:r>
      <w:r>
        <w:rPr>
          <w:lang w:val="el-GR"/>
        </w:rPr>
        <w:t>Πότε</w:t>
      </w:r>
      <w:r w:rsidRPr="00483476">
        <w:t xml:space="preserve"> </w:t>
      </w:r>
      <w:r>
        <w:rPr>
          <w:lang w:val="el-GR"/>
        </w:rPr>
        <w:t>άρχισε</w:t>
      </w:r>
      <w:r w:rsidRPr="00483476">
        <w:t xml:space="preserve"> </w:t>
      </w:r>
      <w:r>
        <w:rPr>
          <w:lang w:val="el-GR"/>
        </w:rPr>
        <w:t>το</w:t>
      </w:r>
      <w:r w:rsidRPr="00483476">
        <w:t xml:space="preserve"> </w:t>
      </w:r>
      <w:r>
        <w:t>session</w:t>
      </w:r>
      <w:r w:rsidRPr="00483476">
        <w:t>.</w:t>
      </w:r>
    </w:p>
    <w:p w14:paraId="64DBD2FC" w14:textId="77777777" w:rsidR="00201AE7" w:rsidRPr="00904A77" w:rsidRDefault="00201AE7" w:rsidP="00201AE7">
      <w:pPr>
        <w:pStyle w:val="bullet"/>
        <w:numPr>
          <w:ilvl w:val="0"/>
          <w:numId w:val="12"/>
        </w:numPr>
        <w:rPr>
          <w:lang w:val="el-GR"/>
        </w:rPr>
      </w:pPr>
      <w:proofErr w:type="spellStart"/>
      <w:proofErr w:type="gramStart"/>
      <w:r>
        <w:t>endsession</w:t>
      </w:r>
      <w:proofErr w:type="spellEnd"/>
      <w:r w:rsidRPr="00904A77">
        <w:rPr>
          <w:lang w:val="el-GR"/>
        </w:rPr>
        <w:t xml:space="preserve"> :</w:t>
      </w:r>
      <w:proofErr w:type="gramEnd"/>
      <w:r>
        <w:rPr>
          <w:lang w:val="el-GR"/>
        </w:rPr>
        <w:t xml:space="preserve"> Πότε τελείωσε το </w:t>
      </w:r>
      <w:r>
        <w:t>session</w:t>
      </w:r>
      <w:r>
        <w:rPr>
          <w:lang w:val="el-GR"/>
        </w:rPr>
        <w:t>.</w:t>
      </w:r>
    </w:p>
    <w:p w14:paraId="2A1745C5" w14:textId="5FBA7F40" w:rsidR="00346930" w:rsidRDefault="00201AE7" w:rsidP="00635EB3">
      <w:pPr>
        <w:pStyle w:val="bullet"/>
        <w:numPr>
          <w:ilvl w:val="0"/>
          <w:numId w:val="12"/>
        </w:numPr>
        <w:rPr>
          <w:lang w:val="el-GR"/>
        </w:rPr>
      </w:pPr>
      <w:proofErr w:type="spellStart"/>
      <w:proofErr w:type="gramStart"/>
      <w:r>
        <w:t>sessiontime</w:t>
      </w:r>
      <w:proofErr w:type="spellEnd"/>
      <w:r w:rsidR="00346930" w:rsidRPr="003A1FD2">
        <w:rPr>
          <w:lang w:val="el-GR"/>
        </w:rPr>
        <w:t xml:space="preserve"> :</w:t>
      </w:r>
      <w:proofErr w:type="gramEnd"/>
      <w:r w:rsidR="00346930" w:rsidRPr="003A1FD2">
        <w:rPr>
          <w:lang w:val="el-GR"/>
        </w:rPr>
        <w:t xml:space="preserve"> </w:t>
      </w:r>
      <w:r>
        <w:rPr>
          <w:lang w:val="el-GR"/>
        </w:rPr>
        <w:t xml:space="preserve">Ο χρόνος στο </w:t>
      </w:r>
      <w:r>
        <w:t>session</w:t>
      </w:r>
      <w:r w:rsidRPr="00201AE7">
        <w:rPr>
          <w:lang w:val="el-GR"/>
        </w:rPr>
        <w:t xml:space="preserve"> </w:t>
      </w:r>
      <w:r>
        <w:rPr>
          <w:lang w:val="el-GR"/>
        </w:rPr>
        <w:t>από τον χρήστη</w:t>
      </w:r>
      <w:r w:rsidR="00346930">
        <w:rPr>
          <w:lang w:val="el-GR"/>
        </w:rPr>
        <w:t>.</w:t>
      </w:r>
    </w:p>
    <w:p w14:paraId="729517B5" w14:textId="77777777" w:rsidR="00196364" w:rsidRDefault="00196364" w:rsidP="00196364">
      <w:pPr>
        <w:pStyle w:val="bullet"/>
        <w:numPr>
          <w:ilvl w:val="0"/>
          <w:numId w:val="0"/>
        </w:numPr>
        <w:ind w:left="717" w:hanging="360"/>
        <w:rPr>
          <w:lang w:val="el-GR"/>
        </w:rPr>
      </w:pPr>
    </w:p>
    <w:p w14:paraId="1F2F5D57" w14:textId="4F7EF4CE" w:rsidR="00196364" w:rsidRDefault="00196364" w:rsidP="00196364">
      <w:pPr>
        <w:pStyle w:val="bullet"/>
        <w:numPr>
          <w:ilvl w:val="0"/>
          <w:numId w:val="15"/>
        </w:numPr>
        <w:rPr>
          <w:lang w:val="el-GR"/>
        </w:rPr>
      </w:pPr>
      <w:proofErr w:type="spellStart"/>
      <w:r>
        <w:t>cs_course_</w:t>
      </w:r>
      <w:proofErr w:type="gramStart"/>
      <w:r>
        <w:t>measure</w:t>
      </w:r>
      <w:proofErr w:type="spellEnd"/>
      <w:r>
        <w:t xml:space="preserve"> .</w:t>
      </w:r>
      <w:proofErr w:type="gramEnd"/>
      <w:r>
        <w:t xml:space="preserve"> </w:t>
      </w:r>
      <w:r>
        <w:rPr>
          <w:lang w:val="el-GR"/>
        </w:rPr>
        <w:t>Πίνακας</w:t>
      </w:r>
      <w:r w:rsidRPr="00196364">
        <w:rPr>
          <w:lang w:val="el-GR"/>
        </w:rPr>
        <w:t xml:space="preserve"> </w:t>
      </w:r>
      <w:r>
        <w:rPr>
          <w:lang w:val="el-GR"/>
        </w:rPr>
        <w:t>ο</w:t>
      </w:r>
      <w:r w:rsidRPr="00196364">
        <w:rPr>
          <w:lang w:val="el-GR"/>
        </w:rPr>
        <w:t xml:space="preserve"> </w:t>
      </w:r>
      <w:r>
        <w:rPr>
          <w:lang w:val="el-GR"/>
        </w:rPr>
        <w:t xml:space="preserve">οποίος περιλαμβάνει τα μαθήματα στα οποία το </w:t>
      </w:r>
      <w:r>
        <w:t>scheduled</w:t>
      </w:r>
      <w:r w:rsidRPr="00196364">
        <w:rPr>
          <w:lang w:val="el-GR"/>
        </w:rPr>
        <w:t xml:space="preserve"> </w:t>
      </w:r>
      <w:r>
        <w:t>task</w:t>
      </w:r>
      <w:r w:rsidRPr="00196364">
        <w:rPr>
          <w:lang w:val="el-GR"/>
        </w:rPr>
        <w:t xml:space="preserve"> </w:t>
      </w:r>
      <w:r>
        <w:rPr>
          <w:lang w:val="el-GR"/>
        </w:rPr>
        <w:t>θα τρέξει και θα υπολογίσει στατιστικά.</w:t>
      </w:r>
    </w:p>
    <w:p w14:paraId="41E0D003" w14:textId="77777777" w:rsidR="00196364" w:rsidRPr="00232111" w:rsidRDefault="00196364" w:rsidP="00D40E05">
      <w:pPr>
        <w:pStyle w:val="bullet"/>
        <w:numPr>
          <w:ilvl w:val="0"/>
          <w:numId w:val="16"/>
        </w:numPr>
        <w:rPr>
          <w:lang w:val="el-GR"/>
        </w:rPr>
      </w:pPr>
      <w:proofErr w:type="gramStart"/>
      <w:r>
        <w:t>id</w:t>
      </w:r>
      <w:r w:rsidRPr="00232111">
        <w:rPr>
          <w:lang w:val="el-GR"/>
        </w:rPr>
        <w:t xml:space="preserve"> :</w:t>
      </w:r>
      <w:proofErr w:type="gramEnd"/>
      <w:r w:rsidRPr="00232111">
        <w:rPr>
          <w:lang w:val="el-GR"/>
        </w:rPr>
        <w:t xml:space="preserve"> Το </w:t>
      </w:r>
      <w:r>
        <w:t>id</w:t>
      </w:r>
      <w:r w:rsidRPr="00232111">
        <w:rPr>
          <w:lang w:val="el-GR"/>
        </w:rPr>
        <w:t xml:space="preserve"> του </w:t>
      </w:r>
      <w:r>
        <w:rPr>
          <w:lang w:val="el-GR"/>
        </w:rPr>
        <w:t>πίνακα</w:t>
      </w:r>
      <w:r w:rsidRPr="00232111">
        <w:rPr>
          <w:lang w:val="el-GR"/>
        </w:rPr>
        <w:t>.</w:t>
      </w:r>
    </w:p>
    <w:p w14:paraId="4D23B3D4" w14:textId="77777777" w:rsidR="00196364" w:rsidRPr="00483476" w:rsidRDefault="00196364" w:rsidP="00D40E05">
      <w:pPr>
        <w:pStyle w:val="bullet"/>
        <w:numPr>
          <w:ilvl w:val="0"/>
          <w:numId w:val="16"/>
        </w:numPr>
      </w:pPr>
      <w:proofErr w:type="spellStart"/>
      <w:proofErr w:type="gramStart"/>
      <w:r>
        <w:t>course</w:t>
      </w:r>
      <w:r w:rsidRPr="00904A77">
        <w:t>id</w:t>
      </w:r>
      <w:proofErr w:type="spellEnd"/>
      <w:r w:rsidRPr="00483476">
        <w:t xml:space="preserve"> :</w:t>
      </w:r>
      <w:proofErr w:type="gramEnd"/>
      <w:r w:rsidRPr="00483476">
        <w:t xml:space="preserve"> </w:t>
      </w:r>
      <w:r>
        <w:rPr>
          <w:lang w:val="el-GR"/>
        </w:rPr>
        <w:t>Το</w:t>
      </w:r>
      <w:r w:rsidRPr="00483476">
        <w:t xml:space="preserve"> </w:t>
      </w:r>
      <w:r>
        <w:t>id</w:t>
      </w:r>
      <w:r w:rsidRPr="00483476">
        <w:t xml:space="preserve"> </w:t>
      </w:r>
      <w:r>
        <w:rPr>
          <w:lang w:val="el-GR"/>
        </w:rPr>
        <w:t>του</w:t>
      </w:r>
      <w:r w:rsidRPr="00483476">
        <w:t xml:space="preserve"> </w:t>
      </w:r>
      <w:r>
        <w:rPr>
          <w:lang w:val="el-GR"/>
        </w:rPr>
        <w:t>χρήστη</w:t>
      </w:r>
      <w:r w:rsidRPr="00483476">
        <w:t xml:space="preserve">. -&gt; </w:t>
      </w:r>
      <w:proofErr w:type="spellStart"/>
      <w:r>
        <w:t>mdl</w:t>
      </w:r>
      <w:r w:rsidRPr="00483476">
        <w:t>_</w:t>
      </w:r>
      <w:r>
        <w:t>course</w:t>
      </w:r>
      <w:proofErr w:type="spellEnd"/>
      <w:r w:rsidRPr="00483476">
        <w:t>-&gt;</w:t>
      </w:r>
      <w:r>
        <w:t>id</w:t>
      </w:r>
    </w:p>
    <w:p w14:paraId="286C478C" w14:textId="0509C4F8" w:rsidR="00196364" w:rsidRPr="00196364" w:rsidRDefault="00196364" w:rsidP="00D40E05">
      <w:pPr>
        <w:pStyle w:val="bullet"/>
        <w:numPr>
          <w:ilvl w:val="0"/>
          <w:numId w:val="16"/>
        </w:numPr>
      </w:pPr>
      <w:proofErr w:type="gramStart"/>
      <w:r>
        <w:t>measure</w:t>
      </w:r>
      <w:r w:rsidRPr="00196364">
        <w:t xml:space="preserve"> :</w:t>
      </w:r>
      <w:proofErr w:type="gramEnd"/>
      <w:r w:rsidRPr="00196364">
        <w:t xml:space="preserve"> </w:t>
      </w:r>
      <w:r>
        <w:rPr>
          <w:lang w:val="el-GR"/>
        </w:rPr>
        <w:t>Τιμή</w:t>
      </w:r>
      <w:r w:rsidRPr="00196364">
        <w:t xml:space="preserve"> </w:t>
      </w:r>
      <w:r>
        <w:rPr>
          <w:lang w:val="el-GR"/>
        </w:rPr>
        <w:t>η</w:t>
      </w:r>
      <w:r w:rsidRPr="00196364">
        <w:t xml:space="preserve"> </w:t>
      </w:r>
      <w:r>
        <w:rPr>
          <w:lang w:val="el-GR"/>
        </w:rPr>
        <w:t>οποία</w:t>
      </w:r>
      <w:r w:rsidRPr="00196364">
        <w:t xml:space="preserve"> </w:t>
      </w:r>
      <w:r>
        <w:rPr>
          <w:lang w:val="el-GR"/>
        </w:rPr>
        <w:t>ορίζει</w:t>
      </w:r>
      <w:r w:rsidRPr="00196364">
        <w:t xml:space="preserve"> </w:t>
      </w:r>
      <w:r>
        <w:rPr>
          <w:lang w:val="el-GR"/>
        </w:rPr>
        <w:t>αν</w:t>
      </w:r>
      <w:r w:rsidRPr="00196364">
        <w:t xml:space="preserve"> </w:t>
      </w:r>
      <w:r>
        <w:rPr>
          <w:lang w:val="el-GR"/>
        </w:rPr>
        <w:t>το</w:t>
      </w:r>
      <w:r w:rsidRPr="00196364">
        <w:t xml:space="preserve"> </w:t>
      </w:r>
      <w:r>
        <w:rPr>
          <w:lang w:val="el-GR"/>
        </w:rPr>
        <w:t>μάθημα</w:t>
      </w:r>
      <w:r w:rsidRPr="00196364">
        <w:t xml:space="preserve"> </w:t>
      </w:r>
      <w:r>
        <w:rPr>
          <w:lang w:val="el-GR"/>
        </w:rPr>
        <w:t>θα</w:t>
      </w:r>
      <w:r w:rsidRPr="00196364">
        <w:t xml:space="preserve"> </w:t>
      </w:r>
      <w:r>
        <w:rPr>
          <w:lang w:val="el-GR"/>
        </w:rPr>
        <w:t>ληφθεί</w:t>
      </w:r>
      <w:r w:rsidRPr="00196364">
        <w:t xml:space="preserve"> </w:t>
      </w:r>
      <w:r>
        <w:rPr>
          <w:lang w:val="el-GR"/>
        </w:rPr>
        <w:t>υπόψιν</w:t>
      </w:r>
      <w:r w:rsidRPr="00196364">
        <w:t xml:space="preserve"> </w:t>
      </w:r>
      <w:r>
        <w:rPr>
          <w:lang w:val="el-GR"/>
        </w:rPr>
        <w:t>από</w:t>
      </w:r>
      <w:r w:rsidRPr="00196364">
        <w:t xml:space="preserve"> </w:t>
      </w:r>
      <w:r>
        <w:rPr>
          <w:lang w:val="el-GR"/>
        </w:rPr>
        <w:t>το</w:t>
      </w:r>
      <w:r w:rsidRPr="00196364">
        <w:t xml:space="preserve"> </w:t>
      </w:r>
      <w:r>
        <w:t>scheduled</w:t>
      </w:r>
      <w:r w:rsidRPr="00196364">
        <w:t xml:space="preserve"> </w:t>
      </w:r>
      <w:r>
        <w:t>task</w:t>
      </w:r>
      <w:r w:rsidRPr="00196364">
        <w:t xml:space="preserve"> (1=&gt; </w:t>
      </w:r>
      <w:r>
        <w:t>calculated</w:t>
      </w:r>
      <w:r w:rsidRPr="00196364">
        <w:t xml:space="preserve"> </w:t>
      </w:r>
      <w:r>
        <w:t>measurements</w:t>
      </w:r>
      <w:r w:rsidRPr="00196364">
        <w:t xml:space="preserve"> , 0=&gt;</w:t>
      </w:r>
      <w:r>
        <w:t>don</w:t>
      </w:r>
      <w:r w:rsidRPr="00196364">
        <w:t>’</w:t>
      </w:r>
      <w:r>
        <w:t>t</w:t>
      </w:r>
      <w:r w:rsidRPr="00196364">
        <w:t xml:space="preserve"> </w:t>
      </w:r>
      <w:r>
        <w:t>calculate measurements</w:t>
      </w:r>
      <w:r w:rsidRPr="00196364">
        <w:t>)</w:t>
      </w:r>
    </w:p>
    <w:p w14:paraId="5379C38D" w14:textId="77777777" w:rsidR="001B53F9" w:rsidRPr="00196364" w:rsidRDefault="001B53F9" w:rsidP="001B53F9">
      <w:pPr>
        <w:pStyle w:val="bullet"/>
        <w:numPr>
          <w:ilvl w:val="0"/>
          <w:numId w:val="0"/>
        </w:numPr>
        <w:ind w:left="717" w:hanging="360"/>
      </w:pPr>
    </w:p>
    <w:p w14:paraId="7CFC9C69" w14:textId="09703767" w:rsidR="005C7437" w:rsidRDefault="005C7437" w:rsidP="00635EB3">
      <w:pPr>
        <w:pStyle w:val="4"/>
        <w:numPr>
          <w:ilvl w:val="0"/>
          <w:numId w:val="5"/>
        </w:numPr>
        <w:rPr>
          <w:lang w:val="en-US" w:eastAsia="el-GR"/>
        </w:rPr>
      </w:pPr>
      <w:r>
        <w:rPr>
          <w:lang w:val="en-US" w:eastAsia="el-GR"/>
        </w:rPr>
        <w:t>Web Services</w:t>
      </w:r>
    </w:p>
    <w:p w14:paraId="6C044D8B" w14:textId="6482B375" w:rsidR="005C7437" w:rsidRDefault="005C7437" w:rsidP="00094159">
      <w:pPr>
        <w:ind w:firstLine="720"/>
        <w:rPr>
          <w:lang w:eastAsia="el-GR"/>
        </w:rPr>
      </w:pPr>
      <w:r>
        <w:rPr>
          <w:lang w:eastAsia="el-GR"/>
        </w:rPr>
        <w:t>Δεν χρησιμοποιεί.</w:t>
      </w:r>
    </w:p>
    <w:p w14:paraId="4D7FBC0F" w14:textId="77777777" w:rsidR="003A7B63" w:rsidRDefault="003A7B63" w:rsidP="005C7437">
      <w:pPr>
        <w:rPr>
          <w:lang w:eastAsia="el-GR"/>
        </w:rPr>
      </w:pPr>
    </w:p>
    <w:p w14:paraId="55EFB596" w14:textId="4D85EE18" w:rsidR="005C7437" w:rsidRDefault="005C7437" w:rsidP="00635EB3">
      <w:pPr>
        <w:pStyle w:val="4"/>
        <w:numPr>
          <w:ilvl w:val="0"/>
          <w:numId w:val="5"/>
        </w:numPr>
        <w:rPr>
          <w:lang w:eastAsia="el-GR"/>
        </w:rPr>
      </w:pPr>
      <w:proofErr w:type="spellStart"/>
      <w:r w:rsidRPr="005C7437">
        <w:rPr>
          <w:lang w:eastAsia="el-GR"/>
        </w:rPr>
        <w:t>Notifications</w:t>
      </w:r>
      <w:proofErr w:type="spellEnd"/>
      <w:r w:rsidRPr="005C7437">
        <w:rPr>
          <w:lang w:eastAsia="el-GR"/>
        </w:rPr>
        <w:t>/</w:t>
      </w:r>
      <w:proofErr w:type="spellStart"/>
      <w:r w:rsidRPr="005C7437">
        <w:rPr>
          <w:lang w:eastAsia="el-GR"/>
        </w:rPr>
        <w:t>Emails</w:t>
      </w:r>
      <w:proofErr w:type="spellEnd"/>
    </w:p>
    <w:p w14:paraId="6A43D6F9" w14:textId="77777777" w:rsidR="00201AE7" w:rsidRDefault="00201AE7" w:rsidP="00201AE7">
      <w:pPr>
        <w:pStyle w:val="af1"/>
        <w:rPr>
          <w:lang w:eastAsia="el-GR"/>
        </w:rPr>
      </w:pPr>
      <w:r>
        <w:rPr>
          <w:lang w:eastAsia="el-GR"/>
        </w:rPr>
        <w:t>Δεν χρησιμοποιεί.</w:t>
      </w:r>
    </w:p>
    <w:p w14:paraId="4884B6B0" w14:textId="77777777" w:rsidR="00062BEB" w:rsidRDefault="00062BEB" w:rsidP="00094159">
      <w:pPr>
        <w:ind w:left="720"/>
        <w:rPr>
          <w:lang w:eastAsia="el-GR"/>
        </w:rPr>
      </w:pPr>
    </w:p>
    <w:p w14:paraId="6706315A" w14:textId="22A323EC" w:rsidR="00062BEB" w:rsidRDefault="00062BEB" w:rsidP="00635EB3">
      <w:pPr>
        <w:pStyle w:val="4"/>
        <w:numPr>
          <w:ilvl w:val="0"/>
          <w:numId w:val="5"/>
        </w:numPr>
        <w:rPr>
          <w:lang w:eastAsia="el-GR"/>
        </w:rPr>
      </w:pPr>
      <w:r>
        <w:rPr>
          <w:lang w:val="en-US" w:eastAsia="el-GR"/>
        </w:rPr>
        <w:t>Capabilities</w:t>
      </w:r>
    </w:p>
    <w:p w14:paraId="267A79C4" w14:textId="088A3EDD" w:rsidR="00062BEB" w:rsidRPr="00062BEB" w:rsidRDefault="00201AE7" w:rsidP="00635EB3">
      <w:pPr>
        <w:pStyle w:val="af1"/>
        <w:numPr>
          <w:ilvl w:val="0"/>
          <w:numId w:val="8"/>
        </w:numPr>
        <w:rPr>
          <w:lang w:val="en-US" w:eastAsia="el-GR"/>
        </w:rPr>
      </w:pPr>
      <w:r w:rsidRPr="00C21FEF">
        <w:rPr>
          <w:b/>
          <w:bCs/>
          <w:lang w:val="en-US"/>
        </w:rPr>
        <w:t>block</w:t>
      </w:r>
      <w:r w:rsidRPr="002B5637">
        <w:rPr>
          <w:b/>
          <w:bCs/>
          <w:lang w:val="en-US"/>
        </w:rPr>
        <w:t>/</w:t>
      </w:r>
      <w:proofErr w:type="spellStart"/>
      <w:r w:rsidRPr="00C21FEF">
        <w:rPr>
          <w:b/>
          <w:bCs/>
          <w:lang w:val="en-US"/>
        </w:rPr>
        <w:t>course</w:t>
      </w:r>
      <w:r w:rsidRPr="002B5637">
        <w:rPr>
          <w:b/>
          <w:bCs/>
          <w:lang w:val="en-US"/>
        </w:rPr>
        <w:t>_</w:t>
      </w:r>
      <w:proofErr w:type="gramStart"/>
      <w:r w:rsidRPr="00C21FEF">
        <w:rPr>
          <w:b/>
          <w:bCs/>
          <w:lang w:val="en-US"/>
        </w:rPr>
        <w:t>statistics</w:t>
      </w:r>
      <w:r w:rsidR="00062BEB" w:rsidRPr="00062BEB">
        <w:rPr>
          <w:lang w:val="en-US" w:eastAsia="el-GR"/>
        </w:rPr>
        <w:t>:myaddinstance</w:t>
      </w:r>
      <w:proofErr w:type="spellEnd"/>
      <w:proofErr w:type="gramEnd"/>
      <w:r w:rsidR="00062BEB">
        <w:rPr>
          <w:lang w:val="en-US" w:eastAsia="el-GR"/>
        </w:rPr>
        <w:t xml:space="preserve"> : Capability </w:t>
      </w:r>
      <w:r w:rsidR="00062BEB">
        <w:rPr>
          <w:lang w:eastAsia="el-GR"/>
        </w:rPr>
        <w:t>για</w:t>
      </w:r>
      <w:r w:rsidR="00062BEB" w:rsidRPr="00062BEB">
        <w:rPr>
          <w:lang w:val="en-US" w:eastAsia="el-GR"/>
        </w:rPr>
        <w:t xml:space="preserve"> </w:t>
      </w:r>
      <w:r w:rsidR="00062BEB">
        <w:rPr>
          <w:lang w:eastAsia="el-GR"/>
        </w:rPr>
        <w:t>τη</w:t>
      </w:r>
      <w:r w:rsidR="00062BEB" w:rsidRPr="00062BEB">
        <w:rPr>
          <w:lang w:val="en-US" w:eastAsia="el-GR"/>
        </w:rPr>
        <w:t xml:space="preserve"> </w:t>
      </w:r>
      <w:r w:rsidR="00062BEB">
        <w:rPr>
          <w:lang w:eastAsia="el-GR"/>
        </w:rPr>
        <w:t>προσθήκη</w:t>
      </w:r>
      <w:r w:rsidR="00062BEB" w:rsidRPr="00062BEB">
        <w:rPr>
          <w:lang w:val="en-US" w:eastAsia="el-GR"/>
        </w:rPr>
        <w:t xml:space="preserve"> </w:t>
      </w:r>
      <w:r w:rsidR="00062BEB">
        <w:rPr>
          <w:lang w:eastAsia="el-GR"/>
        </w:rPr>
        <w:t>του</w:t>
      </w:r>
      <w:r w:rsidR="00062BEB" w:rsidRPr="00062BEB">
        <w:rPr>
          <w:lang w:val="en-US" w:eastAsia="el-GR"/>
        </w:rPr>
        <w:t xml:space="preserve"> </w:t>
      </w:r>
      <w:r w:rsidR="00062BEB">
        <w:rPr>
          <w:lang w:val="en-US" w:eastAsia="el-GR"/>
        </w:rPr>
        <w:t xml:space="preserve">block </w:t>
      </w:r>
      <w:r w:rsidR="00062BEB">
        <w:rPr>
          <w:lang w:eastAsia="el-GR"/>
        </w:rPr>
        <w:t>στο</w:t>
      </w:r>
      <w:r w:rsidR="00062BEB" w:rsidRPr="00062BEB">
        <w:rPr>
          <w:lang w:val="en-US" w:eastAsia="el-GR"/>
        </w:rPr>
        <w:t xml:space="preserve"> </w:t>
      </w:r>
      <w:r w:rsidR="00062BEB">
        <w:rPr>
          <w:lang w:val="en-US" w:eastAsia="el-GR"/>
        </w:rPr>
        <w:t>dashboard</w:t>
      </w:r>
    </w:p>
    <w:p w14:paraId="06D48D72" w14:textId="290BFBCF" w:rsidR="00062BEB" w:rsidRPr="002B5637" w:rsidRDefault="002B5637" w:rsidP="00635EB3">
      <w:pPr>
        <w:pStyle w:val="af1"/>
        <w:numPr>
          <w:ilvl w:val="0"/>
          <w:numId w:val="8"/>
        </w:numPr>
        <w:rPr>
          <w:lang w:val="en-US" w:eastAsia="el-GR"/>
        </w:rPr>
      </w:pPr>
      <w:r w:rsidRPr="00C21FEF">
        <w:rPr>
          <w:b/>
          <w:bCs/>
          <w:lang w:val="en-US"/>
        </w:rPr>
        <w:t>block</w:t>
      </w:r>
      <w:r w:rsidRPr="002B5637">
        <w:rPr>
          <w:b/>
          <w:bCs/>
          <w:lang w:val="en-US"/>
        </w:rPr>
        <w:t>/</w:t>
      </w:r>
      <w:proofErr w:type="spellStart"/>
      <w:r w:rsidRPr="00C21FEF">
        <w:rPr>
          <w:b/>
          <w:bCs/>
          <w:lang w:val="en-US"/>
        </w:rPr>
        <w:t>course</w:t>
      </w:r>
      <w:r w:rsidRPr="002B5637">
        <w:rPr>
          <w:b/>
          <w:bCs/>
          <w:lang w:val="en-US"/>
        </w:rPr>
        <w:t>_</w:t>
      </w:r>
      <w:r w:rsidRPr="00C21FEF">
        <w:rPr>
          <w:b/>
          <w:bCs/>
          <w:lang w:val="en-US"/>
        </w:rPr>
        <w:t>statistics</w:t>
      </w:r>
      <w:proofErr w:type="spellEnd"/>
      <w:r w:rsidR="00062BEB" w:rsidRPr="002B5637">
        <w:rPr>
          <w:lang w:val="en-US" w:eastAsia="el-GR"/>
        </w:rPr>
        <w:t>:</w:t>
      </w:r>
      <w:r w:rsidRPr="002B5637">
        <w:rPr>
          <w:lang w:val="en-US" w:eastAsia="el-GR"/>
        </w:rPr>
        <w:t xml:space="preserve"> </w:t>
      </w:r>
      <w:proofErr w:type="spellStart"/>
      <w:proofErr w:type="gramStart"/>
      <w:r w:rsidRPr="00062BEB">
        <w:rPr>
          <w:lang w:val="en-US" w:eastAsia="el-GR"/>
        </w:rPr>
        <w:t>addinstance</w:t>
      </w:r>
      <w:proofErr w:type="spellEnd"/>
      <w:r w:rsidR="00062BEB" w:rsidRPr="002B5637">
        <w:rPr>
          <w:lang w:val="en-US" w:eastAsia="el-GR"/>
        </w:rPr>
        <w:t xml:space="preserve"> :</w:t>
      </w:r>
      <w:proofErr w:type="gramEnd"/>
      <w:r w:rsidR="00062BEB" w:rsidRPr="002B5637">
        <w:rPr>
          <w:lang w:val="en-US" w:eastAsia="el-GR"/>
        </w:rPr>
        <w:t xml:space="preserve"> </w:t>
      </w:r>
      <w:r w:rsidR="00062BEB">
        <w:rPr>
          <w:lang w:val="en-US" w:eastAsia="el-GR"/>
        </w:rPr>
        <w:t>Capability</w:t>
      </w:r>
      <w:r w:rsidR="00062BEB" w:rsidRPr="002B5637">
        <w:rPr>
          <w:lang w:val="en-US" w:eastAsia="el-GR"/>
        </w:rPr>
        <w:t xml:space="preserve"> </w:t>
      </w:r>
      <w:r w:rsidR="00062BEB">
        <w:rPr>
          <w:lang w:eastAsia="el-GR"/>
        </w:rPr>
        <w:t>για</w:t>
      </w:r>
      <w:r w:rsidR="00062BEB" w:rsidRPr="002B5637">
        <w:rPr>
          <w:lang w:val="en-US" w:eastAsia="el-GR"/>
        </w:rPr>
        <w:t xml:space="preserve"> </w:t>
      </w:r>
      <w:r w:rsidR="00062BEB">
        <w:rPr>
          <w:lang w:eastAsia="el-GR"/>
        </w:rPr>
        <w:t>τη</w:t>
      </w:r>
      <w:r w:rsidR="00062BEB" w:rsidRPr="002B5637">
        <w:rPr>
          <w:lang w:val="en-US" w:eastAsia="el-GR"/>
        </w:rPr>
        <w:t xml:space="preserve"> </w:t>
      </w:r>
      <w:r w:rsidR="00062BEB">
        <w:rPr>
          <w:lang w:eastAsia="el-GR"/>
        </w:rPr>
        <w:t>προβολή</w:t>
      </w:r>
      <w:r w:rsidR="00062BEB" w:rsidRPr="002B5637">
        <w:rPr>
          <w:lang w:val="en-US" w:eastAsia="el-GR"/>
        </w:rPr>
        <w:t xml:space="preserve"> </w:t>
      </w:r>
      <w:r w:rsidR="00062BEB">
        <w:rPr>
          <w:lang w:eastAsia="el-GR"/>
        </w:rPr>
        <w:t>του</w:t>
      </w:r>
      <w:r w:rsidR="00062BEB" w:rsidRPr="002B5637">
        <w:rPr>
          <w:lang w:val="en-US" w:eastAsia="el-GR"/>
        </w:rPr>
        <w:t xml:space="preserve"> </w:t>
      </w:r>
      <w:r>
        <w:rPr>
          <w:lang w:eastAsia="el-GR"/>
        </w:rPr>
        <w:t>του</w:t>
      </w:r>
      <w:r w:rsidRPr="00062BEB">
        <w:rPr>
          <w:lang w:val="en-US" w:eastAsia="el-GR"/>
        </w:rPr>
        <w:t xml:space="preserve"> </w:t>
      </w:r>
      <w:r>
        <w:rPr>
          <w:lang w:val="en-US" w:eastAsia="el-GR"/>
        </w:rPr>
        <w:t xml:space="preserve">block </w:t>
      </w:r>
      <w:r>
        <w:rPr>
          <w:lang w:eastAsia="el-GR"/>
        </w:rPr>
        <w:t>σε</w:t>
      </w:r>
      <w:r w:rsidRPr="002B5637">
        <w:rPr>
          <w:lang w:val="en-US" w:eastAsia="el-GR"/>
        </w:rPr>
        <w:t xml:space="preserve"> </w:t>
      </w:r>
      <w:r>
        <w:rPr>
          <w:lang w:eastAsia="el-GR"/>
        </w:rPr>
        <w:t>μάθημα</w:t>
      </w:r>
      <w:r w:rsidR="00062BEB" w:rsidRPr="002B5637">
        <w:rPr>
          <w:lang w:val="en-US" w:eastAsia="el-GR"/>
        </w:rPr>
        <w:t>.</w:t>
      </w:r>
    </w:p>
    <w:p w14:paraId="611F9CDE" w14:textId="4CF8110D" w:rsidR="00201AE7" w:rsidRPr="002B5637" w:rsidRDefault="00201AE7" w:rsidP="00635EB3">
      <w:pPr>
        <w:pStyle w:val="af1"/>
        <w:numPr>
          <w:ilvl w:val="0"/>
          <w:numId w:val="8"/>
        </w:numPr>
        <w:rPr>
          <w:lang w:val="en-US" w:eastAsia="el-GR"/>
        </w:rPr>
      </w:pPr>
      <w:r w:rsidRPr="00C21FEF">
        <w:rPr>
          <w:b/>
          <w:bCs/>
          <w:lang w:val="en-US"/>
        </w:rPr>
        <w:t>block</w:t>
      </w:r>
      <w:r w:rsidRPr="002B5637">
        <w:rPr>
          <w:b/>
          <w:bCs/>
          <w:lang w:val="en-US"/>
        </w:rPr>
        <w:t>/</w:t>
      </w:r>
      <w:proofErr w:type="spellStart"/>
      <w:r w:rsidRPr="00C21FEF">
        <w:rPr>
          <w:b/>
          <w:bCs/>
          <w:lang w:val="en-US"/>
        </w:rPr>
        <w:t>course</w:t>
      </w:r>
      <w:r w:rsidRPr="002B5637">
        <w:rPr>
          <w:b/>
          <w:bCs/>
          <w:lang w:val="en-US"/>
        </w:rPr>
        <w:t>_</w:t>
      </w:r>
      <w:proofErr w:type="gramStart"/>
      <w:r w:rsidRPr="00C21FEF">
        <w:rPr>
          <w:b/>
          <w:bCs/>
          <w:lang w:val="en-US"/>
        </w:rPr>
        <w:t>statistics</w:t>
      </w:r>
      <w:r w:rsidRPr="002B5637">
        <w:rPr>
          <w:b/>
          <w:bCs/>
          <w:lang w:val="en-US"/>
        </w:rPr>
        <w:t>:</w:t>
      </w:r>
      <w:r w:rsidRPr="00C21FEF">
        <w:rPr>
          <w:b/>
          <w:bCs/>
          <w:lang w:val="en-US"/>
        </w:rPr>
        <w:t>admin</w:t>
      </w:r>
      <w:proofErr w:type="spellEnd"/>
      <w:proofErr w:type="gramEnd"/>
      <w:r w:rsidR="002B5637" w:rsidRPr="002B5637">
        <w:rPr>
          <w:b/>
          <w:bCs/>
          <w:lang w:val="en-US"/>
        </w:rPr>
        <w:t xml:space="preserve"> : </w:t>
      </w:r>
      <w:r w:rsidR="002B5637">
        <w:rPr>
          <w:lang w:val="en-US" w:eastAsia="el-GR"/>
        </w:rPr>
        <w:t>Capability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για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τη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προβολή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του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του</w:t>
      </w:r>
      <w:r w:rsidR="002B5637" w:rsidRPr="00062BEB">
        <w:rPr>
          <w:lang w:val="en-US" w:eastAsia="el-GR"/>
        </w:rPr>
        <w:t xml:space="preserve"> </w:t>
      </w:r>
      <w:r w:rsidR="002B5637">
        <w:rPr>
          <w:lang w:val="en-US" w:eastAsia="el-GR"/>
        </w:rPr>
        <w:t xml:space="preserve">block </w:t>
      </w:r>
      <w:r w:rsidR="002B5637">
        <w:rPr>
          <w:lang w:eastAsia="el-GR"/>
        </w:rPr>
        <w:t>από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τον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val="en-US" w:eastAsia="el-GR"/>
        </w:rPr>
        <w:t>admin</w:t>
      </w:r>
      <w:r w:rsidR="002B5637" w:rsidRPr="002B5637">
        <w:rPr>
          <w:lang w:val="en-US" w:eastAsia="el-GR"/>
        </w:rPr>
        <w:t>.</w:t>
      </w:r>
    </w:p>
    <w:p w14:paraId="00F2A935" w14:textId="05CD0F32" w:rsidR="00201AE7" w:rsidRPr="002B5637" w:rsidRDefault="00201AE7" w:rsidP="00635EB3">
      <w:pPr>
        <w:pStyle w:val="af1"/>
        <w:numPr>
          <w:ilvl w:val="0"/>
          <w:numId w:val="8"/>
        </w:numPr>
        <w:rPr>
          <w:lang w:val="en-US" w:eastAsia="el-GR"/>
        </w:rPr>
      </w:pPr>
      <w:r w:rsidRPr="00C21FEF">
        <w:rPr>
          <w:b/>
          <w:bCs/>
          <w:lang w:val="en-US"/>
        </w:rPr>
        <w:t>block</w:t>
      </w:r>
      <w:r w:rsidRPr="002B5637">
        <w:rPr>
          <w:b/>
          <w:bCs/>
          <w:lang w:val="en-US"/>
        </w:rPr>
        <w:t>/</w:t>
      </w:r>
      <w:proofErr w:type="spellStart"/>
      <w:r w:rsidRPr="00C21FEF">
        <w:rPr>
          <w:b/>
          <w:bCs/>
          <w:lang w:val="en-US"/>
        </w:rPr>
        <w:t>course</w:t>
      </w:r>
      <w:r w:rsidRPr="002B5637">
        <w:rPr>
          <w:b/>
          <w:bCs/>
          <w:lang w:val="en-US"/>
        </w:rPr>
        <w:t>_</w:t>
      </w:r>
      <w:proofErr w:type="gramStart"/>
      <w:r w:rsidRPr="00C21FEF">
        <w:rPr>
          <w:b/>
          <w:bCs/>
          <w:lang w:val="en-US"/>
        </w:rPr>
        <w:t>statistics</w:t>
      </w:r>
      <w:r w:rsidRPr="002B5637">
        <w:rPr>
          <w:b/>
          <w:bCs/>
          <w:lang w:val="en-US"/>
        </w:rPr>
        <w:t>:</w:t>
      </w:r>
      <w:r>
        <w:rPr>
          <w:b/>
          <w:bCs/>
          <w:lang w:val="en-US"/>
        </w:rPr>
        <w:t>teacher</w:t>
      </w:r>
      <w:proofErr w:type="spellEnd"/>
      <w:proofErr w:type="gramEnd"/>
      <w:r w:rsidR="002B5637" w:rsidRPr="002B5637">
        <w:rPr>
          <w:b/>
          <w:bCs/>
          <w:lang w:val="en-US"/>
        </w:rPr>
        <w:t xml:space="preserve"> : </w:t>
      </w:r>
      <w:r w:rsidR="002B5637">
        <w:rPr>
          <w:lang w:val="en-US" w:eastAsia="el-GR"/>
        </w:rPr>
        <w:t>Capability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για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τη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προβολή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του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του</w:t>
      </w:r>
      <w:r w:rsidR="002B5637" w:rsidRPr="00062BEB">
        <w:rPr>
          <w:lang w:val="en-US" w:eastAsia="el-GR"/>
        </w:rPr>
        <w:t xml:space="preserve"> </w:t>
      </w:r>
      <w:r w:rsidR="002B5637">
        <w:rPr>
          <w:lang w:val="en-US" w:eastAsia="el-GR"/>
        </w:rPr>
        <w:t xml:space="preserve">block </w:t>
      </w:r>
      <w:r w:rsidR="002B5637">
        <w:rPr>
          <w:lang w:eastAsia="el-GR"/>
        </w:rPr>
        <w:t>από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eastAsia="el-GR"/>
        </w:rPr>
        <w:t>τον</w:t>
      </w:r>
      <w:r w:rsidR="002B5637" w:rsidRPr="002B5637">
        <w:rPr>
          <w:lang w:val="en-US" w:eastAsia="el-GR"/>
        </w:rPr>
        <w:t xml:space="preserve"> </w:t>
      </w:r>
      <w:r w:rsidR="002B5637">
        <w:rPr>
          <w:lang w:val="en-US" w:eastAsia="el-GR"/>
        </w:rPr>
        <w:t>teacher</w:t>
      </w:r>
      <w:r w:rsidR="002B5637" w:rsidRPr="002B5637">
        <w:rPr>
          <w:lang w:val="en-US" w:eastAsia="el-GR"/>
        </w:rPr>
        <w:t>.</w:t>
      </w:r>
    </w:p>
    <w:p w14:paraId="0857F49B" w14:textId="77777777" w:rsidR="00550482" w:rsidRPr="002B5637" w:rsidRDefault="00550482" w:rsidP="00550482">
      <w:pPr>
        <w:rPr>
          <w:lang w:val="en-US" w:eastAsia="el-GR"/>
        </w:rPr>
      </w:pPr>
    </w:p>
    <w:p w14:paraId="58617C70" w14:textId="2F813EBC" w:rsidR="00753356" w:rsidRDefault="00753356" w:rsidP="00635EB3">
      <w:pPr>
        <w:pStyle w:val="4"/>
        <w:numPr>
          <w:ilvl w:val="0"/>
          <w:numId w:val="5"/>
        </w:numPr>
        <w:rPr>
          <w:lang w:eastAsia="el-GR"/>
        </w:rPr>
      </w:pPr>
      <w:r>
        <w:rPr>
          <w:lang w:eastAsia="el-GR"/>
        </w:rPr>
        <w:t>Συσχετίσεις με άλλα πρόσθετα</w:t>
      </w:r>
    </w:p>
    <w:p w14:paraId="1702902B" w14:textId="5B585AE5" w:rsidR="00753356" w:rsidRPr="0006643E" w:rsidRDefault="002B5637" w:rsidP="00635EB3">
      <w:pPr>
        <w:pStyle w:val="af1"/>
        <w:numPr>
          <w:ilvl w:val="0"/>
          <w:numId w:val="8"/>
        </w:numPr>
        <w:rPr>
          <w:lang w:val="en-US" w:eastAsia="el-GR"/>
        </w:rPr>
      </w:pPr>
      <w:r>
        <w:rPr>
          <w:lang w:val="en-US" w:eastAsia="el-GR"/>
        </w:rPr>
        <w:t>OXI</w:t>
      </w:r>
    </w:p>
    <w:p w14:paraId="66DC88F2" w14:textId="77777777" w:rsidR="001573A6" w:rsidRPr="0006643E" w:rsidRDefault="001573A6" w:rsidP="005C7437">
      <w:pPr>
        <w:rPr>
          <w:lang w:val="en-US" w:eastAsia="el-GR"/>
        </w:rPr>
      </w:pPr>
    </w:p>
    <w:p w14:paraId="515EBA68" w14:textId="609016E7" w:rsidR="001573A6" w:rsidRDefault="001573A6" w:rsidP="00BC75B0">
      <w:pPr>
        <w:pStyle w:val="2"/>
        <w:rPr>
          <w:lang w:eastAsia="el-GR"/>
        </w:rPr>
      </w:pPr>
      <w:r w:rsidRPr="001573A6">
        <w:rPr>
          <w:lang w:eastAsia="el-GR"/>
        </w:rPr>
        <w:t>Initialization/Configuration</w:t>
      </w:r>
    </w:p>
    <w:p w14:paraId="1FF38496" w14:textId="5093DF42" w:rsidR="002B5637" w:rsidRPr="002B5637" w:rsidRDefault="00094159" w:rsidP="002B5637">
      <w:pPr>
        <w:pStyle w:val="af1"/>
        <w:ind w:left="360"/>
      </w:pPr>
      <w:r>
        <w:rPr>
          <w:lang w:eastAsia="el-GR"/>
        </w:rPr>
        <w:t xml:space="preserve">Για την λειτουργία του </w:t>
      </w:r>
      <w:r>
        <w:rPr>
          <w:lang w:val="en-US" w:eastAsia="el-GR"/>
        </w:rPr>
        <w:t>plugin</w:t>
      </w:r>
      <w:r w:rsidRPr="00094159">
        <w:rPr>
          <w:lang w:eastAsia="el-GR"/>
        </w:rPr>
        <w:t>,</w:t>
      </w:r>
      <w:r w:rsidR="00B1675A">
        <w:rPr>
          <w:lang w:eastAsia="el-GR"/>
        </w:rPr>
        <w:t xml:space="preserve"> </w:t>
      </w:r>
      <w:r w:rsidR="002B5637">
        <w:rPr>
          <w:lang w:eastAsia="el-GR"/>
        </w:rPr>
        <w:t xml:space="preserve">θα πρέπει </w:t>
      </w:r>
      <w:r w:rsidR="00D40E05">
        <w:rPr>
          <w:lang w:eastAsia="el-GR"/>
        </w:rPr>
        <w:t>ο χρήστης (</w:t>
      </w:r>
      <w:r w:rsidR="00D40E05">
        <w:rPr>
          <w:lang w:val="en-US" w:eastAsia="el-GR"/>
        </w:rPr>
        <w:t>admin</w:t>
      </w:r>
      <w:r w:rsidR="00D40E05">
        <w:rPr>
          <w:lang w:eastAsia="el-GR"/>
        </w:rPr>
        <w:t>)</w:t>
      </w:r>
      <w:r w:rsidR="00D40E05" w:rsidRPr="00D40E05">
        <w:rPr>
          <w:lang w:eastAsia="el-GR"/>
        </w:rPr>
        <w:t xml:space="preserve"> </w:t>
      </w:r>
      <w:r w:rsidR="00D40E05">
        <w:rPr>
          <w:lang w:eastAsia="el-GR"/>
        </w:rPr>
        <w:t xml:space="preserve">να ορίσει πρώτα από το </w:t>
      </w:r>
      <w:r w:rsidR="00D40E05">
        <w:rPr>
          <w:lang w:val="en-US" w:eastAsia="el-GR"/>
        </w:rPr>
        <w:t>configuration</w:t>
      </w:r>
      <w:r w:rsidR="00D40E05" w:rsidRPr="00D40E05">
        <w:rPr>
          <w:lang w:eastAsia="el-GR"/>
        </w:rPr>
        <w:t xml:space="preserve"> </w:t>
      </w:r>
      <w:r w:rsidR="00D40E05">
        <w:rPr>
          <w:lang w:val="en-US" w:eastAsia="el-GR"/>
        </w:rPr>
        <w:t>page</w:t>
      </w:r>
      <w:r w:rsidR="00D40E05" w:rsidRPr="00D40E05">
        <w:rPr>
          <w:lang w:eastAsia="el-GR"/>
        </w:rPr>
        <w:t xml:space="preserve"> </w:t>
      </w:r>
      <w:r w:rsidR="00D40E05">
        <w:rPr>
          <w:lang w:eastAsia="el-GR"/>
        </w:rPr>
        <w:t xml:space="preserve">του </w:t>
      </w:r>
      <w:r w:rsidR="00D40E05">
        <w:rPr>
          <w:lang w:val="en-US" w:eastAsia="el-GR"/>
        </w:rPr>
        <w:t>plugin</w:t>
      </w:r>
      <w:r w:rsidR="00D40E05" w:rsidRPr="00D40E05">
        <w:rPr>
          <w:lang w:eastAsia="el-GR"/>
        </w:rPr>
        <w:t xml:space="preserve"> </w:t>
      </w:r>
      <w:r w:rsidR="00D40E05">
        <w:rPr>
          <w:lang w:eastAsia="el-GR"/>
        </w:rPr>
        <w:t>τα μαθήματα για τα οποία θέλει να δει στατιστικές μετρήσεις. Τ</w:t>
      </w:r>
      <w:r w:rsidR="002B5637">
        <w:rPr>
          <w:lang w:eastAsia="el-GR"/>
        </w:rPr>
        <w:t xml:space="preserve">ο </w:t>
      </w:r>
      <w:r w:rsidR="002B5637">
        <w:rPr>
          <w:lang w:val="en-US" w:eastAsia="el-GR"/>
        </w:rPr>
        <w:t>scheduled</w:t>
      </w:r>
      <w:r w:rsidR="002B5637" w:rsidRPr="002B5637">
        <w:rPr>
          <w:lang w:eastAsia="el-GR"/>
        </w:rPr>
        <w:t xml:space="preserve"> </w:t>
      </w:r>
      <w:r w:rsidR="002B5637">
        <w:rPr>
          <w:lang w:val="en-US" w:eastAsia="el-GR"/>
        </w:rPr>
        <w:t>task</w:t>
      </w:r>
      <w:r w:rsidR="002B5637" w:rsidRPr="002B5637">
        <w:rPr>
          <w:lang w:eastAsia="el-GR"/>
        </w:rPr>
        <w:t xml:space="preserve"> </w:t>
      </w:r>
      <w:r w:rsidR="009A3A28">
        <w:rPr>
          <w:lang w:eastAsia="el-GR"/>
        </w:rPr>
        <w:t>τρέχει</w:t>
      </w:r>
      <w:r w:rsidR="00D40E05">
        <w:rPr>
          <w:lang w:eastAsia="el-GR"/>
        </w:rPr>
        <w:t xml:space="preserve"> μια φορά την ημέρα και υπολογίζει τα στατιστικά των επιλεγμένων μαθημάτων από το </w:t>
      </w:r>
      <w:r w:rsidR="00D40E05">
        <w:rPr>
          <w:lang w:val="en-US" w:eastAsia="el-GR"/>
        </w:rPr>
        <w:t>configuration</w:t>
      </w:r>
      <w:r w:rsidR="00D40E05" w:rsidRPr="00D40E05">
        <w:rPr>
          <w:lang w:eastAsia="el-GR"/>
        </w:rPr>
        <w:t xml:space="preserve"> </w:t>
      </w:r>
      <w:r w:rsidR="00D40E05">
        <w:rPr>
          <w:lang w:val="en-US" w:eastAsia="el-GR"/>
        </w:rPr>
        <w:t>page</w:t>
      </w:r>
      <w:r w:rsidR="00D40E05" w:rsidRPr="00D40E05">
        <w:rPr>
          <w:lang w:eastAsia="el-GR"/>
        </w:rPr>
        <w:t xml:space="preserve"> </w:t>
      </w:r>
      <w:r w:rsidR="00D40E05">
        <w:rPr>
          <w:lang w:eastAsia="el-GR"/>
        </w:rPr>
        <w:t xml:space="preserve">του </w:t>
      </w:r>
      <w:r w:rsidR="00D40E05">
        <w:rPr>
          <w:lang w:val="en-US" w:eastAsia="el-GR"/>
        </w:rPr>
        <w:t>plugin</w:t>
      </w:r>
      <w:r w:rsidR="00D40E05" w:rsidRPr="00D40E05">
        <w:rPr>
          <w:lang w:eastAsia="el-GR"/>
        </w:rPr>
        <w:t xml:space="preserve"> . </w:t>
      </w:r>
      <w:r w:rsidR="00D40E05">
        <w:rPr>
          <w:lang w:eastAsia="el-GR"/>
        </w:rPr>
        <w:t xml:space="preserve">Όταν το </w:t>
      </w:r>
      <w:r w:rsidR="00D40E05">
        <w:rPr>
          <w:lang w:val="en-US" w:eastAsia="el-GR"/>
        </w:rPr>
        <w:t>scheduled</w:t>
      </w:r>
      <w:r w:rsidR="00D40E05" w:rsidRPr="00D40E05">
        <w:rPr>
          <w:lang w:eastAsia="el-GR"/>
        </w:rPr>
        <w:t xml:space="preserve"> </w:t>
      </w:r>
      <w:r w:rsidR="00D40E05">
        <w:rPr>
          <w:lang w:val="en-US" w:eastAsia="el-GR"/>
        </w:rPr>
        <w:t>task</w:t>
      </w:r>
      <w:r w:rsidR="00D40E05" w:rsidRPr="00D40E05">
        <w:rPr>
          <w:lang w:eastAsia="el-GR"/>
        </w:rPr>
        <w:t xml:space="preserve"> </w:t>
      </w:r>
      <w:r w:rsidR="00D40E05">
        <w:rPr>
          <w:lang w:eastAsia="el-GR"/>
        </w:rPr>
        <w:t xml:space="preserve">ολοκληρωθεί από την </w:t>
      </w:r>
      <w:proofErr w:type="spellStart"/>
      <w:r w:rsidR="00D40E05">
        <w:rPr>
          <w:lang w:val="en-US" w:eastAsia="el-GR"/>
        </w:rPr>
        <w:t>cron</w:t>
      </w:r>
      <w:proofErr w:type="spellEnd"/>
      <w:r w:rsidR="00D40E05" w:rsidRPr="00D40E05">
        <w:rPr>
          <w:lang w:eastAsia="el-GR"/>
        </w:rPr>
        <w:t xml:space="preserve"> </w:t>
      </w:r>
      <w:r w:rsidR="00D40E05">
        <w:rPr>
          <w:lang w:eastAsia="el-GR"/>
        </w:rPr>
        <w:t xml:space="preserve">διαδικασία θα </w:t>
      </w:r>
      <w:r w:rsidR="002B5637">
        <w:rPr>
          <w:lang w:eastAsia="el-GR"/>
        </w:rPr>
        <w:t xml:space="preserve">δημιουργήσει τα δεδομένα στους πίνακες του </w:t>
      </w:r>
      <w:r w:rsidR="002B5637">
        <w:rPr>
          <w:lang w:val="en-US" w:eastAsia="el-GR"/>
        </w:rPr>
        <w:t>plugin</w:t>
      </w:r>
      <w:r w:rsidR="002B5637" w:rsidRPr="002B5637">
        <w:rPr>
          <w:lang w:eastAsia="el-GR"/>
        </w:rPr>
        <w:t xml:space="preserve">. </w:t>
      </w:r>
      <w:r w:rsidR="002B5637">
        <w:rPr>
          <w:lang w:eastAsia="el-GR"/>
        </w:rPr>
        <w:t xml:space="preserve">Κάθε φορά που τρέχει προσθέτει νέες εγγραφές στατιστικών για κάθε </w:t>
      </w:r>
      <w:r w:rsidR="00D40E05">
        <w:rPr>
          <w:lang w:eastAsia="el-GR"/>
        </w:rPr>
        <w:t xml:space="preserve">επιλεγμένο </w:t>
      </w:r>
      <w:r w:rsidR="002B5637">
        <w:rPr>
          <w:lang w:eastAsia="el-GR"/>
        </w:rPr>
        <w:t>μάθημα.</w:t>
      </w:r>
    </w:p>
    <w:p w14:paraId="5F38F1B7" w14:textId="67A3E532" w:rsidR="00B1675A" w:rsidRPr="00136D58" w:rsidRDefault="00B1675A" w:rsidP="00B1675A">
      <w:pPr>
        <w:pStyle w:val="bullet"/>
        <w:numPr>
          <w:ilvl w:val="0"/>
          <w:numId w:val="0"/>
        </w:numPr>
        <w:ind w:left="717"/>
        <w:rPr>
          <w:lang w:val="el-GR"/>
        </w:rPr>
      </w:pPr>
    </w:p>
    <w:sectPr w:rsidR="00B1675A" w:rsidRPr="00136D58" w:rsidSect="00C943A7">
      <w:headerReference w:type="default" r:id="rId11"/>
      <w:footerReference w:type="even" r:id="rId12"/>
      <w:footerReference w:type="default" r:id="rId13"/>
      <w:pgSz w:w="11906" w:h="16838" w:code="9"/>
      <w:pgMar w:top="1260" w:right="1016" w:bottom="1260" w:left="1260" w:header="720" w:footer="4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87F45" w14:textId="77777777" w:rsidR="0093692A" w:rsidRDefault="0093692A" w:rsidP="00A73962">
      <w:pPr>
        <w:spacing w:before="0" w:after="0" w:line="240" w:lineRule="auto"/>
      </w:pPr>
      <w:r>
        <w:separator/>
      </w:r>
    </w:p>
  </w:endnote>
  <w:endnote w:type="continuationSeparator" w:id="0">
    <w:p w14:paraId="3BA31619" w14:textId="77777777" w:rsidR="0093692A" w:rsidRDefault="0093692A" w:rsidP="00A7396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Imago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Garmond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33CDF" w14:textId="52668089" w:rsidR="00E05EF0" w:rsidRDefault="00000000">
    <w:pPr>
      <w:pStyle w:val="aa"/>
    </w:pPr>
    <w:r>
      <w:pict w14:anchorId="73B3F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2.35pt;height:112.35pt">
          <v:imagedata r:id="rId1" o:title="45001"/>
        </v:shape>
      </w:pict>
    </w:r>
    <w:r w:rsidR="00C943A7">
      <w:rPr>
        <w:noProof/>
      </w:rPr>
      <w:drawing>
        <wp:inline distT="0" distB="0" distL="0" distR="0" wp14:anchorId="52880501" wp14:editId="712C7A8E">
          <wp:extent cx="1428750" cy="1428750"/>
          <wp:effectExtent l="0" t="0" r="0" b="0"/>
          <wp:docPr id="303" name="Picture 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02899" w14:textId="5546D0B1" w:rsidR="00C943A7" w:rsidRDefault="00CE1B9D" w:rsidP="001D5FF1">
    <w:pPr>
      <w:tabs>
        <w:tab w:val="center" w:pos="4550"/>
        <w:tab w:val="left" w:pos="5818"/>
      </w:tabs>
      <w:ind w:right="260"/>
      <w:jc w:val="right"/>
      <w:rPr>
        <w:noProof/>
        <w:color w:val="6FA0C0" w:themeColor="text2" w:themeTint="99"/>
        <w:spacing w:val="60"/>
        <w:lang w:val="en-US"/>
      </w:rPr>
    </w:pPr>
    <w:r>
      <w:rPr>
        <w:noProof/>
      </w:rPr>
      <w:drawing>
        <wp:anchor distT="0" distB="0" distL="114300" distR="114300" simplePos="0" relativeHeight="251674624" behindDoc="0" locked="0" layoutInCell="1" allowOverlap="1" wp14:anchorId="18C10400" wp14:editId="1D2EDF75">
          <wp:simplePos x="0" y="0"/>
          <wp:positionH relativeFrom="column">
            <wp:posOffset>3857625</wp:posOffset>
          </wp:positionH>
          <wp:positionV relativeFrom="paragraph">
            <wp:posOffset>143510</wp:posOffset>
          </wp:positionV>
          <wp:extent cx="669600" cy="669600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74C9E">
      <w:rPr>
        <w:noProof/>
        <w:color w:val="6FA0C0" w:themeColor="text2" w:themeTint="99"/>
        <w:spacing w:val="60"/>
        <w:lang w:val="en-US"/>
      </w:rPr>
      <w:drawing>
        <wp:anchor distT="0" distB="0" distL="114300" distR="114300" simplePos="0" relativeHeight="251669504" behindDoc="0" locked="0" layoutInCell="1" allowOverlap="1" wp14:anchorId="13609210" wp14:editId="6C15E86F">
          <wp:simplePos x="0" y="0"/>
          <wp:positionH relativeFrom="column">
            <wp:posOffset>1304925</wp:posOffset>
          </wp:positionH>
          <wp:positionV relativeFrom="paragraph">
            <wp:posOffset>141605</wp:posOffset>
          </wp:positionV>
          <wp:extent cx="657225" cy="657225"/>
          <wp:effectExtent l="0" t="0" r="9525" b="9525"/>
          <wp:wrapSquare wrapText="bothSides"/>
          <wp:docPr id="306" name="Picture 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C9E"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2861CEA8" wp14:editId="117DE105">
          <wp:simplePos x="0" y="0"/>
          <wp:positionH relativeFrom="column">
            <wp:posOffset>2152650</wp:posOffset>
          </wp:positionH>
          <wp:positionV relativeFrom="paragraph">
            <wp:posOffset>141605</wp:posOffset>
          </wp:positionV>
          <wp:extent cx="664845" cy="664845"/>
          <wp:effectExtent l="0" t="0" r="1905" b="1905"/>
          <wp:wrapSquare wrapText="bothSides"/>
          <wp:docPr id="304" name="Picture 3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C9E">
      <w:rPr>
        <w:noProof/>
        <w:lang w:val="en-US"/>
      </w:rPr>
      <w:drawing>
        <wp:anchor distT="0" distB="0" distL="114300" distR="114300" simplePos="0" relativeHeight="251673600" behindDoc="0" locked="0" layoutInCell="1" allowOverlap="1" wp14:anchorId="55F794C7" wp14:editId="78F6440B">
          <wp:simplePos x="0" y="0"/>
          <wp:positionH relativeFrom="column">
            <wp:posOffset>3009900</wp:posOffset>
          </wp:positionH>
          <wp:positionV relativeFrom="paragraph">
            <wp:posOffset>140970</wp:posOffset>
          </wp:positionV>
          <wp:extent cx="671195" cy="671195"/>
          <wp:effectExtent l="0" t="0" r="0" b="0"/>
          <wp:wrapSquare wrapText="bothSides"/>
          <wp:docPr id="305" name="Picture 3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195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43A7">
      <w:rPr>
        <w:noProof/>
        <w:color w:val="6FA0C0" w:themeColor="text2" w:themeTint="99"/>
        <w:spacing w:val="60"/>
        <w:lang w:val="en-US"/>
      </w:rPr>
      <w:drawing>
        <wp:anchor distT="0" distB="0" distL="114300" distR="114300" simplePos="0" relativeHeight="251671552" behindDoc="0" locked="0" layoutInCell="1" allowOverlap="1" wp14:anchorId="54DEE647" wp14:editId="00CD0521">
          <wp:simplePos x="0" y="0"/>
          <wp:positionH relativeFrom="column">
            <wp:posOffset>476250</wp:posOffset>
          </wp:positionH>
          <wp:positionV relativeFrom="paragraph">
            <wp:posOffset>122555</wp:posOffset>
          </wp:positionV>
          <wp:extent cx="676275" cy="676275"/>
          <wp:effectExtent l="0" t="0" r="9525" b="9525"/>
          <wp:wrapSquare wrapText="bothSides"/>
          <wp:docPr id="307" name="Picture 3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43A7">
      <w:rPr>
        <w:noProof/>
        <w:color w:val="6FA0C0" w:themeColor="text2" w:themeTint="99"/>
        <w:spacing w:val="60"/>
        <w:lang w:val="en-US"/>
      </w:rPr>
      <w:drawing>
        <wp:anchor distT="0" distB="0" distL="114300" distR="114300" simplePos="0" relativeHeight="251670528" behindDoc="0" locked="0" layoutInCell="1" allowOverlap="1" wp14:anchorId="162C04FC" wp14:editId="108247B7">
          <wp:simplePos x="0" y="0"/>
          <wp:positionH relativeFrom="column">
            <wp:posOffset>-381000</wp:posOffset>
          </wp:positionH>
          <wp:positionV relativeFrom="paragraph">
            <wp:posOffset>110490</wp:posOffset>
          </wp:positionV>
          <wp:extent cx="685800" cy="685800"/>
          <wp:effectExtent l="0" t="0" r="0" b="0"/>
          <wp:wrapSquare wrapText="bothSides"/>
          <wp:docPr id="308" name="Picture 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7E37">
      <w:rPr>
        <w:noProof/>
        <w:color w:val="6FA0C0" w:themeColor="text2" w:themeTint="99"/>
        <w:spacing w:val="60"/>
        <w:lang w:val="en-US"/>
      </w:rPr>
      <w:t xml:space="preserve"> </w:t>
    </w:r>
  </w:p>
  <w:p w14:paraId="1560E70D" w14:textId="43BC6798" w:rsidR="00AD7E37" w:rsidRPr="001D5FF1" w:rsidRDefault="00AD7E37" w:rsidP="001D5FF1">
    <w:pPr>
      <w:tabs>
        <w:tab w:val="center" w:pos="4550"/>
        <w:tab w:val="left" w:pos="5818"/>
      </w:tabs>
      <w:ind w:right="260"/>
      <w:jc w:val="right"/>
      <w:rPr>
        <w:color w:val="192D3A" w:themeColor="text2" w:themeShade="80"/>
      </w:rPr>
    </w:pPr>
    <w:r>
      <w:fldChar w:fldCharType="begin"/>
    </w:r>
    <w:r>
      <w:instrText xml:space="preserve"> INCLUDEPICTURE "https://image.flaticon.com/icons/png/512/25/25377.png" \* MERGEFORMATINET </w:instrText>
    </w:r>
    <w:r>
      <w:fldChar w:fldCharType="end"/>
    </w:r>
    <w:proofErr w:type="spellStart"/>
    <w:r w:rsidR="00217DA1">
      <w:t>Σελ</w:t>
    </w:r>
    <w:proofErr w:type="spellEnd"/>
    <w:r>
      <w:rPr>
        <w:color w:val="6FA0C0" w:themeColor="text2" w:themeTint="99"/>
      </w:rPr>
      <w:t xml:space="preserve"> </w:t>
    </w:r>
    <w:r>
      <w:rPr>
        <w:color w:val="264356" w:themeColor="text2" w:themeShade="BF"/>
      </w:rPr>
      <w:fldChar w:fldCharType="begin"/>
    </w:r>
    <w:r>
      <w:rPr>
        <w:color w:val="264356" w:themeColor="text2" w:themeShade="BF"/>
      </w:rPr>
      <w:instrText>PAGE   \* MERGEFORMAT</w:instrText>
    </w:r>
    <w:r>
      <w:rPr>
        <w:color w:val="264356" w:themeColor="text2" w:themeShade="BF"/>
      </w:rPr>
      <w:fldChar w:fldCharType="separate"/>
    </w:r>
    <w:r>
      <w:rPr>
        <w:noProof/>
        <w:color w:val="264356" w:themeColor="text2" w:themeShade="BF"/>
      </w:rPr>
      <w:t>18</w:t>
    </w:r>
    <w:r>
      <w:rPr>
        <w:color w:val="264356" w:themeColor="text2" w:themeShade="BF"/>
      </w:rPr>
      <w:fldChar w:fldCharType="end"/>
    </w:r>
    <w:r>
      <w:rPr>
        <w:color w:val="264356" w:themeColor="text2" w:themeShade="BF"/>
      </w:rPr>
      <w:t xml:space="preserve"> | </w:t>
    </w:r>
    <w:r>
      <w:rPr>
        <w:color w:val="264356" w:themeColor="text2" w:themeShade="BF"/>
      </w:rPr>
      <w:fldChar w:fldCharType="begin"/>
    </w:r>
    <w:r>
      <w:rPr>
        <w:color w:val="264356" w:themeColor="text2" w:themeShade="BF"/>
      </w:rPr>
      <w:instrText>NUMPAGES  \* Arabic  \* MERGEFORMAT</w:instrText>
    </w:r>
    <w:r>
      <w:rPr>
        <w:color w:val="264356" w:themeColor="text2" w:themeShade="BF"/>
      </w:rPr>
      <w:fldChar w:fldCharType="separate"/>
    </w:r>
    <w:r>
      <w:rPr>
        <w:noProof/>
        <w:color w:val="264356" w:themeColor="text2" w:themeShade="BF"/>
      </w:rPr>
      <w:t>18</w:t>
    </w:r>
    <w:r>
      <w:rPr>
        <w:color w:val="264356" w:themeColor="text2" w:themeShade="B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A08B0" w14:textId="77777777" w:rsidR="0093692A" w:rsidRDefault="0093692A" w:rsidP="00A73962">
      <w:pPr>
        <w:spacing w:before="0" w:after="0" w:line="240" w:lineRule="auto"/>
      </w:pPr>
      <w:r>
        <w:separator/>
      </w:r>
    </w:p>
  </w:footnote>
  <w:footnote w:type="continuationSeparator" w:id="0">
    <w:p w14:paraId="4C079DCE" w14:textId="77777777" w:rsidR="0093692A" w:rsidRDefault="0093692A" w:rsidP="00A7396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23D" w14:textId="4AEB5C32" w:rsidR="00AD7E37" w:rsidRDefault="008D2EB8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23CCD85" wp14:editId="7B30492F">
              <wp:simplePos x="0" y="0"/>
              <wp:positionH relativeFrom="column">
                <wp:posOffset>3403141</wp:posOffset>
              </wp:positionH>
              <wp:positionV relativeFrom="paragraph">
                <wp:posOffset>-411847</wp:posOffset>
              </wp:positionV>
              <wp:extent cx="3282183" cy="729406"/>
              <wp:effectExtent l="0" t="0" r="0" b="0"/>
              <wp:wrapNone/>
              <wp:docPr id="2" name="Πλαίσιο κειμένου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2183" cy="72940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8931540" w14:textId="6E35B416" w:rsidR="008D2EB8" w:rsidRPr="00197709" w:rsidRDefault="008D2EB8" w:rsidP="008D2EB8">
                          <w:pPr>
                            <w:spacing w:after="0" w:line="240" w:lineRule="auto"/>
                            <w:rPr>
                              <w:position w:val="6"/>
                              <w:sz w:val="18"/>
                              <w:szCs w:val="18"/>
                            </w:rPr>
                          </w:pPr>
                          <w:r w:rsidRPr="00197709">
                            <w:rPr>
                              <w:noProof/>
                            </w:rPr>
                            <w:drawing>
                              <wp:inline distT="0" distB="0" distL="0" distR="0" wp14:anchorId="0BF724EF" wp14:editId="1E062E94">
                                <wp:extent cx="121285" cy="121285"/>
                                <wp:effectExtent l="0" t="0" r="0" b="0"/>
                                <wp:docPr id="9" name="Εικόνα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Εικόνα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1285" cy="1212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7709">
                            <w:rPr>
                              <w:position w:val="6"/>
                              <w:sz w:val="18"/>
                              <w:szCs w:val="18"/>
                            </w:rPr>
                            <w:t xml:space="preserve">46-48 </w:t>
                          </w:r>
                          <w:proofErr w:type="spellStart"/>
                          <w:r w:rsidRPr="00197709">
                            <w:rPr>
                              <w:position w:val="6"/>
                              <w:sz w:val="18"/>
                              <w:szCs w:val="18"/>
                            </w:rPr>
                            <w:t>Λεωφ</w:t>
                          </w:r>
                          <w:proofErr w:type="spellEnd"/>
                          <w:r w:rsidRPr="00197709">
                            <w:rPr>
                              <w:position w:val="6"/>
                              <w:sz w:val="18"/>
                              <w:szCs w:val="18"/>
                            </w:rPr>
                            <w:t xml:space="preserve">. </w:t>
                          </w:r>
                          <w:proofErr w:type="spellStart"/>
                          <w:r w:rsidRPr="00197709">
                            <w:rPr>
                              <w:position w:val="6"/>
                              <w:sz w:val="18"/>
                              <w:szCs w:val="18"/>
                            </w:rPr>
                            <w:t>Ελ.Βενιζέλου</w:t>
                          </w:r>
                          <w:proofErr w:type="spellEnd"/>
                          <w:r w:rsidRPr="00197709">
                            <w:rPr>
                              <w:position w:val="6"/>
                              <w:sz w:val="18"/>
                              <w:szCs w:val="18"/>
                            </w:rPr>
                            <w:t>, Καλλιθέα, 17676 Αθήνα, Ελλάδα</w:t>
                          </w:r>
                        </w:p>
                        <w:p w14:paraId="6DA32EA2" w14:textId="6CA26B43" w:rsidR="008D2EB8" w:rsidRPr="00197709" w:rsidRDefault="008D2EB8" w:rsidP="008D2EB8">
                          <w:pPr>
                            <w:spacing w:after="0" w:line="240" w:lineRule="auto"/>
                            <w:rPr>
                              <w:position w:val="6"/>
                              <w:sz w:val="18"/>
                              <w:szCs w:val="18"/>
                            </w:rPr>
                          </w:pPr>
                          <w:r w:rsidRPr="00197709">
                            <w:rPr>
                              <w:noProof/>
                            </w:rPr>
                            <w:drawing>
                              <wp:inline distT="0" distB="0" distL="0" distR="0" wp14:anchorId="2350A9E9" wp14:editId="42CDCF9C">
                                <wp:extent cx="121285" cy="121285"/>
                                <wp:effectExtent l="0" t="0" r="0" b="0"/>
                                <wp:docPr id="8" name="Εικόνα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Εικόνα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1285" cy="1212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7709">
                            <w:t xml:space="preserve"> </w:t>
                          </w:r>
                          <w:r w:rsidRPr="00197709">
                            <w:rPr>
                              <w:position w:val="6"/>
                              <w:sz w:val="18"/>
                              <w:szCs w:val="18"/>
                            </w:rPr>
                            <w:t>210 4223330 – 213 0417358</w:t>
                          </w:r>
                          <w:r w:rsidRPr="00197709">
                            <w:rPr>
                              <w:sz w:val="18"/>
                              <w:szCs w:val="18"/>
                            </w:rPr>
                            <w:t>,</w:t>
                          </w:r>
                          <w:r w:rsidRPr="00197709">
                            <w:rPr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97709">
                            <w:rPr>
                              <w:noProof/>
                            </w:rPr>
                            <w:drawing>
                              <wp:inline distT="0" distB="0" distL="0" distR="0" wp14:anchorId="602D5459" wp14:editId="4609CB2D">
                                <wp:extent cx="122400" cy="122400"/>
                                <wp:effectExtent l="0" t="0" r="0" b="0"/>
                                <wp:docPr id="5" name="Εικόνα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Εικόνα 5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2400" cy="122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7709">
                            <w:t xml:space="preserve"> </w:t>
                          </w:r>
                          <w:r w:rsidRPr="00197709">
                            <w:rPr>
                              <w:position w:val="6"/>
                              <w:sz w:val="18"/>
                              <w:szCs w:val="18"/>
                            </w:rPr>
                            <w:t>211 0121603</w:t>
                          </w:r>
                        </w:p>
                        <w:p w14:paraId="2840FCC2" w14:textId="77777777" w:rsidR="008D2EB8" w:rsidRPr="00197709" w:rsidRDefault="008D2EB8" w:rsidP="008D2EB8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97709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00C445F5" wp14:editId="04BC7BDC">
                                <wp:extent cx="122400" cy="122400"/>
                                <wp:effectExtent l="0" t="0" r="0" b="0"/>
                                <wp:docPr id="6" name="Εικόνα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Εικόνα 6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2400" cy="122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7709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hyperlink r:id="rId5" w:history="1">
                            <w:r w:rsidRPr="00197709">
                              <w:rPr>
                                <w:rStyle w:val="-"/>
                                <w:position w:val="6"/>
                                <w:sz w:val="18"/>
                                <w:szCs w:val="18"/>
                                <w:lang w:val="en-US"/>
                              </w:rPr>
                              <w:t>www</w:t>
                            </w:r>
                            <w:r w:rsidRPr="00197709">
                              <w:rPr>
                                <w:rStyle w:val="-"/>
                                <w:position w:val="6"/>
                                <w:sz w:val="18"/>
                                <w:szCs w:val="18"/>
                              </w:rPr>
                              <w:t>.</w:t>
                            </w:r>
                            <w:r w:rsidRPr="00197709">
                              <w:rPr>
                                <w:rStyle w:val="-"/>
                                <w:position w:val="6"/>
                                <w:sz w:val="18"/>
                                <w:szCs w:val="18"/>
                                <w:lang w:val="en-US"/>
                              </w:rPr>
                              <w:t>wideservices</w:t>
                            </w:r>
                            <w:r w:rsidRPr="00197709">
                              <w:rPr>
                                <w:rStyle w:val="-"/>
                                <w:position w:val="6"/>
                                <w:sz w:val="18"/>
                                <w:szCs w:val="18"/>
                              </w:rPr>
                              <w:t>.</w:t>
                            </w:r>
                            <w:r w:rsidRPr="00197709">
                              <w:rPr>
                                <w:rStyle w:val="-"/>
                                <w:position w:val="6"/>
                                <w:sz w:val="18"/>
                                <w:szCs w:val="18"/>
                                <w:lang w:val="en-US"/>
                              </w:rPr>
                              <w:t>gr</w:t>
                            </w:r>
                          </w:hyperlink>
                          <w:r w:rsidRPr="00197709">
                            <w:rPr>
                              <w:sz w:val="18"/>
                              <w:szCs w:val="18"/>
                            </w:rPr>
                            <w:t xml:space="preserve">   </w:t>
                          </w:r>
                          <w:r w:rsidRPr="00197709">
                            <w:rPr>
                              <w:noProof/>
                              <w:sz w:val="20"/>
                              <w:szCs w:val="20"/>
                              <w:lang w:val="en-US"/>
                            </w:rPr>
                            <w:drawing>
                              <wp:inline distT="0" distB="0" distL="0" distR="0" wp14:anchorId="4DE84EB6" wp14:editId="64206C65">
                                <wp:extent cx="122400" cy="122400"/>
                                <wp:effectExtent l="0" t="0" r="0" b="0"/>
                                <wp:docPr id="7" name="Εικόνα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Εικόνα 7"/>
                                        <pic:cNvPicPr/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2400" cy="122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7709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197709">
                            <w:rPr>
                              <w:position w:val="6"/>
                              <w:sz w:val="18"/>
                              <w:szCs w:val="18"/>
                              <w:lang w:val="en-US"/>
                            </w:rPr>
                            <w:t>info</w:t>
                          </w:r>
                          <w:r w:rsidRPr="00197709">
                            <w:rPr>
                              <w:position w:val="6"/>
                              <w:sz w:val="18"/>
                              <w:szCs w:val="18"/>
                            </w:rPr>
                            <w:t>@</w:t>
                          </w:r>
                          <w:r w:rsidRPr="00197709">
                            <w:rPr>
                              <w:position w:val="6"/>
                              <w:sz w:val="18"/>
                              <w:szCs w:val="18"/>
                              <w:lang w:val="en-US"/>
                            </w:rPr>
                            <w:t>wideservices</w:t>
                          </w:r>
                          <w:r w:rsidRPr="00197709">
                            <w:rPr>
                              <w:position w:val="6"/>
                              <w:sz w:val="18"/>
                              <w:szCs w:val="18"/>
                            </w:rPr>
                            <w:t>.</w:t>
                          </w:r>
                          <w:r w:rsidRPr="00197709">
                            <w:rPr>
                              <w:position w:val="6"/>
                              <w:sz w:val="18"/>
                              <w:szCs w:val="18"/>
                              <w:lang w:val="en-US"/>
                            </w:rPr>
                            <w:t>gr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3CCD8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margin-left:267.95pt;margin-top:-32.45pt;width:258.45pt;height:57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" fillcolor="white [3201]" stroked="f" strokeweight=".5pt">
              <v:textbox>
                <w:txbxContent>
                  <w:p w14:paraId="68931540" w14:textId="6E35B416" w:rsidR="008D2EB8" w:rsidRPr="00197709" w:rsidRDefault="008D2EB8" w:rsidP="008D2EB8">
                    <w:pPr>
                      <w:spacing w:after="0" w:line="240" w:lineRule="auto"/>
                      <w:rPr>
                        <w:position w:val="6"/>
                        <w:sz w:val="18"/>
                        <w:szCs w:val="18"/>
                      </w:rPr>
                    </w:pPr>
                    <w:r w:rsidRPr="00197709">
                      <w:rPr>
                        <w:noProof/>
                      </w:rPr>
                      <w:drawing>
                        <wp:inline distT="0" distB="0" distL="0" distR="0" wp14:anchorId="0BF724EF" wp14:editId="1E062E94">
                          <wp:extent cx="121285" cy="121285"/>
                          <wp:effectExtent l="0" t="0" r="0" b="0"/>
                          <wp:docPr id="9" name="Εικόνα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Εικόνα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285" cy="1212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197709">
                      <w:rPr>
                        <w:position w:val="6"/>
                        <w:sz w:val="18"/>
                        <w:szCs w:val="18"/>
                      </w:rPr>
                      <w:t xml:space="preserve">46-48 </w:t>
                    </w:r>
                    <w:proofErr w:type="spellStart"/>
                    <w:r w:rsidRPr="00197709">
                      <w:rPr>
                        <w:position w:val="6"/>
                        <w:sz w:val="18"/>
                        <w:szCs w:val="18"/>
                      </w:rPr>
                      <w:t>Λεωφ</w:t>
                    </w:r>
                    <w:proofErr w:type="spellEnd"/>
                    <w:r w:rsidRPr="00197709">
                      <w:rPr>
                        <w:position w:val="6"/>
                        <w:sz w:val="18"/>
                        <w:szCs w:val="18"/>
                      </w:rPr>
                      <w:t xml:space="preserve">. </w:t>
                    </w:r>
                    <w:proofErr w:type="spellStart"/>
                    <w:r w:rsidRPr="00197709">
                      <w:rPr>
                        <w:position w:val="6"/>
                        <w:sz w:val="18"/>
                        <w:szCs w:val="18"/>
                      </w:rPr>
                      <w:t>Ελ.Βενιζέλου</w:t>
                    </w:r>
                    <w:proofErr w:type="spellEnd"/>
                    <w:r w:rsidRPr="00197709">
                      <w:rPr>
                        <w:position w:val="6"/>
                        <w:sz w:val="18"/>
                        <w:szCs w:val="18"/>
                      </w:rPr>
                      <w:t>, Καλλιθέα, 17676 Αθήνα, Ελλάδα</w:t>
                    </w:r>
                  </w:p>
                  <w:p w14:paraId="6DA32EA2" w14:textId="6CA26B43" w:rsidR="008D2EB8" w:rsidRPr="00197709" w:rsidRDefault="008D2EB8" w:rsidP="008D2EB8">
                    <w:pPr>
                      <w:spacing w:after="0" w:line="240" w:lineRule="auto"/>
                      <w:rPr>
                        <w:position w:val="6"/>
                        <w:sz w:val="18"/>
                        <w:szCs w:val="18"/>
                      </w:rPr>
                    </w:pPr>
                    <w:r w:rsidRPr="00197709">
                      <w:rPr>
                        <w:noProof/>
                      </w:rPr>
                      <w:drawing>
                        <wp:inline distT="0" distB="0" distL="0" distR="0" wp14:anchorId="2350A9E9" wp14:editId="42CDCF9C">
                          <wp:extent cx="121285" cy="121285"/>
                          <wp:effectExtent l="0" t="0" r="0" b="0"/>
                          <wp:docPr id="8" name="Εικόνα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Εικόνα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285" cy="1212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197709">
                      <w:t xml:space="preserve"> </w:t>
                    </w:r>
                    <w:r w:rsidRPr="00197709">
                      <w:rPr>
                        <w:position w:val="6"/>
                        <w:sz w:val="18"/>
                        <w:szCs w:val="18"/>
                      </w:rPr>
                      <w:t>210 4223330 – 213 0417358</w:t>
                    </w:r>
                    <w:r w:rsidRPr="00197709">
                      <w:rPr>
                        <w:sz w:val="18"/>
                        <w:szCs w:val="18"/>
                      </w:rPr>
                      <w:t>,</w:t>
                    </w:r>
                    <w:r w:rsidRPr="00197709">
                      <w:rPr>
                        <w:noProof/>
                        <w:sz w:val="20"/>
                        <w:szCs w:val="20"/>
                      </w:rPr>
                      <w:t xml:space="preserve"> </w:t>
                    </w:r>
                    <w:r w:rsidRPr="00197709">
                      <w:rPr>
                        <w:noProof/>
                      </w:rPr>
                      <w:drawing>
                        <wp:inline distT="0" distB="0" distL="0" distR="0" wp14:anchorId="602D5459" wp14:editId="4609CB2D">
                          <wp:extent cx="122400" cy="122400"/>
                          <wp:effectExtent l="0" t="0" r="0" b="0"/>
                          <wp:docPr id="5" name="Εικόνα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Εικόνα 5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400" cy="1224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197709">
                      <w:t xml:space="preserve"> </w:t>
                    </w:r>
                    <w:r w:rsidRPr="00197709">
                      <w:rPr>
                        <w:position w:val="6"/>
                        <w:sz w:val="18"/>
                        <w:szCs w:val="18"/>
                      </w:rPr>
                      <w:t>211 0121603</w:t>
                    </w:r>
                  </w:p>
                  <w:p w14:paraId="2840FCC2" w14:textId="77777777" w:rsidR="008D2EB8" w:rsidRPr="00197709" w:rsidRDefault="008D2EB8" w:rsidP="008D2EB8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97709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00C445F5" wp14:editId="04BC7BDC">
                          <wp:extent cx="122400" cy="122400"/>
                          <wp:effectExtent l="0" t="0" r="0" b="0"/>
                          <wp:docPr id="6" name="Εικόνα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Εικόνα 6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400" cy="1224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197709">
                      <w:rPr>
                        <w:sz w:val="20"/>
                        <w:szCs w:val="20"/>
                      </w:rPr>
                      <w:t xml:space="preserve"> </w:t>
                    </w:r>
                    <w:hyperlink r:id="rId7" w:history="1">
                      <w:r w:rsidRPr="00197709">
                        <w:rPr>
                          <w:rStyle w:val="-"/>
                          <w:position w:val="6"/>
                          <w:sz w:val="18"/>
                          <w:szCs w:val="18"/>
                          <w:lang w:val="en-US"/>
                        </w:rPr>
                        <w:t>www</w:t>
                      </w:r>
                      <w:r w:rsidRPr="00197709">
                        <w:rPr>
                          <w:rStyle w:val="-"/>
                          <w:position w:val="6"/>
                          <w:sz w:val="18"/>
                          <w:szCs w:val="18"/>
                        </w:rPr>
                        <w:t>.</w:t>
                      </w:r>
                      <w:r w:rsidRPr="00197709">
                        <w:rPr>
                          <w:rStyle w:val="-"/>
                          <w:position w:val="6"/>
                          <w:sz w:val="18"/>
                          <w:szCs w:val="18"/>
                          <w:lang w:val="en-US"/>
                        </w:rPr>
                        <w:t>wideservices</w:t>
                      </w:r>
                      <w:r w:rsidRPr="00197709">
                        <w:rPr>
                          <w:rStyle w:val="-"/>
                          <w:position w:val="6"/>
                          <w:sz w:val="18"/>
                          <w:szCs w:val="18"/>
                        </w:rPr>
                        <w:t>.</w:t>
                      </w:r>
                      <w:r w:rsidRPr="00197709">
                        <w:rPr>
                          <w:rStyle w:val="-"/>
                          <w:position w:val="6"/>
                          <w:sz w:val="18"/>
                          <w:szCs w:val="18"/>
                          <w:lang w:val="en-US"/>
                        </w:rPr>
                        <w:t>gr</w:t>
                      </w:r>
                    </w:hyperlink>
                    <w:r w:rsidRPr="00197709">
                      <w:rPr>
                        <w:sz w:val="18"/>
                        <w:szCs w:val="18"/>
                      </w:rPr>
                      <w:t xml:space="preserve">   </w:t>
                    </w:r>
                    <w:r w:rsidRPr="00197709">
                      <w:rPr>
                        <w:noProof/>
                        <w:sz w:val="20"/>
                        <w:szCs w:val="20"/>
                        <w:lang w:val="en-US"/>
                      </w:rPr>
                      <w:drawing>
                        <wp:inline distT="0" distB="0" distL="0" distR="0" wp14:anchorId="4DE84EB6" wp14:editId="64206C65">
                          <wp:extent cx="122400" cy="122400"/>
                          <wp:effectExtent l="0" t="0" r="0" b="0"/>
                          <wp:docPr id="7" name="Εικόνα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Εικόνα 7"/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400" cy="1224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197709">
                      <w:rPr>
                        <w:sz w:val="20"/>
                        <w:szCs w:val="20"/>
                      </w:rPr>
                      <w:t xml:space="preserve"> </w:t>
                    </w:r>
                    <w:r w:rsidRPr="00197709">
                      <w:rPr>
                        <w:position w:val="6"/>
                        <w:sz w:val="18"/>
                        <w:szCs w:val="18"/>
                        <w:lang w:val="en-US"/>
                      </w:rPr>
                      <w:t>info</w:t>
                    </w:r>
                    <w:r w:rsidRPr="00197709">
                      <w:rPr>
                        <w:position w:val="6"/>
                        <w:sz w:val="18"/>
                        <w:szCs w:val="18"/>
                      </w:rPr>
                      <w:t>@</w:t>
                    </w:r>
                    <w:r w:rsidRPr="00197709">
                      <w:rPr>
                        <w:position w:val="6"/>
                        <w:sz w:val="18"/>
                        <w:szCs w:val="18"/>
                        <w:lang w:val="en-US"/>
                      </w:rPr>
                      <w:t>wideservices</w:t>
                    </w:r>
                    <w:r w:rsidRPr="00197709">
                      <w:rPr>
                        <w:position w:val="6"/>
                        <w:sz w:val="18"/>
                        <w:szCs w:val="18"/>
                      </w:rPr>
                      <w:t>.</w:t>
                    </w:r>
                    <w:r w:rsidRPr="00197709">
                      <w:rPr>
                        <w:position w:val="6"/>
                        <w:sz w:val="18"/>
                        <w:szCs w:val="18"/>
                        <w:lang w:val="en-US"/>
                      </w:rPr>
                      <w:t>gr</w:t>
                    </w:r>
                  </w:p>
                </w:txbxContent>
              </v:textbox>
            </v:shape>
          </w:pict>
        </mc:Fallback>
      </mc:AlternateContent>
    </w:r>
    <w:r w:rsidR="00E9346E" w:rsidRPr="00FA2522">
      <w:rPr>
        <w:noProof/>
      </w:rPr>
      <w:drawing>
        <wp:anchor distT="0" distB="0" distL="114300" distR="114300" simplePos="0" relativeHeight="251664384" behindDoc="0" locked="0" layoutInCell="1" allowOverlap="1" wp14:anchorId="4041AE28" wp14:editId="079F7925">
          <wp:simplePos x="0" y="0"/>
          <wp:positionH relativeFrom="column">
            <wp:posOffset>1311275</wp:posOffset>
          </wp:positionH>
          <wp:positionV relativeFrom="paragraph">
            <wp:posOffset>-296545</wp:posOffset>
          </wp:positionV>
          <wp:extent cx="1581150" cy="477520"/>
          <wp:effectExtent l="0" t="0" r="0" b="0"/>
          <wp:wrapSquare wrapText="bothSides"/>
          <wp:docPr id="301" name="Picture 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346E" w:rsidRPr="00FA2522">
      <w:rPr>
        <w:noProof/>
      </w:rPr>
      <w:drawing>
        <wp:anchor distT="0" distB="0" distL="114300" distR="114300" simplePos="0" relativeHeight="251665408" behindDoc="0" locked="0" layoutInCell="1" allowOverlap="1" wp14:anchorId="003EE1DC" wp14:editId="1064E4F3">
          <wp:simplePos x="0" y="0"/>
          <wp:positionH relativeFrom="column">
            <wp:posOffset>-479425</wp:posOffset>
          </wp:positionH>
          <wp:positionV relativeFrom="paragraph">
            <wp:posOffset>-274955</wp:posOffset>
          </wp:positionV>
          <wp:extent cx="1638300" cy="415925"/>
          <wp:effectExtent l="0" t="0" r="0" b="3175"/>
          <wp:wrapSquare wrapText="bothSides"/>
          <wp:docPr id="302" name="Picture 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7E37">
      <w:rPr>
        <w:noProof/>
        <w:lang w:eastAsia="el-GR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2E7311CE" wp14:editId="039EEEA8">
              <wp:simplePos x="0" y="0"/>
              <wp:positionH relativeFrom="column">
                <wp:posOffset>-404495</wp:posOffset>
              </wp:positionH>
              <wp:positionV relativeFrom="paragraph">
                <wp:posOffset>897646</wp:posOffset>
              </wp:positionV>
              <wp:extent cx="6856730" cy="6863080"/>
              <wp:effectExtent l="0" t="0" r="1270" b="13970"/>
              <wp:wrapNone/>
              <wp:docPr id="44" name="Ομάδα 4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6730" cy="6863080"/>
                        <a:chOff x="0" y="-1"/>
                        <a:chExt cx="8352673" cy="8360758"/>
                      </a:xfrm>
                    </wpg:grpSpPr>
                    <wps:wsp>
                      <wps:cNvPr id="32" name="Έλλειψη 9"/>
                      <wps:cNvSpPr/>
                      <wps:spPr>
                        <a:xfrm>
                          <a:off x="1427018" y="1371600"/>
                          <a:ext cx="5935980" cy="5038725"/>
                        </a:xfrm>
                        <a:prstGeom prst="hexagon">
                          <a:avLst/>
                        </a:prstGeom>
                        <a:noFill/>
                        <a:ln w="3175">
                          <a:solidFill>
                            <a:srgbClr val="000000">
                              <a:alpha val="10196"/>
                            </a:srgb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F03A1" w14:textId="77777777" w:rsidR="00AD7E37" w:rsidRPr="00FD4680" w:rsidRDefault="00AD7E37" w:rsidP="00A7396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tlCol="0" anchor="ctr"/>
                    </wps:wsp>
                    <wps:wsp>
                      <wps:cNvPr id="33" name="Έλλειψη 11"/>
                      <wps:cNvSpPr/>
                      <wps:spPr>
                        <a:xfrm>
                          <a:off x="0" y="41564"/>
                          <a:ext cx="4512945" cy="383032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23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4" name="Έλλειψη 11"/>
                      <wps:cNvSpPr/>
                      <wps:spPr>
                        <a:xfrm>
                          <a:off x="4876800" y="5694219"/>
                          <a:ext cx="2506980" cy="2127885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26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8" name="Έλλειψη 11"/>
                      <wps:cNvSpPr/>
                      <wps:spPr>
                        <a:xfrm>
                          <a:off x="5264727" y="6276109"/>
                          <a:ext cx="2264411" cy="1921510"/>
                        </a:xfrm>
                        <a:prstGeom prst="hexagon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alpha val="20000"/>
                              </a:schemeClr>
                            </a:gs>
                            <a:gs pos="100000">
                              <a:schemeClr val="accent2">
                                <a:alpha val="20000"/>
                              </a:schemeClr>
                            </a:gs>
                          </a:gsLst>
                          <a:lin ang="0" scaled="1"/>
                        </a:gra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9" name="Έλλειψη 11"/>
                      <wps:cNvSpPr/>
                      <wps:spPr>
                        <a:xfrm>
                          <a:off x="3976253" y="-1"/>
                          <a:ext cx="4376420" cy="3713480"/>
                        </a:xfrm>
                        <a:prstGeom prst="hexagon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  <a:alpha val="4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2" name="Έλλειψη 11"/>
                      <wps:cNvSpPr/>
                      <wps:spPr>
                        <a:xfrm>
                          <a:off x="235527" y="4530437"/>
                          <a:ext cx="4512945" cy="383032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42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3" name="Έλλειψη 11"/>
                      <wps:cNvSpPr/>
                      <wps:spPr>
                        <a:xfrm>
                          <a:off x="2041246" y="5373754"/>
                          <a:ext cx="3096260" cy="2626995"/>
                        </a:xfrm>
                        <a:prstGeom prst="hexagon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  <a:alpha val="1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E7311CE" id="Ομάδα 44" o:spid="_x0000_s1027" alt="&quot;&quot;" style="position:absolute;margin-left:-31.85pt;margin-top:70.7pt;width:539.9pt;height:540.4pt;z-index:251656704;mso-width-relative:margin;mso-height-relative:margin" coordorigin="" coordsize="83526,83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Έλλειψη 9" o:spid="_x0000_s1028" type="#_x0000_t9" style="position:absolute;left:14270;top:13716;width:59359;height:50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" adj="4584" filled="f" strokeweight=".25pt">
                <v:stroke opacity="6682f"/>
                <v:textbox>
                  <w:txbxContent>
                    <w:p w14:paraId="1B8F03A1" w14:textId="77777777" w:rsidR="00AD7E37" w:rsidRPr="00FD4680" w:rsidRDefault="00AD7E37" w:rsidP="00A73962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Έλλειψη 11" o:spid="_x0000_s1029" type="#_x0000_t9" style="position:absolute;top:415;width:45129;height:3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" adj="4583" filled="f" strokecolor="black [3213]" strokeweight=".5pt">
                <v:stroke dashstyle="1 1" opacity="15163f"/>
              </v:shape>
              <v:shape id="Έλλειψη 11" o:spid="_x0000_s1030" type="#_x0000_t9" style="position:absolute;left:48768;top:56942;width:25069;height:2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" adj="4583" filled="f" strokecolor="black [3213]" strokeweight=".5pt">
                <v:stroke dashstyle="1 1" opacity="16962f"/>
              </v:shape>
              <v:shape id="Έλλειψη 11" o:spid="_x0000_s1031" type="#_x0000_t9" style="position:absolute;left:52647;top:62761;width:22644;height:19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" adj="4582" fillcolor="#1cade4 [3204]" stroked="f" strokeweight=".5pt">
                <v:fill opacity="13107f" color2="#2683c6 [3205]" o:opacity2="13107f" angle="90" focus="100%" type="gradient"/>
                <v:stroke dashstyle="1 1"/>
              </v:shape>
              <v:shape id="Έλλειψη 11" o:spid="_x0000_s1032" type="#_x0000_t9" style="position:absolute;left:39762;width:43764;height:37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" adj="4582" fillcolor="#5a5a5a [2109]" stroked="f" strokeweight=".5pt">
                <v:fill opacity="2570f"/>
                <v:stroke dashstyle="1 1"/>
              </v:shape>
              <v:shape id="Έλλειψη 11" o:spid="_x0000_s1033" type="#_x0000_t9" style="position:absolute;left:2355;top:45304;width:45129;height:3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" adj="4583" filled="f" strokecolor="black [3213]" strokeweight=".5pt">
                <v:stroke dashstyle="1 1" opacity="27499f"/>
              </v:shape>
              <v:shape id="Έλλειψη 11" o:spid="_x0000_s1034" type="#_x0000_t9" style="position:absolute;left:20412;top:53737;width:30963;height:26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" adj="4582" fillcolor="#5a5a5a [2109]" stroked="f" strokeweight=".5pt">
                <v:fill opacity="771f"/>
                <v:stroke dashstyle="1 1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62068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D548DB"/>
    <w:multiLevelType w:val="hybridMultilevel"/>
    <w:tmpl w:val="B3A8D9EA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817287"/>
    <w:multiLevelType w:val="hybridMultilevel"/>
    <w:tmpl w:val="B290DA94"/>
    <w:lvl w:ilvl="0" w:tplc="0409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53272"/>
    <w:multiLevelType w:val="hybridMultilevel"/>
    <w:tmpl w:val="C172CB2E"/>
    <w:styleLink w:val="Normalnumbered11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1E44504">
      <w:numFmt w:val="bullet"/>
      <w:lvlText w:val="•"/>
      <w:lvlJc w:val="left"/>
      <w:pPr>
        <w:ind w:left="1080" w:hanging="360"/>
      </w:pPr>
      <w:rPr>
        <w:rFonts w:ascii="Calibri" w:eastAsia="PMingLiU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7563A3"/>
    <w:multiLevelType w:val="hybridMultilevel"/>
    <w:tmpl w:val="F9E2EC0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4B059A"/>
    <w:multiLevelType w:val="hybridMultilevel"/>
    <w:tmpl w:val="B290DA94"/>
    <w:lvl w:ilvl="0" w:tplc="FFFFFFF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F681D"/>
    <w:multiLevelType w:val="hybridMultilevel"/>
    <w:tmpl w:val="B290DA94"/>
    <w:lvl w:ilvl="0" w:tplc="FFFFFFF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33829"/>
    <w:multiLevelType w:val="hybridMultilevel"/>
    <w:tmpl w:val="0D280F38"/>
    <w:lvl w:ilvl="0" w:tplc="50A07D6C">
      <w:start w:val="1"/>
      <w:numFmt w:val="decimal"/>
      <w:pStyle w:val="2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A0519C"/>
    <w:multiLevelType w:val="hybridMultilevel"/>
    <w:tmpl w:val="37E6E08E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60CE142A"/>
    <w:multiLevelType w:val="hybridMultilevel"/>
    <w:tmpl w:val="B31E236A"/>
    <w:lvl w:ilvl="0" w:tplc="0408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643C0FE6"/>
    <w:multiLevelType w:val="hybridMultilevel"/>
    <w:tmpl w:val="460C8696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64D03FC4"/>
    <w:multiLevelType w:val="hybridMultilevel"/>
    <w:tmpl w:val="FD425CD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5D6FC4"/>
    <w:multiLevelType w:val="hybridMultilevel"/>
    <w:tmpl w:val="1D3013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013FF"/>
    <w:multiLevelType w:val="hybridMultilevel"/>
    <w:tmpl w:val="9CFE65AE"/>
    <w:lvl w:ilvl="0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 w15:restartNumberingAfterBreak="0">
    <w:nsid w:val="7C7A2445"/>
    <w:multiLevelType w:val="hybridMultilevel"/>
    <w:tmpl w:val="F4F05DF4"/>
    <w:lvl w:ilvl="0" w:tplc="FD38E1F4">
      <w:start w:val="1"/>
      <w:numFmt w:val="bullet"/>
      <w:pStyle w:val="bullet"/>
      <w:lvlText w:val=""/>
      <w:lvlJc w:val="left"/>
      <w:pPr>
        <w:ind w:left="717" w:hanging="360"/>
      </w:pPr>
      <w:rPr>
        <w:rFonts w:ascii="Wingdings" w:hAnsi="Wingdings" w:hint="default"/>
        <w:sz w:val="28"/>
      </w:rPr>
    </w:lvl>
    <w:lvl w:ilvl="1" w:tplc="5F04B4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243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CA04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04A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0E09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B67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2AC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D5A5C"/>
    <w:multiLevelType w:val="hybridMultilevel"/>
    <w:tmpl w:val="23E46926"/>
    <w:lvl w:ilvl="0" w:tplc="0408000F">
      <w:numFmt w:val="decimal"/>
      <w:pStyle w:val="Bullet2"/>
      <w:lvlText w:val=""/>
      <w:lvlJc w:val="left"/>
    </w:lvl>
    <w:lvl w:ilvl="1" w:tplc="04080019">
      <w:numFmt w:val="decimal"/>
      <w:lvlText w:val=""/>
      <w:lvlJc w:val="left"/>
    </w:lvl>
    <w:lvl w:ilvl="2" w:tplc="0408001B">
      <w:numFmt w:val="decimal"/>
      <w:lvlText w:val=""/>
      <w:lvlJc w:val="left"/>
    </w:lvl>
    <w:lvl w:ilvl="3" w:tplc="0408000F">
      <w:numFmt w:val="decimal"/>
      <w:lvlText w:val=""/>
      <w:lvlJc w:val="left"/>
    </w:lvl>
    <w:lvl w:ilvl="4" w:tplc="04080019">
      <w:numFmt w:val="decimal"/>
      <w:lvlText w:val=""/>
      <w:lvlJc w:val="left"/>
    </w:lvl>
    <w:lvl w:ilvl="5" w:tplc="0408001B">
      <w:numFmt w:val="decimal"/>
      <w:lvlText w:val=""/>
      <w:lvlJc w:val="left"/>
    </w:lvl>
    <w:lvl w:ilvl="6" w:tplc="0408000F">
      <w:numFmt w:val="decimal"/>
      <w:lvlText w:val=""/>
      <w:lvlJc w:val="left"/>
    </w:lvl>
    <w:lvl w:ilvl="7" w:tplc="04080019">
      <w:numFmt w:val="decimal"/>
      <w:lvlText w:val=""/>
      <w:lvlJc w:val="left"/>
    </w:lvl>
    <w:lvl w:ilvl="8" w:tplc="0408001B">
      <w:numFmt w:val="decimal"/>
      <w:lvlText w:val=""/>
      <w:lvlJc w:val="left"/>
    </w:lvl>
  </w:abstractNum>
  <w:num w:numId="1" w16cid:durableId="613711173">
    <w:abstractNumId w:val="0"/>
  </w:num>
  <w:num w:numId="2" w16cid:durableId="2099979152">
    <w:abstractNumId w:val="14"/>
  </w:num>
  <w:num w:numId="3" w16cid:durableId="848254018">
    <w:abstractNumId w:val="15"/>
  </w:num>
  <w:num w:numId="4" w16cid:durableId="545602131">
    <w:abstractNumId w:val="3"/>
  </w:num>
  <w:num w:numId="5" w16cid:durableId="1050766625">
    <w:abstractNumId w:val="12"/>
  </w:num>
  <w:num w:numId="6" w16cid:durableId="4286633">
    <w:abstractNumId w:val="13"/>
  </w:num>
  <w:num w:numId="7" w16cid:durableId="65147652">
    <w:abstractNumId w:val="7"/>
  </w:num>
  <w:num w:numId="8" w16cid:durableId="154735455">
    <w:abstractNumId w:val="11"/>
  </w:num>
  <w:num w:numId="9" w16cid:durableId="859706751">
    <w:abstractNumId w:val="8"/>
  </w:num>
  <w:num w:numId="10" w16cid:durableId="1609967065">
    <w:abstractNumId w:val="2"/>
  </w:num>
  <w:num w:numId="11" w16cid:durableId="265425204">
    <w:abstractNumId w:val="5"/>
  </w:num>
  <w:num w:numId="12" w16cid:durableId="1528523297">
    <w:abstractNumId w:val="6"/>
  </w:num>
  <w:num w:numId="13" w16cid:durableId="872573796">
    <w:abstractNumId w:val="4"/>
  </w:num>
  <w:num w:numId="14" w16cid:durableId="1231188070">
    <w:abstractNumId w:val="1"/>
  </w:num>
  <w:num w:numId="15" w16cid:durableId="1692413543">
    <w:abstractNumId w:val="10"/>
  </w:num>
  <w:num w:numId="16" w16cid:durableId="1339892469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C8C"/>
    <w:rsid w:val="000027E1"/>
    <w:rsid w:val="00007BF4"/>
    <w:rsid w:val="00010982"/>
    <w:rsid w:val="00013B64"/>
    <w:rsid w:val="00016DF2"/>
    <w:rsid w:val="0002538E"/>
    <w:rsid w:val="00042600"/>
    <w:rsid w:val="000465B9"/>
    <w:rsid w:val="00050F53"/>
    <w:rsid w:val="0005265C"/>
    <w:rsid w:val="000579E4"/>
    <w:rsid w:val="00061BD8"/>
    <w:rsid w:val="00062BEB"/>
    <w:rsid w:val="00062D7E"/>
    <w:rsid w:val="00064E34"/>
    <w:rsid w:val="00066146"/>
    <w:rsid w:val="0006643E"/>
    <w:rsid w:val="00072DEF"/>
    <w:rsid w:val="00074861"/>
    <w:rsid w:val="00077042"/>
    <w:rsid w:val="00081AF5"/>
    <w:rsid w:val="00084DBB"/>
    <w:rsid w:val="00090441"/>
    <w:rsid w:val="00090579"/>
    <w:rsid w:val="00093081"/>
    <w:rsid w:val="00094159"/>
    <w:rsid w:val="000A43C4"/>
    <w:rsid w:val="000B1DC1"/>
    <w:rsid w:val="000B775E"/>
    <w:rsid w:val="000C1FAA"/>
    <w:rsid w:val="000D0B61"/>
    <w:rsid w:val="000D45B3"/>
    <w:rsid w:val="000D666B"/>
    <w:rsid w:val="000E116E"/>
    <w:rsid w:val="000E7B31"/>
    <w:rsid w:val="000F06A6"/>
    <w:rsid w:val="000F20AD"/>
    <w:rsid w:val="0010141F"/>
    <w:rsid w:val="00113F24"/>
    <w:rsid w:val="00121580"/>
    <w:rsid w:val="00131D7C"/>
    <w:rsid w:val="001326AD"/>
    <w:rsid w:val="001346A2"/>
    <w:rsid w:val="00136D58"/>
    <w:rsid w:val="001372BE"/>
    <w:rsid w:val="00137BA5"/>
    <w:rsid w:val="001405E2"/>
    <w:rsid w:val="00141615"/>
    <w:rsid w:val="00145019"/>
    <w:rsid w:val="00150F68"/>
    <w:rsid w:val="001524EE"/>
    <w:rsid w:val="001573A6"/>
    <w:rsid w:val="00170700"/>
    <w:rsid w:val="00170DA2"/>
    <w:rsid w:val="001733DA"/>
    <w:rsid w:val="001746A8"/>
    <w:rsid w:val="0019394F"/>
    <w:rsid w:val="00194157"/>
    <w:rsid w:val="00196364"/>
    <w:rsid w:val="00197709"/>
    <w:rsid w:val="00197A03"/>
    <w:rsid w:val="001A13EC"/>
    <w:rsid w:val="001A628D"/>
    <w:rsid w:val="001A76E7"/>
    <w:rsid w:val="001B365C"/>
    <w:rsid w:val="001B53F9"/>
    <w:rsid w:val="001C0861"/>
    <w:rsid w:val="001C5215"/>
    <w:rsid w:val="001C6959"/>
    <w:rsid w:val="001D5FF1"/>
    <w:rsid w:val="001D6275"/>
    <w:rsid w:val="001E5123"/>
    <w:rsid w:val="001E5D76"/>
    <w:rsid w:val="001E67A6"/>
    <w:rsid w:val="001E723A"/>
    <w:rsid w:val="001F3E73"/>
    <w:rsid w:val="001F57F1"/>
    <w:rsid w:val="00201AE7"/>
    <w:rsid w:val="002037B4"/>
    <w:rsid w:val="002073CA"/>
    <w:rsid w:val="002113F6"/>
    <w:rsid w:val="002126BB"/>
    <w:rsid w:val="00214979"/>
    <w:rsid w:val="002152E0"/>
    <w:rsid w:val="00215DFC"/>
    <w:rsid w:val="00217DA1"/>
    <w:rsid w:val="002208D0"/>
    <w:rsid w:val="00224B64"/>
    <w:rsid w:val="00232111"/>
    <w:rsid w:val="002345E8"/>
    <w:rsid w:val="00234C24"/>
    <w:rsid w:val="00234E9C"/>
    <w:rsid w:val="00235193"/>
    <w:rsid w:val="00236E81"/>
    <w:rsid w:val="00236F85"/>
    <w:rsid w:val="002371F0"/>
    <w:rsid w:val="0026414D"/>
    <w:rsid w:val="00267C0B"/>
    <w:rsid w:val="002708A0"/>
    <w:rsid w:val="00274790"/>
    <w:rsid w:val="002830EE"/>
    <w:rsid w:val="0028751C"/>
    <w:rsid w:val="00290659"/>
    <w:rsid w:val="00292911"/>
    <w:rsid w:val="00294039"/>
    <w:rsid w:val="0029451E"/>
    <w:rsid w:val="002A04B9"/>
    <w:rsid w:val="002A15E9"/>
    <w:rsid w:val="002A19E8"/>
    <w:rsid w:val="002A623B"/>
    <w:rsid w:val="002B16A6"/>
    <w:rsid w:val="002B46C8"/>
    <w:rsid w:val="002B5637"/>
    <w:rsid w:val="002C01A4"/>
    <w:rsid w:val="002C0AAB"/>
    <w:rsid w:val="002C6661"/>
    <w:rsid w:val="002C740A"/>
    <w:rsid w:val="002D11CD"/>
    <w:rsid w:val="002D72A8"/>
    <w:rsid w:val="002E2F22"/>
    <w:rsid w:val="003034B9"/>
    <w:rsid w:val="00306EB1"/>
    <w:rsid w:val="00311821"/>
    <w:rsid w:val="00315969"/>
    <w:rsid w:val="003174B8"/>
    <w:rsid w:val="00321199"/>
    <w:rsid w:val="003219F9"/>
    <w:rsid w:val="00323CFE"/>
    <w:rsid w:val="00323F18"/>
    <w:rsid w:val="003252E3"/>
    <w:rsid w:val="003268D8"/>
    <w:rsid w:val="00334853"/>
    <w:rsid w:val="003349DB"/>
    <w:rsid w:val="0034512A"/>
    <w:rsid w:val="00346930"/>
    <w:rsid w:val="00350D56"/>
    <w:rsid w:val="00354AA8"/>
    <w:rsid w:val="00360CE9"/>
    <w:rsid w:val="003610F2"/>
    <w:rsid w:val="00365EC3"/>
    <w:rsid w:val="0036797D"/>
    <w:rsid w:val="00370EC0"/>
    <w:rsid w:val="00373D9A"/>
    <w:rsid w:val="00374364"/>
    <w:rsid w:val="003823AE"/>
    <w:rsid w:val="003843B2"/>
    <w:rsid w:val="003846CD"/>
    <w:rsid w:val="00385DC3"/>
    <w:rsid w:val="003A1FD2"/>
    <w:rsid w:val="003A3031"/>
    <w:rsid w:val="003A7AC2"/>
    <w:rsid w:val="003A7B63"/>
    <w:rsid w:val="003A7CBC"/>
    <w:rsid w:val="003B1F26"/>
    <w:rsid w:val="003B327D"/>
    <w:rsid w:val="003B5824"/>
    <w:rsid w:val="003B733C"/>
    <w:rsid w:val="003C3DD9"/>
    <w:rsid w:val="003C7295"/>
    <w:rsid w:val="003D1A22"/>
    <w:rsid w:val="003D22B8"/>
    <w:rsid w:val="003D6A2B"/>
    <w:rsid w:val="003D7F87"/>
    <w:rsid w:val="003E4BEC"/>
    <w:rsid w:val="003F3EC7"/>
    <w:rsid w:val="003F67DD"/>
    <w:rsid w:val="003F73A0"/>
    <w:rsid w:val="00413487"/>
    <w:rsid w:val="00420ACE"/>
    <w:rsid w:val="00425151"/>
    <w:rsid w:val="0042652A"/>
    <w:rsid w:val="004458F8"/>
    <w:rsid w:val="004469B3"/>
    <w:rsid w:val="00453016"/>
    <w:rsid w:val="0045373F"/>
    <w:rsid w:val="00454D11"/>
    <w:rsid w:val="00456848"/>
    <w:rsid w:val="00456C12"/>
    <w:rsid w:val="00462012"/>
    <w:rsid w:val="00462A3B"/>
    <w:rsid w:val="004742EA"/>
    <w:rsid w:val="00483476"/>
    <w:rsid w:val="004907A2"/>
    <w:rsid w:val="004917B8"/>
    <w:rsid w:val="00495C36"/>
    <w:rsid w:val="004A0EA6"/>
    <w:rsid w:val="004A1C1F"/>
    <w:rsid w:val="004A22D8"/>
    <w:rsid w:val="004A25A4"/>
    <w:rsid w:val="004A57A8"/>
    <w:rsid w:val="004B3BB7"/>
    <w:rsid w:val="004B447F"/>
    <w:rsid w:val="004B6B3F"/>
    <w:rsid w:val="004C2C15"/>
    <w:rsid w:val="004C5DE8"/>
    <w:rsid w:val="004C6D1A"/>
    <w:rsid w:val="004C70E3"/>
    <w:rsid w:val="004D08B2"/>
    <w:rsid w:val="004D0C67"/>
    <w:rsid w:val="004D154E"/>
    <w:rsid w:val="004E0424"/>
    <w:rsid w:val="004E2294"/>
    <w:rsid w:val="004E4E67"/>
    <w:rsid w:val="004F5CF3"/>
    <w:rsid w:val="00501FFC"/>
    <w:rsid w:val="00502122"/>
    <w:rsid w:val="005101E8"/>
    <w:rsid w:val="00511767"/>
    <w:rsid w:val="005125F6"/>
    <w:rsid w:val="00512F93"/>
    <w:rsid w:val="00517549"/>
    <w:rsid w:val="0052239D"/>
    <w:rsid w:val="00523B3A"/>
    <w:rsid w:val="00525A9B"/>
    <w:rsid w:val="00525C60"/>
    <w:rsid w:val="00525EEE"/>
    <w:rsid w:val="0052638F"/>
    <w:rsid w:val="00530B41"/>
    <w:rsid w:val="0053199A"/>
    <w:rsid w:val="00532BCC"/>
    <w:rsid w:val="00533731"/>
    <w:rsid w:val="005342B5"/>
    <w:rsid w:val="00536122"/>
    <w:rsid w:val="00537144"/>
    <w:rsid w:val="00537C7F"/>
    <w:rsid w:val="00547BED"/>
    <w:rsid w:val="00550482"/>
    <w:rsid w:val="00552AC7"/>
    <w:rsid w:val="00561344"/>
    <w:rsid w:val="005652F6"/>
    <w:rsid w:val="005711B4"/>
    <w:rsid w:val="005722AA"/>
    <w:rsid w:val="00574EF3"/>
    <w:rsid w:val="00582DAC"/>
    <w:rsid w:val="005834D8"/>
    <w:rsid w:val="00584FE1"/>
    <w:rsid w:val="00585D35"/>
    <w:rsid w:val="00587D2D"/>
    <w:rsid w:val="00594C7D"/>
    <w:rsid w:val="00595259"/>
    <w:rsid w:val="005979BF"/>
    <w:rsid w:val="005A0ACE"/>
    <w:rsid w:val="005A489B"/>
    <w:rsid w:val="005A4B7F"/>
    <w:rsid w:val="005A4BA7"/>
    <w:rsid w:val="005A5F75"/>
    <w:rsid w:val="005A6F31"/>
    <w:rsid w:val="005B3346"/>
    <w:rsid w:val="005B5B43"/>
    <w:rsid w:val="005B678B"/>
    <w:rsid w:val="005B6C87"/>
    <w:rsid w:val="005C0F38"/>
    <w:rsid w:val="005C2210"/>
    <w:rsid w:val="005C7437"/>
    <w:rsid w:val="005D062B"/>
    <w:rsid w:val="005D5C24"/>
    <w:rsid w:val="005D7708"/>
    <w:rsid w:val="005D7B36"/>
    <w:rsid w:val="005E7A34"/>
    <w:rsid w:val="005E7F8A"/>
    <w:rsid w:val="005F283C"/>
    <w:rsid w:val="005F67D1"/>
    <w:rsid w:val="005F73E4"/>
    <w:rsid w:val="0060142A"/>
    <w:rsid w:val="00601A8D"/>
    <w:rsid w:val="00604DE5"/>
    <w:rsid w:val="006065F1"/>
    <w:rsid w:val="006072BF"/>
    <w:rsid w:val="00612FB7"/>
    <w:rsid w:val="0061586A"/>
    <w:rsid w:val="0061783A"/>
    <w:rsid w:val="00621135"/>
    <w:rsid w:val="0062123A"/>
    <w:rsid w:val="00621A41"/>
    <w:rsid w:val="006269E6"/>
    <w:rsid w:val="00635EB3"/>
    <w:rsid w:val="00643354"/>
    <w:rsid w:val="00644FEF"/>
    <w:rsid w:val="00646E75"/>
    <w:rsid w:val="006479FA"/>
    <w:rsid w:val="006562C9"/>
    <w:rsid w:val="00660DE5"/>
    <w:rsid w:val="0066139A"/>
    <w:rsid w:val="00661B81"/>
    <w:rsid w:val="00666D88"/>
    <w:rsid w:val="006678EB"/>
    <w:rsid w:val="006753C5"/>
    <w:rsid w:val="006765CF"/>
    <w:rsid w:val="006806F8"/>
    <w:rsid w:val="00681DD3"/>
    <w:rsid w:val="0069051B"/>
    <w:rsid w:val="00693B68"/>
    <w:rsid w:val="006971CB"/>
    <w:rsid w:val="006A22D6"/>
    <w:rsid w:val="006A31E4"/>
    <w:rsid w:val="006A3A55"/>
    <w:rsid w:val="006B0216"/>
    <w:rsid w:val="006B1014"/>
    <w:rsid w:val="006B2FA2"/>
    <w:rsid w:val="006B3D2B"/>
    <w:rsid w:val="006B3E67"/>
    <w:rsid w:val="006B6A63"/>
    <w:rsid w:val="006B6F7D"/>
    <w:rsid w:val="006B75B1"/>
    <w:rsid w:val="006C3F40"/>
    <w:rsid w:val="006C7C69"/>
    <w:rsid w:val="006D16DC"/>
    <w:rsid w:val="006D39FC"/>
    <w:rsid w:val="006E136F"/>
    <w:rsid w:val="006E2F27"/>
    <w:rsid w:val="006E4F2B"/>
    <w:rsid w:val="006E5FA8"/>
    <w:rsid w:val="006F3817"/>
    <w:rsid w:val="006F5536"/>
    <w:rsid w:val="00702243"/>
    <w:rsid w:val="007049FA"/>
    <w:rsid w:val="00704F4A"/>
    <w:rsid w:val="007051C6"/>
    <w:rsid w:val="0070716B"/>
    <w:rsid w:val="007076AA"/>
    <w:rsid w:val="00707C8A"/>
    <w:rsid w:val="00713B6A"/>
    <w:rsid w:val="00714FD9"/>
    <w:rsid w:val="00716B7D"/>
    <w:rsid w:val="007234D3"/>
    <w:rsid w:val="0072565D"/>
    <w:rsid w:val="00725B68"/>
    <w:rsid w:val="00727C56"/>
    <w:rsid w:val="007325A1"/>
    <w:rsid w:val="007330E9"/>
    <w:rsid w:val="00736986"/>
    <w:rsid w:val="00740F34"/>
    <w:rsid w:val="0074281F"/>
    <w:rsid w:val="007473E6"/>
    <w:rsid w:val="00747667"/>
    <w:rsid w:val="00751AA2"/>
    <w:rsid w:val="00751E61"/>
    <w:rsid w:val="00753356"/>
    <w:rsid w:val="00760E38"/>
    <w:rsid w:val="007645BD"/>
    <w:rsid w:val="0076729C"/>
    <w:rsid w:val="00776764"/>
    <w:rsid w:val="00780C75"/>
    <w:rsid w:val="00782953"/>
    <w:rsid w:val="0078551A"/>
    <w:rsid w:val="00785819"/>
    <w:rsid w:val="007902B3"/>
    <w:rsid w:val="00790D0C"/>
    <w:rsid w:val="007957C3"/>
    <w:rsid w:val="007B1DA2"/>
    <w:rsid w:val="007B6B0A"/>
    <w:rsid w:val="007C3189"/>
    <w:rsid w:val="007C393A"/>
    <w:rsid w:val="007D2BEB"/>
    <w:rsid w:val="007D30D2"/>
    <w:rsid w:val="007E0D89"/>
    <w:rsid w:val="007E10AB"/>
    <w:rsid w:val="007E2001"/>
    <w:rsid w:val="007E3BC5"/>
    <w:rsid w:val="007F0013"/>
    <w:rsid w:val="007F006B"/>
    <w:rsid w:val="007F3E10"/>
    <w:rsid w:val="007F4936"/>
    <w:rsid w:val="007F51BE"/>
    <w:rsid w:val="007F5665"/>
    <w:rsid w:val="007F62CD"/>
    <w:rsid w:val="008009D2"/>
    <w:rsid w:val="008009FD"/>
    <w:rsid w:val="00803ED0"/>
    <w:rsid w:val="008110B1"/>
    <w:rsid w:val="0081628C"/>
    <w:rsid w:val="00823EC4"/>
    <w:rsid w:val="00831B40"/>
    <w:rsid w:val="00832D60"/>
    <w:rsid w:val="00841E2A"/>
    <w:rsid w:val="0084322C"/>
    <w:rsid w:val="00850A49"/>
    <w:rsid w:val="00854467"/>
    <w:rsid w:val="00855565"/>
    <w:rsid w:val="00860715"/>
    <w:rsid w:val="008615E3"/>
    <w:rsid w:val="00864E37"/>
    <w:rsid w:val="008714EB"/>
    <w:rsid w:val="00877B3A"/>
    <w:rsid w:val="00886116"/>
    <w:rsid w:val="0088725B"/>
    <w:rsid w:val="00891D15"/>
    <w:rsid w:val="008944C7"/>
    <w:rsid w:val="008A0E8D"/>
    <w:rsid w:val="008A2F5E"/>
    <w:rsid w:val="008A4162"/>
    <w:rsid w:val="008A4246"/>
    <w:rsid w:val="008A4AEC"/>
    <w:rsid w:val="008A6269"/>
    <w:rsid w:val="008B01A8"/>
    <w:rsid w:val="008B20F9"/>
    <w:rsid w:val="008B4545"/>
    <w:rsid w:val="008B7420"/>
    <w:rsid w:val="008C2B30"/>
    <w:rsid w:val="008C3E5F"/>
    <w:rsid w:val="008C4C8D"/>
    <w:rsid w:val="008D29E1"/>
    <w:rsid w:val="008D2EB8"/>
    <w:rsid w:val="008D4CE4"/>
    <w:rsid w:val="008E2EB2"/>
    <w:rsid w:val="008E74DC"/>
    <w:rsid w:val="009001C1"/>
    <w:rsid w:val="009032F0"/>
    <w:rsid w:val="00904A77"/>
    <w:rsid w:val="0091088D"/>
    <w:rsid w:val="0091455E"/>
    <w:rsid w:val="00920028"/>
    <w:rsid w:val="00923AF3"/>
    <w:rsid w:val="009257EF"/>
    <w:rsid w:val="009364FE"/>
    <w:rsid w:val="0093692A"/>
    <w:rsid w:val="00940C5D"/>
    <w:rsid w:val="009506DD"/>
    <w:rsid w:val="00951105"/>
    <w:rsid w:val="009532FF"/>
    <w:rsid w:val="00955159"/>
    <w:rsid w:val="00955B09"/>
    <w:rsid w:val="0095721A"/>
    <w:rsid w:val="00965775"/>
    <w:rsid w:val="009835A4"/>
    <w:rsid w:val="00986CE9"/>
    <w:rsid w:val="00990116"/>
    <w:rsid w:val="00995371"/>
    <w:rsid w:val="009A1ACC"/>
    <w:rsid w:val="009A35D9"/>
    <w:rsid w:val="009A3A28"/>
    <w:rsid w:val="009A3B39"/>
    <w:rsid w:val="009A3C4E"/>
    <w:rsid w:val="009B4184"/>
    <w:rsid w:val="009B5FD2"/>
    <w:rsid w:val="009B70D0"/>
    <w:rsid w:val="009C0678"/>
    <w:rsid w:val="009D4D03"/>
    <w:rsid w:val="00A0032D"/>
    <w:rsid w:val="00A06F14"/>
    <w:rsid w:val="00A109B5"/>
    <w:rsid w:val="00A11D6A"/>
    <w:rsid w:val="00A126B4"/>
    <w:rsid w:val="00A1486B"/>
    <w:rsid w:val="00A156D9"/>
    <w:rsid w:val="00A17C72"/>
    <w:rsid w:val="00A229AA"/>
    <w:rsid w:val="00A33ADC"/>
    <w:rsid w:val="00A371E9"/>
    <w:rsid w:val="00A40B44"/>
    <w:rsid w:val="00A40D2B"/>
    <w:rsid w:val="00A41D1D"/>
    <w:rsid w:val="00A4228C"/>
    <w:rsid w:val="00A42472"/>
    <w:rsid w:val="00A42C46"/>
    <w:rsid w:val="00A452F4"/>
    <w:rsid w:val="00A54EF2"/>
    <w:rsid w:val="00A57728"/>
    <w:rsid w:val="00A616DF"/>
    <w:rsid w:val="00A71F20"/>
    <w:rsid w:val="00A729AE"/>
    <w:rsid w:val="00A73962"/>
    <w:rsid w:val="00A76567"/>
    <w:rsid w:val="00A76FBC"/>
    <w:rsid w:val="00A8143B"/>
    <w:rsid w:val="00A81CF9"/>
    <w:rsid w:val="00A85049"/>
    <w:rsid w:val="00A8681B"/>
    <w:rsid w:val="00A87763"/>
    <w:rsid w:val="00A9460B"/>
    <w:rsid w:val="00A9535E"/>
    <w:rsid w:val="00A969EF"/>
    <w:rsid w:val="00AA0787"/>
    <w:rsid w:val="00AA1704"/>
    <w:rsid w:val="00AA3E47"/>
    <w:rsid w:val="00AA6A65"/>
    <w:rsid w:val="00AA7049"/>
    <w:rsid w:val="00AB5C89"/>
    <w:rsid w:val="00AB7528"/>
    <w:rsid w:val="00AC29EE"/>
    <w:rsid w:val="00AC3903"/>
    <w:rsid w:val="00AD5148"/>
    <w:rsid w:val="00AD6B4A"/>
    <w:rsid w:val="00AD7E37"/>
    <w:rsid w:val="00AE3E6D"/>
    <w:rsid w:val="00AF7248"/>
    <w:rsid w:val="00AF7C76"/>
    <w:rsid w:val="00B01419"/>
    <w:rsid w:val="00B119D1"/>
    <w:rsid w:val="00B1271D"/>
    <w:rsid w:val="00B1675A"/>
    <w:rsid w:val="00B23743"/>
    <w:rsid w:val="00B274DE"/>
    <w:rsid w:val="00B3376B"/>
    <w:rsid w:val="00B35B69"/>
    <w:rsid w:val="00B46139"/>
    <w:rsid w:val="00B4638E"/>
    <w:rsid w:val="00B46EDE"/>
    <w:rsid w:val="00B47FEF"/>
    <w:rsid w:val="00B53723"/>
    <w:rsid w:val="00B538BF"/>
    <w:rsid w:val="00B53A79"/>
    <w:rsid w:val="00B65A30"/>
    <w:rsid w:val="00B661E5"/>
    <w:rsid w:val="00B666AB"/>
    <w:rsid w:val="00B66D2E"/>
    <w:rsid w:val="00B74C9E"/>
    <w:rsid w:val="00B74CF6"/>
    <w:rsid w:val="00B76920"/>
    <w:rsid w:val="00B82ABD"/>
    <w:rsid w:val="00B901CE"/>
    <w:rsid w:val="00B91A6F"/>
    <w:rsid w:val="00B92F3A"/>
    <w:rsid w:val="00B959B1"/>
    <w:rsid w:val="00BA483D"/>
    <w:rsid w:val="00BA4F2B"/>
    <w:rsid w:val="00BA61AF"/>
    <w:rsid w:val="00BB38C6"/>
    <w:rsid w:val="00BB5583"/>
    <w:rsid w:val="00BB6BF8"/>
    <w:rsid w:val="00BB6C17"/>
    <w:rsid w:val="00BB708F"/>
    <w:rsid w:val="00BC149A"/>
    <w:rsid w:val="00BC1B54"/>
    <w:rsid w:val="00BC741E"/>
    <w:rsid w:val="00BC75B0"/>
    <w:rsid w:val="00BD392B"/>
    <w:rsid w:val="00BD7A18"/>
    <w:rsid w:val="00BE1B1E"/>
    <w:rsid w:val="00BE345B"/>
    <w:rsid w:val="00BE354F"/>
    <w:rsid w:val="00BE671C"/>
    <w:rsid w:val="00BF06AD"/>
    <w:rsid w:val="00BF30E5"/>
    <w:rsid w:val="00BF362E"/>
    <w:rsid w:val="00BF6E2A"/>
    <w:rsid w:val="00C0140E"/>
    <w:rsid w:val="00C04DD1"/>
    <w:rsid w:val="00C0686C"/>
    <w:rsid w:val="00C07F4B"/>
    <w:rsid w:val="00C1088D"/>
    <w:rsid w:val="00C150CC"/>
    <w:rsid w:val="00C208AD"/>
    <w:rsid w:val="00C21FEF"/>
    <w:rsid w:val="00C22D3E"/>
    <w:rsid w:val="00C333CF"/>
    <w:rsid w:val="00C338C5"/>
    <w:rsid w:val="00C34A14"/>
    <w:rsid w:val="00C53280"/>
    <w:rsid w:val="00C560A9"/>
    <w:rsid w:val="00C563F8"/>
    <w:rsid w:val="00C60F42"/>
    <w:rsid w:val="00C6361D"/>
    <w:rsid w:val="00C64B06"/>
    <w:rsid w:val="00C67B79"/>
    <w:rsid w:val="00C71A01"/>
    <w:rsid w:val="00C73DD2"/>
    <w:rsid w:val="00C7400B"/>
    <w:rsid w:val="00C75207"/>
    <w:rsid w:val="00C7685F"/>
    <w:rsid w:val="00C80B90"/>
    <w:rsid w:val="00C8174A"/>
    <w:rsid w:val="00C8439F"/>
    <w:rsid w:val="00C9097B"/>
    <w:rsid w:val="00C943A7"/>
    <w:rsid w:val="00C9582B"/>
    <w:rsid w:val="00CA2849"/>
    <w:rsid w:val="00CA3124"/>
    <w:rsid w:val="00CB2AFF"/>
    <w:rsid w:val="00CB5769"/>
    <w:rsid w:val="00CC2605"/>
    <w:rsid w:val="00CC43F0"/>
    <w:rsid w:val="00CC6F5D"/>
    <w:rsid w:val="00CC7664"/>
    <w:rsid w:val="00CD590B"/>
    <w:rsid w:val="00CE07C4"/>
    <w:rsid w:val="00CE1B9D"/>
    <w:rsid w:val="00CE2EC0"/>
    <w:rsid w:val="00CF065B"/>
    <w:rsid w:val="00CF31C4"/>
    <w:rsid w:val="00CF7163"/>
    <w:rsid w:val="00CF7B05"/>
    <w:rsid w:val="00D02D32"/>
    <w:rsid w:val="00D036CD"/>
    <w:rsid w:val="00D04CC4"/>
    <w:rsid w:val="00D066C7"/>
    <w:rsid w:val="00D12093"/>
    <w:rsid w:val="00D17C20"/>
    <w:rsid w:val="00D21278"/>
    <w:rsid w:val="00D23227"/>
    <w:rsid w:val="00D238B4"/>
    <w:rsid w:val="00D2629E"/>
    <w:rsid w:val="00D35438"/>
    <w:rsid w:val="00D375C1"/>
    <w:rsid w:val="00D401E9"/>
    <w:rsid w:val="00D40A47"/>
    <w:rsid w:val="00D40C8C"/>
    <w:rsid w:val="00D40E05"/>
    <w:rsid w:val="00D41578"/>
    <w:rsid w:val="00D43AEF"/>
    <w:rsid w:val="00D50B52"/>
    <w:rsid w:val="00D519A2"/>
    <w:rsid w:val="00D56C9E"/>
    <w:rsid w:val="00D57A50"/>
    <w:rsid w:val="00D57AA5"/>
    <w:rsid w:val="00D642D7"/>
    <w:rsid w:val="00D6510A"/>
    <w:rsid w:val="00D651DE"/>
    <w:rsid w:val="00D87D49"/>
    <w:rsid w:val="00D90AFC"/>
    <w:rsid w:val="00D9189D"/>
    <w:rsid w:val="00D95F7A"/>
    <w:rsid w:val="00DA282E"/>
    <w:rsid w:val="00DA3A83"/>
    <w:rsid w:val="00DA5CD8"/>
    <w:rsid w:val="00DA61B2"/>
    <w:rsid w:val="00DA6508"/>
    <w:rsid w:val="00DA7DA0"/>
    <w:rsid w:val="00DB05B4"/>
    <w:rsid w:val="00DB0BD1"/>
    <w:rsid w:val="00DB0DE9"/>
    <w:rsid w:val="00DB71FE"/>
    <w:rsid w:val="00DC0093"/>
    <w:rsid w:val="00DC78E3"/>
    <w:rsid w:val="00DC7B6D"/>
    <w:rsid w:val="00DD2741"/>
    <w:rsid w:val="00DD6E48"/>
    <w:rsid w:val="00DF74CF"/>
    <w:rsid w:val="00DF76AA"/>
    <w:rsid w:val="00E05EF0"/>
    <w:rsid w:val="00E11B40"/>
    <w:rsid w:val="00E13DA9"/>
    <w:rsid w:val="00E15164"/>
    <w:rsid w:val="00E16E4E"/>
    <w:rsid w:val="00E20A47"/>
    <w:rsid w:val="00E23768"/>
    <w:rsid w:val="00E27E31"/>
    <w:rsid w:val="00E36496"/>
    <w:rsid w:val="00E4124E"/>
    <w:rsid w:val="00E450AF"/>
    <w:rsid w:val="00E46964"/>
    <w:rsid w:val="00E523FA"/>
    <w:rsid w:val="00E55D74"/>
    <w:rsid w:val="00E6010A"/>
    <w:rsid w:val="00E76694"/>
    <w:rsid w:val="00E91C44"/>
    <w:rsid w:val="00E9346E"/>
    <w:rsid w:val="00E9410C"/>
    <w:rsid w:val="00E94DF7"/>
    <w:rsid w:val="00E955F7"/>
    <w:rsid w:val="00E96945"/>
    <w:rsid w:val="00EA0BED"/>
    <w:rsid w:val="00EA51D4"/>
    <w:rsid w:val="00EA6114"/>
    <w:rsid w:val="00EA7941"/>
    <w:rsid w:val="00EB0D5B"/>
    <w:rsid w:val="00EB1E5A"/>
    <w:rsid w:val="00EB2F7C"/>
    <w:rsid w:val="00EB7871"/>
    <w:rsid w:val="00EB788C"/>
    <w:rsid w:val="00EC5667"/>
    <w:rsid w:val="00ED2240"/>
    <w:rsid w:val="00ED4D2E"/>
    <w:rsid w:val="00ED6D35"/>
    <w:rsid w:val="00EE4A9A"/>
    <w:rsid w:val="00EE514E"/>
    <w:rsid w:val="00EF139D"/>
    <w:rsid w:val="00EF42A5"/>
    <w:rsid w:val="00EF6401"/>
    <w:rsid w:val="00EF6C1D"/>
    <w:rsid w:val="00F136D6"/>
    <w:rsid w:val="00F14688"/>
    <w:rsid w:val="00F1776C"/>
    <w:rsid w:val="00F20F47"/>
    <w:rsid w:val="00F25793"/>
    <w:rsid w:val="00F26E93"/>
    <w:rsid w:val="00F2789C"/>
    <w:rsid w:val="00F27F6F"/>
    <w:rsid w:val="00F310FF"/>
    <w:rsid w:val="00F33D92"/>
    <w:rsid w:val="00F4066D"/>
    <w:rsid w:val="00F41F5D"/>
    <w:rsid w:val="00F5204D"/>
    <w:rsid w:val="00F54F6B"/>
    <w:rsid w:val="00F55D14"/>
    <w:rsid w:val="00F60B27"/>
    <w:rsid w:val="00F62AF1"/>
    <w:rsid w:val="00F631F4"/>
    <w:rsid w:val="00F67D07"/>
    <w:rsid w:val="00F751A8"/>
    <w:rsid w:val="00F76AF8"/>
    <w:rsid w:val="00F77AAE"/>
    <w:rsid w:val="00F85E2D"/>
    <w:rsid w:val="00F85F10"/>
    <w:rsid w:val="00F900DA"/>
    <w:rsid w:val="00F904FA"/>
    <w:rsid w:val="00F90A11"/>
    <w:rsid w:val="00F948CB"/>
    <w:rsid w:val="00F95C0C"/>
    <w:rsid w:val="00F95EC1"/>
    <w:rsid w:val="00FA2522"/>
    <w:rsid w:val="00FA2B50"/>
    <w:rsid w:val="00FA7194"/>
    <w:rsid w:val="00FA7674"/>
    <w:rsid w:val="00FB5A14"/>
    <w:rsid w:val="00FC72B5"/>
    <w:rsid w:val="00FD4680"/>
    <w:rsid w:val="00FE0F43"/>
    <w:rsid w:val="00FE1A7E"/>
    <w:rsid w:val="00FE2692"/>
    <w:rsid w:val="00FF0A03"/>
    <w:rsid w:val="00FF3886"/>
    <w:rsid w:val="00FF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#"/>
  <w14:docId w14:val="43E50CA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25A9B"/>
    <w:pPr>
      <w:spacing w:before="40" w:after="160" w:line="288" w:lineRule="auto"/>
    </w:pPr>
  </w:style>
  <w:style w:type="paragraph" w:styleId="1">
    <w:name w:val="heading 1"/>
    <w:aliases w:val="H1 Char,H1,Head1,Heading apps,h1,BMS Heading 1,H11,H12,H13,H14,H15,H16,H17,Outline1,Level 1 Topic Heading,Header1,Heading 1-ERI,l1,Head 1 (Chapter heading),Head 1,Head 11,Head 12,Head 111,Head 13,Head 112,Head 14,Head 113,Head 15,Head 114"/>
    <w:basedOn w:val="a0"/>
    <w:next w:val="a0"/>
    <w:link w:val="1Char"/>
    <w:autoRedefine/>
    <w:uiPriority w:val="9"/>
    <w:unhideWhenUsed/>
    <w:qFormat/>
    <w:rsid w:val="00995371"/>
    <w:pPr>
      <w:pageBreakBefore/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b/>
      <w:color w:val="1481AB" w:themeColor="accent1" w:themeShade="BF"/>
      <w:sz w:val="32"/>
    </w:rPr>
  </w:style>
  <w:style w:type="paragraph" w:styleId="2">
    <w:name w:val="heading 2"/>
    <w:aliases w:val="h2,Heading Bug,H2,Sub-Head1,Heading 2- no#,H21,H22,H23,H2Normal,2,Header 2,H211,H24,H212,H221,H2111,H25,H213,H222,H2112,H26,H214,H223,H2113,H27,H215,H224,H2114,H231,H2121,H2211,H21111,H28,H216,H225,H2115,H232,H241,H2122,H2212,H21112,H251,A"/>
    <w:basedOn w:val="a0"/>
    <w:next w:val="a0"/>
    <w:link w:val="2Char"/>
    <w:autoRedefine/>
    <w:uiPriority w:val="9"/>
    <w:unhideWhenUsed/>
    <w:qFormat/>
    <w:rsid w:val="00BC75B0"/>
    <w:pPr>
      <w:keepNext/>
      <w:keepLines/>
      <w:numPr>
        <w:numId w:val="7"/>
      </w:numPr>
      <w:spacing w:after="0" w:line="276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6"/>
      <w:lang w:val="en-US"/>
    </w:rPr>
  </w:style>
  <w:style w:type="paragraph" w:styleId="3">
    <w:name w:val="heading 3"/>
    <w:aliases w:val="h3,H3,0,Heading 2.3,1.2.3.,(Alt+3),Titles,(Alt+3)1,(Alt+3)2,(Alt+3)3,(Alt+3)4,(Alt+3)5,(Alt+3)6,(Alt+3)11,(Alt+3)21,(Alt+3)31,(Alt+3)41,(Alt+3)7,(Alt+3)12,(Alt+3)22,(Alt+3)32,(Alt+3)42,(Alt+3)8,(Alt+3)9,(Alt+3)10,(Alt+3)13,(Alt+3)23,3,l3,b"/>
    <w:basedOn w:val="a0"/>
    <w:next w:val="a0"/>
    <w:link w:val="3Char"/>
    <w:uiPriority w:val="9"/>
    <w:unhideWhenUsed/>
    <w:qFormat/>
    <w:rsid w:val="00170DA2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0D5571" w:themeColor="accent1" w:themeShade="7F"/>
    </w:rPr>
  </w:style>
  <w:style w:type="paragraph" w:styleId="4">
    <w:name w:val="heading 4"/>
    <w:aliases w:val="h4,H4,H41,h41,H42,H411,h42,H43,H412,h43,H44,H413,h44,H45,H414,h411,H421,H4111,h45,H46,H415,h412,H422,H4112,h421,H431,H4121,h431,H441,H4131,h441,H451,H4141,h46,H47,H416,h413,H423,H4113,h422,H432,H4122,h432,H442,H4132,h442,H452,H4142,h47,H48"/>
    <w:basedOn w:val="a0"/>
    <w:next w:val="a0"/>
    <w:link w:val="4Char"/>
    <w:unhideWhenUsed/>
    <w:qFormat/>
    <w:rsid w:val="002208D0"/>
    <w:pPr>
      <w:keepNext/>
      <w:keepLines/>
      <w:spacing w:after="0"/>
      <w:outlineLvl w:val="3"/>
    </w:pPr>
    <w:rPr>
      <w:rFonts w:asciiTheme="majorHAnsi" w:eastAsiaTheme="majorEastAsia" w:hAnsiTheme="majorHAnsi" w:cstheme="majorBidi"/>
      <w:iCs/>
      <w:color w:val="1481AB" w:themeColor="accent1" w:themeShade="BF"/>
      <w:sz w:val="32"/>
    </w:rPr>
  </w:style>
  <w:style w:type="paragraph" w:styleId="5">
    <w:name w:val="heading 5"/>
    <w:aliases w:val="H5,H51,H52,H511,H53,H512,H54,H513,H55,H514,H521,H5111,H56,H515,H522,H5112,H531,H5121,H541,H5131,H551,H5141,H57,H516,H523,H5113,H532,H5122,H542,H5132,H552,H5142,H58,H517,H524,H5114,H533,H5123,H543,H5133,H553,H5143,H59,H518,H525,H5115,H534,O"/>
    <w:basedOn w:val="a0"/>
    <w:next w:val="a0"/>
    <w:link w:val="5Char"/>
    <w:qFormat/>
    <w:rsid w:val="00951105"/>
    <w:pPr>
      <w:widowControl w:val="0"/>
      <w:tabs>
        <w:tab w:val="num" w:pos="1008"/>
      </w:tabs>
      <w:spacing w:before="240" w:after="60" w:line="312" w:lineRule="auto"/>
      <w:ind w:left="1008" w:hanging="1008"/>
      <w:jc w:val="both"/>
      <w:outlineLvl w:val="4"/>
    </w:pPr>
    <w:rPr>
      <w:rFonts w:ascii="Verdana" w:eastAsia="Times New Roman" w:hAnsi="Verdana" w:cs="Times New Roman"/>
      <w:b/>
      <w:bCs/>
      <w:i/>
      <w:iCs/>
      <w:sz w:val="18"/>
      <w:szCs w:val="26"/>
      <w:lang w:eastAsia="el-GR"/>
    </w:rPr>
  </w:style>
  <w:style w:type="paragraph" w:styleId="6">
    <w:name w:val="heading 6"/>
    <w:aliases w:val="H6,H61,H62,H63,H64,H611,H65,H612,H621,H631,H641,H66,H613,H622,H632,H642,H67,H614,H623,H633,H643,H68,H615,H624,H634,H644,H69,H616,H625,H635,H645,H610,H617,H626,H636,H646,H618,H627,H637,H647,H619,H628,H638,H648,H620,H6110,H629,H639,H649,H630"/>
    <w:basedOn w:val="a0"/>
    <w:next w:val="a0"/>
    <w:link w:val="6Char"/>
    <w:qFormat/>
    <w:rsid w:val="00951105"/>
    <w:pPr>
      <w:widowControl w:val="0"/>
      <w:tabs>
        <w:tab w:val="num" w:pos="1152"/>
      </w:tabs>
      <w:spacing w:before="240" w:after="60" w:line="312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7">
    <w:name w:val="heading 7"/>
    <w:aliases w:val="Legal Level 1.1.,not Kinhill1,ASAPHeading 7,alt+7,not Kinhill,Επικεφαλίδα 7 Char Char,Επικεφαλίδα 7 Char Char Char,Heading 7 (emphasis),H7,letter list"/>
    <w:basedOn w:val="a0"/>
    <w:next w:val="a0"/>
    <w:link w:val="7Char"/>
    <w:qFormat/>
    <w:rsid w:val="00951105"/>
    <w:pPr>
      <w:widowControl w:val="0"/>
      <w:tabs>
        <w:tab w:val="num" w:pos="1296"/>
      </w:tabs>
      <w:spacing w:before="240" w:after="60" w:line="312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szCs w:val="20"/>
      <w:lang w:eastAsia="el-GR"/>
    </w:rPr>
  </w:style>
  <w:style w:type="paragraph" w:styleId="8">
    <w:name w:val="heading 8"/>
    <w:aliases w:val="Legal Level 1.1.1.,t3,t4,t5,t6,t7,t8,t9,t10,t11,t12,t13,t14,t15,t16,t17,heading 81,heading 82,heading 83,heading 84,heading 85,heading 86,heading 87,heading 88,heading 89,h8,ASAPHeading 8,poi,alt+8,heading 8,H8"/>
    <w:basedOn w:val="a0"/>
    <w:next w:val="a0"/>
    <w:link w:val="8Char"/>
    <w:qFormat/>
    <w:rsid w:val="00951105"/>
    <w:pPr>
      <w:widowControl w:val="0"/>
      <w:tabs>
        <w:tab w:val="num" w:pos="1440"/>
      </w:tabs>
      <w:spacing w:before="240" w:after="60" w:line="312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Cs w:val="20"/>
      <w:lang w:eastAsia="el-GR"/>
    </w:rPr>
  </w:style>
  <w:style w:type="paragraph" w:styleId="9">
    <w:name w:val="heading 9"/>
    <w:aliases w:val="AC&amp;E_1,Legal Level 1.1.1.1.,h9,alt+9,Heading 9 Internal Title,Titre Annexe,Titre Annexe1,Titre Annexe2,Titre Annexe3,Titre Annexe4,Titre Annexe5,Titre Annexe6,Titre Annexe11,Titre Annexe21,Titre Annexe31,Titre Annexe41,Titre Annexe51,H9,Ap"/>
    <w:basedOn w:val="a0"/>
    <w:next w:val="a0"/>
    <w:link w:val="9Char"/>
    <w:qFormat/>
    <w:rsid w:val="00951105"/>
    <w:pPr>
      <w:widowControl w:val="0"/>
      <w:tabs>
        <w:tab w:val="num" w:pos="1584"/>
      </w:tabs>
      <w:spacing w:before="240" w:after="60" w:line="312" w:lineRule="auto"/>
      <w:ind w:left="1584" w:hanging="1584"/>
      <w:jc w:val="both"/>
      <w:outlineLvl w:val="8"/>
    </w:pPr>
    <w:rPr>
      <w:rFonts w:ascii="Arial" w:eastAsia="Times New Roman" w:hAnsi="Arial" w:cs="Arial"/>
      <w:sz w:val="20"/>
      <w:szCs w:val="20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aliases w:val="H1 Char Char,H1 Char1,Head1 Char,Heading apps Char,h1 Char,BMS Heading 1 Char,H11 Char,H12 Char,H13 Char,H14 Char,H15 Char,H16 Char,H17 Char,Outline1 Char,Level 1 Topic Heading Char,Header1 Char,Heading 1-ERI Char,l1 Char,Head 1 Char"/>
    <w:basedOn w:val="a1"/>
    <w:link w:val="1"/>
    <w:uiPriority w:val="9"/>
    <w:rsid w:val="00995371"/>
    <w:rPr>
      <w:rFonts w:asciiTheme="majorHAnsi" w:eastAsiaTheme="majorEastAsia" w:hAnsiTheme="majorHAnsi" w:cstheme="majorBidi"/>
      <w:b/>
      <w:color w:val="1481AB" w:themeColor="accent1" w:themeShade="BF"/>
      <w:sz w:val="32"/>
    </w:rPr>
  </w:style>
  <w:style w:type="character" w:customStyle="1" w:styleId="2Char">
    <w:name w:val="Επικεφαλίδα 2 Char"/>
    <w:aliases w:val="h2 Char,Heading Bug Char,H2 Char,Sub-Head1 Char,Heading 2- no# Char,H21 Char,H22 Char,H23 Char,H2Normal Char,2 Char,Header 2 Char,H211 Char,H24 Char,H212 Char,H221 Char,H2111 Char,H25 Char,H213 Char,H222 Char,H2112 Char,H26 Char"/>
    <w:basedOn w:val="a1"/>
    <w:link w:val="2"/>
    <w:uiPriority w:val="9"/>
    <w:rsid w:val="00BC75B0"/>
    <w:rPr>
      <w:rFonts w:asciiTheme="majorHAnsi" w:eastAsiaTheme="majorEastAsia" w:hAnsiTheme="majorHAnsi" w:cstheme="majorBidi"/>
      <w:color w:val="1481AB" w:themeColor="accent1" w:themeShade="BF"/>
      <w:sz w:val="28"/>
      <w:szCs w:val="26"/>
      <w:lang w:val="en-US"/>
    </w:rPr>
  </w:style>
  <w:style w:type="paragraph" w:styleId="a4">
    <w:name w:val="Salutation"/>
    <w:basedOn w:val="a0"/>
    <w:link w:val="Char"/>
    <w:uiPriority w:val="4"/>
    <w:unhideWhenUsed/>
    <w:qFormat/>
    <w:rsid w:val="003F73A0"/>
    <w:pPr>
      <w:spacing w:before="720"/>
    </w:pPr>
  </w:style>
  <w:style w:type="character" w:customStyle="1" w:styleId="Char">
    <w:name w:val="Χαιρετισμός Char"/>
    <w:basedOn w:val="a1"/>
    <w:link w:val="a4"/>
    <w:uiPriority w:val="4"/>
    <w:rsid w:val="003F73A0"/>
    <w:rPr>
      <w:rFonts w:eastAsiaTheme="minorHAnsi"/>
      <w:color w:val="595959" w:themeColor="text1" w:themeTint="A6"/>
      <w:kern w:val="20"/>
      <w:sz w:val="20"/>
      <w:szCs w:val="20"/>
    </w:rPr>
  </w:style>
  <w:style w:type="paragraph" w:styleId="a5">
    <w:name w:val="Closing"/>
    <w:basedOn w:val="a0"/>
    <w:next w:val="a6"/>
    <w:link w:val="Char0"/>
    <w:uiPriority w:val="6"/>
    <w:unhideWhenUsed/>
    <w:qFormat/>
    <w:rsid w:val="003F73A0"/>
    <w:pPr>
      <w:spacing w:before="480" w:after="960" w:line="240" w:lineRule="auto"/>
    </w:pPr>
  </w:style>
  <w:style w:type="character" w:customStyle="1" w:styleId="Char0">
    <w:name w:val="Κλείσιμο Char"/>
    <w:basedOn w:val="a1"/>
    <w:link w:val="a5"/>
    <w:uiPriority w:val="6"/>
    <w:rsid w:val="003F73A0"/>
    <w:rPr>
      <w:rFonts w:eastAsiaTheme="minorHAnsi"/>
      <w:color w:val="595959" w:themeColor="text1" w:themeTint="A6"/>
      <w:kern w:val="20"/>
      <w:sz w:val="20"/>
      <w:szCs w:val="20"/>
    </w:rPr>
  </w:style>
  <w:style w:type="paragraph" w:styleId="a6">
    <w:name w:val="Signature"/>
    <w:basedOn w:val="a0"/>
    <w:link w:val="Char1"/>
    <w:uiPriority w:val="7"/>
    <w:unhideWhenUsed/>
    <w:qFormat/>
    <w:rsid w:val="00EB788C"/>
    <w:pPr>
      <w:spacing w:after="0"/>
    </w:pPr>
    <w:rPr>
      <w:b/>
      <w:bCs/>
    </w:rPr>
  </w:style>
  <w:style w:type="character" w:customStyle="1" w:styleId="Char1">
    <w:name w:val="Υπογραφή Char"/>
    <w:basedOn w:val="a1"/>
    <w:link w:val="a6"/>
    <w:uiPriority w:val="7"/>
    <w:rsid w:val="00EB788C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character" w:styleId="a7">
    <w:name w:val="Strong"/>
    <w:basedOn w:val="a1"/>
    <w:uiPriority w:val="22"/>
    <w:qFormat/>
    <w:rsid w:val="003F73A0"/>
    <w:rPr>
      <w:b/>
      <w:bCs/>
    </w:rPr>
  </w:style>
  <w:style w:type="paragraph" w:customStyle="1" w:styleId="a8">
    <w:name w:val="Στοιχεία επικοινωνίας"/>
    <w:basedOn w:val="a0"/>
    <w:uiPriority w:val="1"/>
    <w:qFormat/>
    <w:rsid w:val="003F73A0"/>
    <w:pPr>
      <w:spacing w:before="0" w:after="0"/>
    </w:pPr>
  </w:style>
  <w:style w:type="paragraph" w:styleId="Web">
    <w:name w:val="Normal (Web)"/>
    <w:basedOn w:val="a0"/>
    <w:uiPriority w:val="99"/>
    <w:unhideWhenUsed/>
    <w:rsid w:val="004B6B3F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styleId="a9">
    <w:name w:val="header"/>
    <w:basedOn w:val="a0"/>
    <w:link w:val="Char2"/>
    <w:unhideWhenUsed/>
    <w:rsid w:val="00A7396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Char2">
    <w:name w:val="Κεφαλίδα Char"/>
    <w:basedOn w:val="a1"/>
    <w:link w:val="a9"/>
    <w:rsid w:val="00A73962"/>
    <w:rPr>
      <w:rFonts w:eastAsiaTheme="minorHAnsi"/>
      <w:color w:val="595959" w:themeColor="text1" w:themeTint="A6"/>
      <w:kern w:val="20"/>
      <w:sz w:val="20"/>
      <w:szCs w:val="20"/>
    </w:rPr>
  </w:style>
  <w:style w:type="paragraph" w:styleId="aa">
    <w:name w:val="footer"/>
    <w:basedOn w:val="a0"/>
    <w:link w:val="Char3"/>
    <w:uiPriority w:val="99"/>
    <w:unhideWhenUsed/>
    <w:rsid w:val="00A7396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A73962"/>
    <w:rPr>
      <w:rFonts w:eastAsiaTheme="minorHAnsi"/>
      <w:color w:val="595959" w:themeColor="text1" w:themeTint="A6"/>
      <w:kern w:val="20"/>
      <w:sz w:val="20"/>
      <w:szCs w:val="20"/>
    </w:rPr>
  </w:style>
  <w:style w:type="character" w:styleId="ab">
    <w:name w:val="Placeholder Text"/>
    <w:basedOn w:val="a1"/>
    <w:uiPriority w:val="99"/>
    <w:semiHidden/>
    <w:rsid w:val="00F85F10"/>
    <w:rPr>
      <w:color w:val="808080"/>
    </w:rPr>
  </w:style>
  <w:style w:type="paragraph" w:customStyle="1" w:styleId="ac">
    <w:name w:val="Λογότυπο"/>
    <w:basedOn w:val="a0"/>
    <w:qFormat/>
    <w:rsid w:val="00F85F10"/>
    <w:pPr>
      <w:spacing w:after="0"/>
      <w:ind w:left="-2160"/>
    </w:pPr>
  </w:style>
  <w:style w:type="paragraph" w:customStyle="1" w:styleId="Web0">
    <w:name w:val="Τοποθεσία Web"/>
    <w:basedOn w:val="a0"/>
    <w:qFormat/>
    <w:rsid w:val="00F85F10"/>
    <w:pPr>
      <w:ind w:left="-2160"/>
    </w:pPr>
  </w:style>
  <w:style w:type="paragraph" w:customStyle="1" w:styleId="ad">
    <w:name w:val="Όνομα"/>
    <w:basedOn w:val="a0"/>
    <w:qFormat/>
    <w:rsid w:val="00F85F10"/>
    <w:rPr>
      <w:b/>
    </w:rPr>
  </w:style>
  <w:style w:type="paragraph" w:styleId="ae">
    <w:name w:val="Title"/>
    <w:basedOn w:val="1"/>
    <w:next w:val="a0"/>
    <w:link w:val="Char4"/>
    <w:qFormat/>
    <w:rsid w:val="006678EB"/>
    <w:rPr>
      <w:color w:val="0D5672" w:themeColor="accent1" w:themeShade="80"/>
    </w:rPr>
  </w:style>
  <w:style w:type="character" w:customStyle="1" w:styleId="Char4">
    <w:name w:val="Τίτλος Char"/>
    <w:basedOn w:val="a1"/>
    <w:link w:val="ae"/>
    <w:rsid w:val="006678EB"/>
    <w:rPr>
      <w:rFonts w:asciiTheme="majorHAnsi" w:eastAsiaTheme="majorEastAsia" w:hAnsiTheme="majorHAnsi" w:cstheme="majorBidi"/>
      <w:caps/>
      <w:color w:val="0D5672" w:themeColor="accent1" w:themeShade="80"/>
      <w:kern w:val="20"/>
      <w:sz w:val="20"/>
      <w:szCs w:val="20"/>
    </w:rPr>
  </w:style>
  <w:style w:type="paragraph" w:styleId="af">
    <w:name w:val="No Spacing"/>
    <w:uiPriority w:val="1"/>
    <w:qFormat/>
    <w:rsid w:val="00D90AFC"/>
    <w:rPr>
      <w:rFonts w:eastAsiaTheme="minorHAnsi"/>
      <w:color w:val="595959" w:themeColor="text1" w:themeTint="A6"/>
      <w:kern w:val="20"/>
      <w:sz w:val="20"/>
      <w:szCs w:val="20"/>
    </w:rPr>
  </w:style>
  <w:style w:type="paragraph" w:styleId="af0">
    <w:name w:val="Balloon Text"/>
    <w:basedOn w:val="a0"/>
    <w:link w:val="Char5"/>
    <w:uiPriority w:val="99"/>
    <w:semiHidden/>
    <w:unhideWhenUsed/>
    <w:rsid w:val="00194157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Char5">
    <w:name w:val="Κείμενο πλαισίου Char"/>
    <w:basedOn w:val="a1"/>
    <w:link w:val="af0"/>
    <w:uiPriority w:val="99"/>
    <w:semiHidden/>
    <w:rsid w:val="00194157"/>
    <w:rPr>
      <w:rFonts w:ascii="Segoe UI" w:eastAsiaTheme="minorHAnsi" w:hAnsi="Segoe UI" w:cs="Segoe UI"/>
      <w:color w:val="595959" w:themeColor="text1" w:themeTint="A6"/>
      <w:kern w:val="20"/>
      <w:sz w:val="18"/>
      <w:szCs w:val="18"/>
    </w:rPr>
  </w:style>
  <w:style w:type="character" w:styleId="-">
    <w:name w:val="Hyperlink"/>
    <w:aliases w:val="Δεσμός"/>
    <w:basedOn w:val="a1"/>
    <w:uiPriority w:val="99"/>
    <w:unhideWhenUsed/>
    <w:rsid w:val="00A9535E"/>
    <w:rPr>
      <w:color w:val="0070C0"/>
      <w:u w:val="single"/>
    </w:rPr>
  </w:style>
  <w:style w:type="character" w:customStyle="1" w:styleId="UnresolvedMention1">
    <w:name w:val="Unresolved Mention1"/>
    <w:basedOn w:val="a1"/>
    <w:uiPriority w:val="99"/>
    <w:semiHidden/>
    <w:rsid w:val="00D40C8C"/>
    <w:rPr>
      <w:color w:val="605E5C"/>
      <w:shd w:val="clear" w:color="auto" w:fill="E1DFDD"/>
    </w:rPr>
  </w:style>
  <w:style w:type="paragraph" w:styleId="af1">
    <w:name w:val="List Paragraph"/>
    <w:basedOn w:val="a0"/>
    <w:link w:val="Char6"/>
    <w:uiPriority w:val="34"/>
    <w:qFormat/>
    <w:rsid w:val="00621135"/>
    <w:pPr>
      <w:spacing w:before="0" w:line="259" w:lineRule="auto"/>
      <w:ind w:left="720"/>
      <w:contextualSpacing/>
    </w:pPr>
    <w:rPr>
      <w:sz w:val="22"/>
      <w:szCs w:val="22"/>
      <w:lang w:eastAsia="en-US"/>
    </w:rPr>
  </w:style>
  <w:style w:type="table" w:styleId="af2">
    <w:name w:val="Table Grid"/>
    <w:basedOn w:val="a2"/>
    <w:uiPriority w:val="39"/>
    <w:rsid w:val="00621135"/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Επικεφαλίδα 4 Char"/>
    <w:aliases w:val="h4 Char,H4 Char,H41 Char,h41 Char,H42 Char,H411 Char,h42 Char,H43 Char,H412 Char,h43 Char,H44 Char,H413 Char,h44 Char,H45 Char,H414 Char,h411 Char,H421 Char,H4111 Char,h45 Char,H46 Char,H415 Char,h412 Char,H422 Char,H4112 Char"/>
    <w:basedOn w:val="a1"/>
    <w:link w:val="4"/>
    <w:rsid w:val="002208D0"/>
    <w:rPr>
      <w:rFonts w:asciiTheme="majorHAnsi" w:eastAsiaTheme="majorEastAsia" w:hAnsiTheme="majorHAnsi" w:cstheme="majorBidi"/>
      <w:iCs/>
      <w:color w:val="1481AB" w:themeColor="accent1" w:themeShade="BF"/>
      <w:sz w:val="32"/>
    </w:rPr>
  </w:style>
  <w:style w:type="character" w:styleId="-0">
    <w:name w:val="FollowedHyperlink"/>
    <w:basedOn w:val="a1"/>
    <w:uiPriority w:val="99"/>
    <w:unhideWhenUsed/>
    <w:rsid w:val="00170DA2"/>
    <w:rPr>
      <w:color w:val="B26B02" w:themeColor="followedHyperlink"/>
      <w:u w:val="single"/>
    </w:rPr>
  </w:style>
  <w:style w:type="paragraph" w:customStyle="1" w:styleId="Heading3-tmp">
    <w:name w:val="Heading 3-tmp"/>
    <w:basedOn w:val="3"/>
    <w:link w:val="Heading3-tmpChar"/>
    <w:qFormat/>
    <w:rsid w:val="00170DA2"/>
    <w:rPr>
      <w:b/>
    </w:rPr>
  </w:style>
  <w:style w:type="paragraph" w:styleId="af3">
    <w:name w:val="TOC Heading"/>
    <w:basedOn w:val="1"/>
    <w:next w:val="a0"/>
    <w:uiPriority w:val="39"/>
    <w:unhideWhenUsed/>
    <w:qFormat/>
    <w:rsid w:val="009B5FD2"/>
    <w:pPr>
      <w:keepNext/>
      <w:keepLines/>
      <w:spacing w:before="240" w:after="0" w:line="259" w:lineRule="auto"/>
      <w:contextualSpacing w:val="0"/>
      <w:outlineLvl w:val="9"/>
    </w:pPr>
    <w:rPr>
      <w:b w:val="0"/>
      <w:caps/>
      <w:szCs w:val="32"/>
      <w:lang w:val="en-US" w:eastAsia="en-US"/>
    </w:rPr>
  </w:style>
  <w:style w:type="character" w:customStyle="1" w:styleId="3Char">
    <w:name w:val="Επικεφαλίδα 3 Char"/>
    <w:aliases w:val="h3 Char,H3 Char,0 Char,Heading 2.3 Char,1.2.3. Char,(Alt+3) Char,Titles Char,(Alt+3)1 Char,(Alt+3)2 Char,(Alt+3)3 Char,(Alt+3)4 Char,(Alt+3)5 Char,(Alt+3)6 Char,(Alt+3)11 Char,(Alt+3)21 Char,(Alt+3)31 Char,(Alt+3)41 Char,(Alt+3)7 Char"/>
    <w:basedOn w:val="a1"/>
    <w:link w:val="3"/>
    <w:uiPriority w:val="9"/>
    <w:rsid w:val="00170DA2"/>
    <w:rPr>
      <w:rFonts w:asciiTheme="majorHAnsi" w:eastAsiaTheme="majorEastAsia" w:hAnsiTheme="majorHAnsi" w:cstheme="majorBidi"/>
      <w:color w:val="0D5571" w:themeColor="accent1" w:themeShade="7F"/>
    </w:rPr>
  </w:style>
  <w:style w:type="character" w:customStyle="1" w:styleId="Heading3-tmpChar">
    <w:name w:val="Heading 3-tmp Char"/>
    <w:basedOn w:val="3Char"/>
    <w:link w:val="Heading3-tmp"/>
    <w:rsid w:val="00170DA2"/>
    <w:rPr>
      <w:rFonts w:asciiTheme="majorHAnsi" w:eastAsiaTheme="majorEastAsia" w:hAnsiTheme="majorHAnsi" w:cstheme="majorBidi"/>
      <w:b/>
      <w:color w:val="0D5571" w:themeColor="accent1" w:themeShade="7F"/>
    </w:rPr>
  </w:style>
  <w:style w:type="paragraph" w:styleId="20">
    <w:name w:val="toc 2"/>
    <w:basedOn w:val="a0"/>
    <w:next w:val="a0"/>
    <w:autoRedefine/>
    <w:uiPriority w:val="39"/>
    <w:unhideWhenUsed/>
    <w:rsid w:val="009B5FD2"/>
    <w:pPr>
      <w:spacing w:after="100"/>
      <w:ind w:left="240"/>
    </w:pPr>
  </w:style>
  <w:style w:type="paragraph" w:styleId="30">
    <w:name w:val="toc 3"/>
    <w:basedOn w:val="a0"/>
    <w:next w:val="a0"/>
    <w:autoRedefine/>
    <w:uiPriority w:val="39"/>
    <w:unhideWhenUsed/>
    <w:rsid w:val="009B5FD2"/>
    <w:pPr>
      <w:spacing w:after="100"/>
      <w:ind w:left="480"/>
    </w:pPr>
  </w:style>
  <w:style w:type="character" w:customStyle="1" w:styleId="tlid-translation">
    <w:name w:val="tlid-translation"/>
    <w:basedOn w:val="a1"/>
    <w:rsid w:val="00B1271D"/>
  </w:style>
  <w:style w:type="character" w:customStyle="1" w:styleId="Char6">
    <w:name w:val="Παράγραφος λίστας Char"/>
    <w:link w:val="af1"/>
    <w:uiPriority w:val="34"/>
    <w:rsid w:val="00A156D9"/>
    <w:rPr>
      <w:sz w:val="22"/>
      <w:szCs w:val="22"/>
      <w:lang w:eastAsia="en-US"/>
    </w:rPr>
  </w:style>
  <w:style w:type="paragraph" w:styleId="10">
    <w:name w:val="toc 1"/>
    <w:basedOn w:val="a0"/>
    <w:next w:val="a0"/>
    <w:autoRedefine/>
    <w:uiPriority w:val="39"/>
    <w:unhideWhenUsed/>
    <w:rsid w:val="00951105"/>
    <w:pPr>
      <w:spacing w:after="100"/>
    </w:pPr>
  </w:style>
  <w:style w:type="character" w:customStyle="1" w:styleId="5Char">
    <w:name w:val="Επικεφαλίδα 5 Char"/>
    <w:aliases w:val="H5 Char,H51 Char,H52 Char,H511 Char,H53 Char,H512 Char,H54 Char,H513 Char,H55 Char,H514 Char,H521 Char,H5111 Char,H56 Char,H515 Char,H522 Char,H5112 Char,H531 Char,H5121 Char,H541 Char,H5131 Char,H551 Char,H5141 Char,H57 Char,H58 Char"/>
    <w:basedOn w:val="a1"/>
    <w:link w:val="5"/>
    <w:rsid w:val="00951105"/>
    <w:rPr>
      <w:rFonts w:ascii="Verdana" w:eastAsia="Times New Roman" w:hAnsi="Verdana" w:cs="Times New Roman"/>
      <w:b/>
      <w:bCs/>
      <w:i/>
      <w:iCs/>
      <w:sz w:val="18"/>
      <w:szCs w:val="26"/>
      <w:lang w:eastAsia="el-GR"/>
    </w:rPr>
  </w:style>
  <w:style w:type="character" w:customStyle="1" w:styleId="6Char">
    <w:name w:val="Επικεφαλίδα 6 Char"/>
    <w:aliases w:val="H6 Char,H61 Char,H62 Char,H63 Char,H64 Char,H611 Char,H65 Char,H612 Char,H621 Char,H631 Char,H641 Char,H66 Char,H613 Char,H622 Char,H632 Char,H642 Char,H67 Char,H614 Char,H623 Char,H633 Char,H643 Char,H68 Char,H615 Char,H624 Char"/>
    <w:basedOn w:val="a1"/>
    <w:link w:val="6"/>
    <w:rsid w:val="00951105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customStyle="1" w:styleId="7Char">
    <w:name w:val="Επικεφαλίδα 7 Char"/>
    <w:aliases w:val="Legal Level 1.1. Char,not Kinhill1 Char,ASAPHeading 7 Char,alt+7 Char,not Kinhill Char,Επικεφαλίδα 7 Char Char Char1,Επικεφαλίδα 7 Char Char Char Char,Heading 7 (emphasis) Char,H7 Char,letter list Char"/>
    <w:basedOn w:val="a1"/>
    <w:link w:val="7"/>
    <w:rsid w:val="00951105"/>
    <w:rPr>
      <w:rFonts w:ascii="Times New Roman" w:eastAsia="Times New Roman" w:hAnsi="Times New Roman" w:cs="Times New Roman"/>
      <w:szCs w:val="20"/>
      <w:lang w:eastAsia="el-GR"/>
    </w:rPr>
  </w:style>
  <w:style w:type="character" w:customStyle="1" w:styleId="8Char">
    <w:name w:val="Επικεφαλίδα 8 Char"/>
    <w:aliases w:val="Legal Level 1.1.1. Char,t3 Char,t4 Char,t5 Char,t6 Char,t7 Char,t8 Char,t9 Char,t10 Char,t11 Char,t12 Char,t13 Char,t14 Char,t15 Char,t16 Char,t17 Char,heading 81 Char,heading 82 Char,heading 83 Char,heading 84 Char,heading 85 Char"/>
    <w:basedOn w:val="a1"/>
    <w:link w:val="8"/>
    <w:rsid w:val="00951105"/>
    <w:rPr>
      <w:rFonts w:ascii="Times New Roman" w:eastAsia="Times New Roman" w:hAnsi="Times New Roman" w:cs="Times New Roman"/>
      <w:i/>
      <w:iCs/>
      <w:szCs w:val="20"/>
      <w:lang w:eastAsia="el-GR"/>
    </w:rPr>
  </w:style>
  <w:style w:type="character" w:customStyle="1" w:styleId="9Char">
    <w:name w:val="Επικεφαλίδα 9 Char"/>
    <w:aliases w:val="AC&amp;E_1 Char,Legal Level 1.1.1.1. Char,h9 Char,alt+9 Char,Heading 9 Internal Title Char,Titre Annexe Char,Titre Annexe1 Char,Titre Annexe2 Char,Titre Annexe3 Char,Titre Annexe4 Char,Titre Annexe5 Char,Titre Annexe6 Char,H9 Char,Ap Char"/>
    <w:basedOn w:val="a1"/>
    <w:link w:val="9"/>
    <w:rsid w:val="00951105"/>
    <w:rPr>
      <w:rFonts w:ascii="Arial" w:eastAsia="Times New Roman" w:hAnsi="Arial" w:cs="Arial"/>
      <w:sz w:val="20"/>
      <w:szCs w:val="20"/>
      <w:lang w:eastAsia="el-GR"/>
    </w:rPr>
  </w:style>
  <w:style w:type="paragraph" w:customStyle="1" w:styleId="BasicParagraph">
    <w:name w:val="[Basic Paragraph]"/>
    <w:basedOn w:val="a0"/>
    <w:rsid w:val="00951105"/>
    <w:pPr>
      <w:autoSpaceDE w:val="0"/>
      <w:autoSpaceDN w:val="0"/>
      <w:adjustRightInd w:val="0"/>
      <w:spacing w:before="0" w:after="0"/>
      <w:textAlignment w:val="center"/>
    </w:pPr>
    <w:rPr>
      <w:rFonts w:ascii="Minion Pro" w:eastAsia="PMingLiU" w:hAnsi="Minion Pro" w:cs="Minion Pro"/>
      <w:color w:val="000000"/>
      <w:lang w:val="en-GB" w:eastAsia="en-US"/>
    </w:rPr>
  </w:style>
  <w:style w:type="paragraph" w:customStyle="1" w:styleId="ListBullet1Bold">
    <w:name w:val="List Bullet 1 Bold"/>
    <w:basedOn w:val="a"/>
    <w:rsid w:val="00951105"/>
    <w:pPr>
      <w:numPr>
        <w:numId w:val="0"/>
      </w:numPr>
      <w:tabs>
        <w:tab w:val="left" w:pos="567"/>
      </w:tabs>
      <w:spacing w:before="120" w:after="0" w:line="360" w:lineRule="auto"/>
      <w:jc w:val="both"/>
    </w:pPr>
    <w:rPr>
      <w:rFonts w:ascii="Verdana" w:hAnsi="Verdana"/>
      <w:b/>
      <w:bCs/>
    </w:rPr>
  </w:style>
  <w:style w:type="paragraph" w:customStyle="1" w:styleId="Default">
    <w:name w:val="Default"/>
    <w:rsid w:val="00951105"/>
    <w:pPr>
      <w:autoSpaceDE w:val="0"/>
      <w:autoSpaceDN w:val="0"/>
      <w:adjustRightInd w:val="0"/>
    </w:pPr>
    <w:rPr>
      <w:rFonts w:ascii="Arial" w:eastAsia="PMingLiU" w:hAnsi="Arial" w:cs="Arial"/>
      <w:color w:val="000000"/>
      <w:lang w:eastAsia="el-GR"/>
    </w:rPr>
  </w:style>
  <w:style w:type="paragraph" w:styleId="a">
    <w:name w:val="List Bullet"/>
    <w:basedOn w:val="a0"/>
    <w:rsid w:val="00951105"/>
    <w:pPr>
      <w:numPr>
        <w:numId w:val="1"/>
      </w:numPr>
      <w:tabs>
        <w:tab w:val="clear" w:pos="360"/>
      </w:tabs>
      <w:spacing w:before="0" w:after="200" w:line="276" w:lineRule="auto"/>
      <w:ind w:left="720"/>
    </w:pPr>
    <w:rPr>
      <w:rFonts w:ascii="Calibri" w:eastAsia="PMingLiU" w:hAnsi="Calibri" w:cs="Times New Roman"/>
      <w:sz w:val="20"/>
      <w:szCs w:val="20"/>
      <w:lang w:val="en-US" w:eastAsia="en-US"/>
    </w:rPr>
  </w:style>
  <w:style w:type="character" w:styleId="af4">
    <w:name w:val="annotation reference"/>
    <w:semiHidden/>
    <w:rsid w:val="00951105"/>
    <w:rPr>
      <w:sz w:val="16"/>
    </w:rPr>
  </w:style>
  <w:style w:type="paragraph" w:styleId="af5">
    <w:name w:val="annotation text"/>
    <w:basedOn w:val="a0"/>
    <w:link w:val="Char7"/>
    <w:semiHidden/>
    <w:rsid w:val="00951105"/>
    <w:pPr>
      <w:spacing w:before="0" w:after="200" w:line="276" w:lineRule="auto"/>
    </w:pPr>
    <w:rPr>
      <w:rFonts w:ascii="Calibri" w:eastAsia="PMingLiU" w:hAnsi="Calibri" w:cs="Times New Roman"/>
      <w:sz w:val="20"/>
      <w:szCs w:val="20"/>
      <w:lang w:val="en-US" w:eastAsia="en-US"/>
    </w:rPr>
  </w:style>
  <w:style w:type="character" w:customStyle="1" w:styleId="Char7">
    <w:name w:val="Κείμενο σχολίου Char"/>
    <w:basedOn w:val="a1"/>
    <w:link w:val="af5"/>
    <w:semiHidden/>
    <w:rsid w:val="00951105"/>
    <w:rPr>
      <w:rFonts w:ascii="Calibri" w:eastAsia="PMingLiU" w:hAnsi="Calibri" w:cs="Times New Roman"/>
      <w:sz w:val="20"/>
      <w:szCs w:val="20"/>
      <w:lang w:val="en-US" w:eastAsia="en-US"/>
    </w:rPr>
  </w:style>
  <w:style w:type="paragraph" w:styleId="af6">
    <w:name w:val="annotation subject"/>
    <w:basedOn w:val="af5"/>
    <w:next w:val="af5"/>
    <w:link w:val="Char8"/>
    <w:semiHidden/>
    <w:rsid w:val="00951105"/>
    <w:rPr>
      <w:b/>
      <w:bCs/>
    </w:rPr>
  </w:style>
  <w:style w:type="character" w:customStyle="1" w:styleId="Char8">
    <w:name w:val="Θέμα σχολίου Char"/>
    <w:basedOn w:val="Char7"/>
    <w:link w:val="af6"/>
    <w:semiHidden/>
    <w:rsid w:val="00951105"/>
    <w:rPr>
      <w:rFonts w:ascii="Calibri" w:eastAsia="PMingLiU" w:hAnsi="Calibri" w:cs="Times New Roman"/>
      <w:b/>
      <w:bCs/>
      <w:sz w:val="20"/>
      <w:szCs w:val="20"/>
      <w:lang w:val="en-US" w:eastAsia="en-US"/>
    </w:rPr>
  </w:style>
  <w:style w:type="paragraph" w:customStyle="1" w:styleId="style1">
    <w:name w:val="style1"/>
    <w:basedOn w:val="a0"/>
    <w:rsid w:val="00951105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lang w:eastAsia="el-GR"/>
    </w:rPr>
  </w:style>
  <w:style w:type="paragraph" w:styleId="af7">
    <w:name w:val="endnote text"/>
    <w:basedOn w:val="a0"/>
    <w:link w:val="Char9"/>
    <w:semiHidden/>
    <w:rsid w:val="00951105"/>
    <w:pPr>
      <w:spacing w:before="0" w:after="0" w:line="240" w:lineRule="auto"/>
    </w:pPr>
    <w:rPr>
      <w:rFonts w:ascii="Calibri" w:eastAsia="PMingLiU" w:hAnsi="Calibri" w:cs="Times New Roman"/>
      <w:sz w:val="20"/>
      <w:szCs w:val="20"/>
      <w:lang w:val="en-US" w:eastAsia="en-US"/>
    </w:rPr>
  </w:style>
  <w:style w:type="character" w:customStyle="1" w:styleId="Char9">
    <w:name w:val="Κείμενο σημείωσης τέλους Char"/>
    <w:basedOn w:val="a1"/>
    <w:link w:val="af7"/>
    <w:semiHidden/>
    <w:rsid w:val="00951105"/>
    <w:rPr>
      <w:rFonts w:ascii="Calibri" w:eastAsia="PMingLiU" w:hAnsi="Calibri" w:cs="Times New Roman"/>
      <w:sz w:val="20"/>
      <w:szCs w:val="20"/>
      <w:lang w:val="en-US" w:eastAsia="en-US"/>
    </w:rPr>
  </w:style>
  <w:style w:type="character" w:styleId="af8">
    <w:name w:val="endnote reference"/>
    <w:semiHidden/>
    <w:rsid w:val="00951105"/>
    <w:rPr>
      <w:vertAlign w:val="superscript"/>
    </w:rPr>
  </w:style>
  <w:style w:type="paragraph" w:styleId="af9">
    <w:name w:val="footnote text"/>
    <w:basedOn w:val="a0"/>
    <w:link w:val="Chara"/>
    <w:uiPriority w:val="99"/>
    <w:rsid w:val="00951105"/>
    <w:pPr>
      <w:spacing w:before="0" w:after="0" w:line="240" w:lineRule="auto"/>
    </w:pPr>
    <w:rPr>
      <w:rFonts w:ascii="Calibri" w:eastAsia="PMingLiU" w:hAnsi="Calibri" w:cs="Times New Roman"/>
      <w:sz w:val="20"/>
      <w:szCs w:val="20"/>
      <w:lang w:val="en-US" w:eastAsia="en-US"/>
    </w:rPr>
  </w:style>
  <w:style w:type="character" w:customStyle="1" w:styleId="Chara">
    <w:name w:val="Κείμενο υποσημείωσης Char"/>
    <w:basedOn w:val="a1"/>
    <w:link w:val="af9"/>
    <w:uiPriority w:val="99"/>
    <w:rsid w:val="00951105"/>
    <w:rPr>
      <w:rFonts w:ascii="Calibri" w:eastAsia="PMingLiU" w:hAnsi="Calibri" w:cs="Times New Roman"/>
      <w:sz w:val="20"/>
      <w:szCs w:val="20"/>
      <w:lang w:val="en-US" w:eastAsia="en-US"/>
    </w:rPr>
  </w:style>
  <w:style w:type="character" w:styleId="afa">
    <w:name w:val="footnote reference"/>
    <w:semiHidden/>
    <w:rsid w:val="00951105"/>
    <w:rPr>
      <w:vertAlign w:val="superscript"/>
    </w:rPr>
  </w:style>
  <w:style w:type="character" w:customStyle="1" w:styleId="lzmessagetext1">
    <w:name w:val="lz_message_text1"/>
    <w:rsid w:val="00951105"/>
    <w:rPr>
      <w:rFonts w:ascii="Verdana" w:hAnsi="Verdana" w:hint="default"/>
      <w:b w:val="0"/>
      <w:bCs w:val="0"/>
      <w:color w:val="333333"/>
      <w:sz w:val="20"/>
      <w:szCs w:val="20"/>
    </w:rPr>
  </w:style>
  <w:style w:type="character" w:customStyle="1" w:styleId="lzmessageatitle1">
    <w:name w:val="lz_message_a_title1"/>
    <w:rsid w:val="00951105"/>
    <w:rPr>
      <w:rFonts w:ascii="Verdana" w:hAnsi="Verdana" w:hint="default"/>
      <w:b/>
      <w:bCs/>
      <w:color w:val="FFFFFF"/>
      <w:sz w:val="15"/>
      <w:szCs w:val="15"/>
    </w:rPr>
  </w:style>
  <w:style w:type="character" w:customStyle="1" w:styleId="lzmessageatime1">
    <w:name w:val="lz_message_a_time1"/>
    <w:rsid w:val="00951105"/>
    <w:rPr>
      <w:rFonts w:ascii="Verdana" w:hAnsi="Verdana" w:hint="default"/>
      <w:b/>
      <w:bCs/>
      <w:color w:val="FFFFFF"/>
      <w:sz w:val="15"/>
      <w:szCs w:val="15"/>
    </w:rPr>
  </w:style>
  <w:style w:type="character" w:customStyle="1" w:styleId="highlight">
    <w:name w:val="highlight"/>
    <w:basedOn w:val="a1"/>
    <w:rsid w:val="00951105"/>
  </w:style>
  <w:style w:type="paragraph" w:styleId="afb">
    <w:name w:val="Plain Text"/>
    <w:basedOn w:val="a0"/>
    <w:link w:val="Charb"/>
    <w:uiPriority w:val="99"/>
    <w:unhideWhenUsed/>
    <w:rsid w:val="00951105"/>
    <w:pPr>
      <w:spacing w:before="0" w:after="0" w:line="240" w:lineRule="auto"/>
    </w:pPr>
    <w:rPr>
      <w:rFonts w:ascii="Calibri" w:eastAsia="Calibri" w:hAnsi="Calibri" w:cs="Calibri"/>
      <w:sz w:val="20"/>
      <w:szCs w:val="20"/>
      <w:lang w:eastAsia="el-GR"/>
    </w:rPr>
  </w:style>
  <w:style w:type="character" w:customStyle="1" w:styleId="Charb">
    <w:name w:val="Απλό κείμενο Char"/>
    <w:basedOn w:val="a1"/>
    <w:link w:val="afb"/>
    <w:uiPriority w:val="99"/>
    <w:rsid w:val="00951105"/>
    <w:rPr>
      <w:rFonts w:ascii="Calibri" w:eastAsia="Calibri" w:hAnsi="Calibri" w:cs="Calibri"/>
      <w:sz w:val="20"/>
      <w:szCs w:val="20"/>
      <w:lang w:eastAsia="el-GR"/>
    </w:rPr>
  </w:style>
  <w:style w:type="paragraph" w:styleId="afc">
    <w:name w:val="caption"/>
    <w:basedOn w:val="a0"/>
    <w:next w:val="a0"/>
    <w:unhideWhenUsed/>
    <w:qFormat/>
    <w:rsid w:val="00951105"/>
    <w:pPr>
      <w:spacing w:before="0" w:after="200" w:line="276" w:lineRule="auto"/>
    </w:pPr>
    <w:rPr>
      <w:rFonts w:ascii="Calibri" w:eastAsia="Times New Roman" w:hAnsi="Calibri" w:cs="Times New Roman"/>
      <w:b/>
      <w:bCs/>
      <w:sz w:val="20"/>
      <w:szCs w:val="20"/>
      <w:lang w:val="en-US" w:eastAsia="en-US"/>
    </w:rPr>
  </w:style>
  <w:style w:type="character" w:customStyle="1" w:styleId="hps">
    <w:name w:val="hps"/>
    <w:rsid w:val="00951105"/>
  </w:style>
  <w:style w:type="paragraph" w:customStyle="1" w:styleId="bullet">
    <w:name w:val="bullet"/>
    <w:basedOn w:val="a0"/>
    <w:qFormat/>
    <w:rsid w:val="00951105"/>
    <w:pPr>
      <w:numPr>
        <w:numId w:val="2"/>
      </w:numPr>
      <w:spacing w:before="120" w:after="120" w:line="300" w:lineRule="atLeast"/>
      <w:jc w:val="both"/>
    </w:pPr>
    <w:rPr>
      <w:rFonts w:ascii="Calibri" w:eastAsia="Times New Roman" w:hAnsi="Calibri" w:cs="Times New Roman"/>
      <w:sz w:val="20"/>
      <w:szCs w:val="20"/>
      <w:lang w:val="en-US" w:eastAsia="en-US"/>
    </w:rPr>
  </w:style>
  <w:style w:type="paragraph" w:customStyle="1" w:styleId="content">
    <w:name w:val="content"/>
    <w:basedOn w:val="a0"/>
    <w:rsid w:val="00951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l-GR"/>
    </w:rPr>
  </w:style>
  <w:style w:type="paragraph" w:customStyle="1" w:styleId="pefada1">
    <w:name w:val=".p..efa..da 1"/>
    <w:basedOn w:val="Default"/>
    <w:next w:val="Default"/>
    <w:uiPriority w:val="99"/>
    <w:rsid w:val="00951105"/>
    <w:rPr>
      <w:rFonts w:ascii="Calibri" w:hAnsi="Calibri" w:cs="Times New Roman"/>
      <w:color w:val="auto"/>
    </w:rPr>
  </w:style>
  <w:style w:type="paragraph" w:styleId="-HTML">
    <w:name w:val="HTML Preformatted"/>
    <w:basedOn w:val="a0"/>
    <w:link w:val="-HTMLChar"/>
    <w:uiPriority w:val="99"/>
    <w:unhideWhenUsed/>
    <w:rsid w:val="00951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1"/>
    <w:link w:val="-HTML"/>
    <w:uiPriority w:val="99"/>
    <w:rsid w:val="00951105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fd">
    <w:name w:val="Quote"/>
    <w:basedOn w:val="a0"/>
    <w:next w:val="a0"/>
    <w:link w:val="Charc"/>
    <w:uiPriority w:val="29"/>
    <w:qFormat/>
    <w:rsid w:val="00951105"/>
    <w:pPr>
      <w:spacing w:before="0"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eastAsia="el-GR"/>
    </w:rPr>
  </w:style>
  <w:style w:type="character" w:customStyle="1" w:styleId="Charc">
    <w:name w:val="Απόσπασμα Char"/>
    <w:basedOn w:val="a1"/>
    <w:link w:val="afd"/>
    <w:uiPriority w:val="29"/>
    <w:rsid w:val="00951105"/>
    <w:rPr>
      <w:rFonts w:ascii="Calibri" w:eastAsia="Times New Roman" w:hAnsi="Calibri" w:cs="Times New Roman"/>
      <w:i/>
      <w:iCs/>
      <w:color w:val="000000"/>
      <w:sz w:val="20"/>
      <w:szCs w:val="20"/>
      <w:lang w:eastAsia="el-GR"/>
    </w:rPr>
  </w:style>
  <w:style w:type="character" w:styleId="afe">
    <w:name w:val="Subtle Emphasis"/>
    <w:uiPriority w:val="19"/>
    <w:qFormat/>
    <w:rsid w:val="00951105"/>
    <w:rPr>
      <w:i/>
      <w:iCs/>
      <w:color w:val="808080"/>
    </w:rPr>
  </w:style>
  <w:style w:type="character" w:styleId="aff">
    <w:name w:val="Emphasis"/>
    <w:uiPriority w:val="20"/>
    <w:qFormat/>
    <w:rsid w:val="00951105"/>
    <w:rPr>
      <w:i/>
      <w:iCs/>
    </w:rPr>
  </w:style>
  <w:style w:type="paragraph" w:styleId="aff0">
    <w:name w:val="Body Text"/>
    <w:basedOn w:val="a0"/>
    <w:link w:val="Chard"/>
    <w:rsid w:val="00951105"/>
    <w:pPr>
      <w:spacing w:before="0" w:after="0" w:line="264" w:lineRule="auto"/>
      <w:ind w:right="62"/>
    </w:pPr>
    <w:rPr>
      <w:rFonts w:ascii="Arial" w:eastAsia="Times New Roman" w:hAnsi="Arial" w:cs="Times New Roman"/>
      <w:sz w:val="20"/>
      <w:szCs w:val="20"/>
      <w:lang w:val="en-NZ" w:eastAsia="en-US"/>
    </w:rPr>
  </w:style>
  <w:style w:type="character" w:customStyle="1" w:styleId="Chard">
    <w:name w:val="Σώμα κειμένου Char"/>
    <w:basedOn w:val="a1"/>
    <w:link w:val="aff0"/>
    <w:rsid w:val="00951105"/>
    <w:rPr>
      <w:rFonts w:ascii="Arial" w:eastAsia="Times New Roman" w:hAnsi="Arial" w:cs="Times New Roman"/>
      <w:sz w:val="20"/>
      <w:szCs w:val="20"/>
      <w:lang w:val="en-NZ" w:eastAsia="en-US"/>
    </w:rPr>
  </w:style>
  <w:style w:type="paragraph" w:customStyle="1" w:styleId="StyleArial12ptBoldCustomColorRGB49">
    <w:name w:val="Style Arial 12 pt Bold Custom Color(RGB(49"/>
    <w:aliases w:val="56,150)) Left"/>
    <w:basedOn w:val="a0"/>
    <w:rsid w:val="00951105"/>
    <w:pPr>
      <w:spacing w:before="0" w:after="0" w:line="264" w:lineRule="auto"/>
      <w:ind w:right="62"/>
    </w:pPr>
    <w:rPr>
      <w:rFonts w:ascii="Imago Book" w:eastAsia="Times New Roman" w:hAnsi="Imago Book" w:cs="Times New Roman"/>
      <w:b/>
      <w:bCs/>
      <w:color w:val="313896"/>
      <w:szCs w:val="20"/>
      <w:lang w:val="en-AU" w:eastAsia="en-US"/>
    </w:rPr>
  </w:style>
  <w:style w:type="character" w:customStyle="1" w:styleId="project">
    <w:name w:val="project"/>
    <w:rsid w:val="00951105"/>
  </w:style>
  <w:style w:type="paragraph" w:customStyle="1" w:styleId="Bullet2">
    <w:name w:val="Bullet 2"/>
    <w:basedOn w:val="a0"/>
    <w:rsid w:val="00951105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Standard">
    <w:name w:val="Standard"/>
    <w:rsid w:val="00951105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lang w:val="en-US" w:eastAsia="zh-CN" w:bidi="hi-IN"/>
    </w:rPr>
  </w:style>
  <w:style w:type="table" w:customStyle="1" w:styleId="11">
    <w:name w:val="Πλέγμα πίνακα1"/>
    <w:basedOn w:val="a2"/>
    <w:next w:val="af2"/>
    <w:rsid w:val="00951105"/>
    <w:rPr>
      <w:rFonts w:ascii="Garmond (W1)" w:eastAsia="Times New Roman" w:hAnsi="Garmond (W1)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Πλέγμα πίνακα2"/>
    <w:basedOn w:val="a2"/>
    <w:next w:val="af2"/>
    <w:rsid w:val="00951105"/>
    <w:rPr>
      <w:rFonts w:ascii="Garmond (W1)" w:eastAsia="Times New Roman" w:hAnsi="Garmond (W1)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line number"/>
    <w:rsid w:val="00951105"/>
  </w:style>
  <w:style w:type="character" w:customStyle="1" w:styleId="hpsalt-edited">
    <w:name w:val="hps alt-edited"/>
    <w:rsid w:val="00951105"/>
  </w:style>
  <w:style w:type="table" w:customStyle="1" w:styleId="1-11">
    <w:name w:val="Ανοιχτόχρωμος πίνακας λίστας 1 - Έμφαση 11"/>
    <w:basedOn w:val="a2"/>
    <w:uiPriority w:val="46"/>
    <w:rsid w:val="00951105"/>
    <w:rPr>
      <w:rFonts w:ascii="Calibri" w:eastAsia="Calibri" w:hAnsi="Calibri" w:cs="Times New Roman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2-Accent61">
    <w:name w:val="Grid Table 2 - Accent 61"/>
    <w:basedOn w:val="a2"/>
    <w:uiPriority w:val="47"/>
    <w:rsid w:val="00951105"/>
    <w:rPr>
      <w:rFonts w:ascii="Calibri" w:eastAsia="Calibri" w:hAnsi="Calibri" w:cs="Times New Roman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numbering" w:customStyle="1" w:styleId="Normalnumbered11">
    <w:name w:val="Normal numbered 11"/>
    <w:basedOn w:val="a3"/>
    <w:rsid w:val="00951105"/>
    <w:pPr>
      <w:numPr>
        <w:numId w:val="4"/>
      </w:numPr>
    </w:pPr>
  </w:style>
  <w:style w:type="character" w:customStyle="1" w:styleId="Mention1">
    <w:name w:val="Mention1"/>
    <w:uiPriority w:val="99"/>
    <w:semiHidden/>
    <w:unhideWhenUsed/>
    <w:rsid w:val="00951105"/>
    <w:rPr>
      <w:color w:val="2B579A"/>
      <w:shd w:val="clear" w:color="auto" w:fill="E6E6E6"/>
    </w:rPr>
  </w:style>
  <w:style w:type="character" w:customStyle="1" w:styleId="UnresolvedMention10">
    <w:name w:val="Unresolved Mention1"/>
    <w:uiPriority w:val="99"/>
    <w:semiHidden/>
    <w:unhideWhenUsed/>
    <w:rsid w:val="00951105"/>
    <w:rPr>
      <w:color w:val="605E5C"/>
      <w:shd w:val="clear" w:color="auto" w:fill="E1DFDD"/>
    </w:rPr>
  </w:style>
  <w:style w:type="paragraph" w:styleId="aff2">
    <w:name w:val="Revision"/>
    <w:hidden/>
    <w:uiPriority w:val="99"/>
    <w:semiHidden/>
    <w:rsid w:val="00951105"/>
    <w:rPr>
      <w:rFonts w:ascii="Calibri" w:eastAsia="PMingLiU" w:hAnsi="Calibri" w:cs="Times New Roman"/>
      <w:sz w:val="22"/>
      <w:szCs w:val="22"/>
      <w:lang w:val="en-US" w:eastAsia="en-US"/>
    </w:rPr>
  </w:style>
  <w:style w:type="table" w:customStyle="1" w:styleId="GridTable4-Accent11">
    <w:name w:val="Grid Table 4 - Accent 11"/>
    <w:basedOn w:val="a2"/>
    <w:uiPriority w:val="49"/>
    <w:rsid w:val="00951105"/>
    <w:rPr>
      <w:rFonts w:ascii="Calibri" w:eastAsia="PMingLiU" w:hAnsi="Calibri" w:cs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CADE4" w:themeColor="accent1"/>
          <w:left w:val="single" w:sz="4" w:space="0" w:color="1CADE4" w:themeColor="accent1"/>
          <w:bottom w:val="single" w:sz="4" w:space="0" w:color="1CADE4" w:themeColor="accent1"/>
          <w:right w:val="single" w:sz="4" w:space="0" w:color="1CADE4" w:themeColor="accent1"/>
          <w:insideH w:val="nil"/>
          <w:insideV w:val="nil"/>
        </w:tcBorders>
        <w:shd w:val="clear" w:color="auto" w:fill="1CADE4" w:themeFill="accent1"/>
      </w:tcPr>
    </w:tblStylePr>
    <w:tblStylePr w:type="lastRow">
      <w:rPr>
        <w:b/>
        <w:bCs/>
      </w:rPr>
      <w:tblPr/>
      <w:tcPr>
        <w:tcBorders>
          <w:top w:val="double" w:sz="4" w:space="0" w:color="1CAD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character" w:customStyle="1" w:styleId="UnresolvedMention2">
    <w:name w:val="Unresolved Mention2"/>
    <w:basedOn w:val="a1"/>
    <w:uiPriority w:val="99"/>
    <w:semiHidden/>
    <w:unhideWhenUsed/>
    <w:rsid w:val="00951105"/>
    <w:rPr>
      <w:color w:val="605E5C"/>
      <w:shd w:val="clear" w:color="auto" w:fill="E1DFDD"/>
    </w:rPr>
  </w:style>
  <w:style w:type="paragraph" w:styleId="70">
    <w:name w:val="toc 7"/>
    <w:basedOn w:val="a0"/>
    <w:next w:val="a0"/>
    <w:autoRedefine/>
    <w:uiPriority w:val="39"/>
    <w:rsid w:val="00951105"/>
    <w:pPr>
      <w:spacing w:before="0" w:after="0" w:line="240" w:lineRule="auto"/>
      <w:ind w:left="1440"/>
    </w:pPr>
    <w:rPr>
      <w:rFonts w:ascii="Times New Roman" w:eastAsia="Times New Roman" w:hAnsi="Times New Roman" w:cs="Times New Roman"/>
      <w:lang w:eastAsia="el-GR"/>
    </w:rPr>
  </w:style>
  <w:style w:type="character" w:customStyle="1" w:styleId="UnresolvedMention3">
    <w:name w:val="Unresolved Mention3"/>
    <w:basedOn w:val="a1"/>
    <w:uiPriority w:val="99"/>
    <w:semiHidden/>
    <w:unhideWhenUsed/>
    <w:rsid w:val="00A87763"/>
    <w:rPr>
      <w:color w:val="605E5C"/>
      <w:shd w:val="clear" w:color="auto" w:fill="E1DFDD"/>
    </w:rPr>
  </w:style>
  <w:style w:type="character" w:styleId="aff3">
    <w:name w:val="Unresolved Mention"/>
    <w:basedOn w:val="a1"/>
    <w:uiPriority w:val="99"/>
    <w:semiHidden/>
    <w:unhideWhenUsed/>
    <w:rsid w:val="00CE2EC0"/>
    <w:rPr>
      <w:color w:val="605E5C"/>
      <w:shd w:val="clear" w:color="auto" w:fill="E1DFDD"/>
    </w:rPr>
  </w:style>
  <w:style w:type="character" w:customStyle="1" w:styleId="shorttext">
    <w:name w:val="short_text"/>
    <w:rsid w:val="00BD7A18"/>
  </w:style>
  <w:style w:type="paragraph" w:customStyle="1" w:styleId="wdf">
    <w:name w:val="Τwdfτλοι"/>
    <w:basedOn w:val="a0"/>
    <w:rsid w:val="00C560A9"/>
    <w:pPr>
      <w:widowControl w:val="0"/>
      <w:spacing w:before="0" w:after="0" w:line="240" w:lineRule="auto"/>
    </w:pPr>
    <w:rPr>
      <w:rFonts w:ascii="Arial" w:eastAsia="Times New Roman" w:hAnsi="Arial" w:cs="Times New Roman"/>
      <w:b/>
      <w:sz w:val="36"/>
      <w:szCs w:val="20"/>
      <w:lang w:val="en-US" w:eastAsia="en-US"/>
    </w:rPr>
  </w:style>
  <w:style w:type="paragraph" w:customStyle="1" w:styleId="contentpasted0">
    <w:name w:val="contentpasted0"/>
    <w:basedOn w:val="a0"/>
    <w:rsid w:val="006F381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lang w:val="en-US" w:eastAsia="en-US"/>
    </w:rPr>
  </w:style>
  <w:style w:type="character" w:customStyle="1" w:styleId="contentpasted1">
    <w:name w:val="contentpasted1"/>
    <w:basedOn w:val="a1"/>
    <w:rsid w:val="006F3817"/>
  </w:style>
  <w:style w:type="character" w:customStyle="1" w:styleId="contentpasted3">
    <w:name w:val="contentpasted3"/>
    <w:basedOn w:val="a1"/>
    <w:rsid w:val="00D50B52"/>
  </w:style>
  <w:style w:type="character" w:customStyle="1" w:styleId="contentpasted4">
    <w:name w:val="contentpasted4"/>
    <w:basedOn w:val="a1"/>
    <w:rsid w:val="00D50B52"/>
  </w:style>
  <w:style w:type="character" w:customStyle="1" w:styleId="contentpasted2">
    <w:name w:val="contentpasted2"/>
    <w:basedOn w:val="a1"/>
    <w:rsid w:val="00751AA2"/>
  </w:style>
  <w:style w:type="character" w:customStyle="1" w:styleId="task-class">
    <w:name w:val="task-class"/>
    <w:basedOn w:val="a1"/>
    <w:rsid w:val="005C7437"/>
  </w:style>
  <w:style w:type="character" w:customStyle="1" w:styleId="rynqvb">
    <w:name w:val="rynqvb"/>
    <w:basedOn w:val="a1"/>
    <w:rsid w:val="00232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3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jpeg"/><Relationship Id="rId2" Type="http://schemas.openxmlformats.org/officeDocument/2006/relationships/image" Target="media/image11.jpeg"/><Relationship Id="rId1" Type="http://schemas.openxmlformats.org/officeDocument/2006/relationships/image" Target="media/image10.jpg"/><Relationship Id="rId6" Type="http://schemas.openxmlformats.org/officeDocument/2006/relationships/image" Target="media/image14.png"/><Relationship Id="rId5" Type="http://schemas.openxmlformats.org/officeDocument/2006/relationships/image" Target="media/image13.png"/><Relationship Id="rId4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image" Target="media/image3.png"/><Relationship Id="rId7" Type="http://schemas.openxmlformats.org/officeDocument/2006/relationships/hyperlink" Target="http://www.wideservices.gr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hyperlink" Target="http://www.wideservices.gr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atselasm\AppData\Roaming\Microsoft\Templates\&#917;&#958;&#945;&#947;&#969;&#957;&#953;&#954;&#972;%20&#949;&#960;&#953;&#963;&#964;&#959;&#955;&#972;&#967;&#945;&#961;&#964;&#959;.dotx" TargetMode="Externa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0177D3-0391-4965-A050-27EB09DF62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C71F7-C8CA-4B6B-B69D-F641F54E5E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ED74A8-3B5E-46DD-932C-D963102FAA49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55DDE4A2-1439-4D03-9F89-0AC06C8EC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Εξαγωνικό επιστολόχαρτο</Template>
  <TotalTime>0</TotalTime>
  <Pages>7</Pages>
  <Words>1814</Words>
  <Characters>9796</Characters>
  <Application>Microsoft Office Word</Application>
  <DocSecurity>0</DocSecurity>
  <Lines>81</Lines>
  <Paragraphs>23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2023-08-02T13:13:00Z</dcterms:created>
  <dcterms:modified xsi:type="dcterms:W3CDTF">2023-11-01T06:55:00Z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